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106"/>
        <w:gridCol w:w="1672"/>
        <w:gridCol w:w="3963"/>
      </w:tblGrid>
      <w:tr w:rsidR="00807EC0" w:rsidRPr="00D81F74" w14:paraId="1E657058" w14:textId="77777777" w:rsidTr="00A071E5">
        <w:trPr>
          <w:cantSplit/>
          <w:trHeight w:hRule="exact" w:val="1701"/>
        </w:trPr>
        <w:tc>
          <w:tcPr>
            <w:tcW w:w="9738" w:type="dxa"/>
            <w:gridSpan w:val="3"/>
            <w:vAlign w:val="center"/>
          </w:tcPr>
          <w:p w14:paraId="73585297" w14:textId="77777777" w:rsidR="00807EC0" w:rsidRPr="00D81F74" w:rsidRDefault="00807EC0" w:rsidP="00A248BA">
            <w:pPr>
              <w:spacing w:line="240" w:lineRule="auto"/>
              <w:rPr>
                <w:lang w:val="hu-HU"/>
              </w:rPr>
            </w:pPr>
          </w:p>
        </w:tc>
      </w:tr>
      <w:tr w:rsidR="004C4117" w:rsidRPr="00D81F74" w14:paraId="3D88CDD1" w14:textId="77777777" w:rsidTr="00A071E5">
        <w:trPr>
          <w:cantSplit/>
          <w:trHeight w:hRule="exact" w:val="2160"/>
        </w:trPr>
        <w:tc>
          <w:tcPr>
            <w:tcW w:w="9738" w:type="dxa"/>
            <w:gridSpan w:val="3"/>
            <w:vAlign w:val="center"/>
          </w:tcPr>
          <w:p w14:paraId="4831E772" w14:textId="28B2B051" w:rsidR="004C4117" w:rsidRPr="00D81F74" w:rsidRDefault="004C4117" w:rsidP="00A248BA">
            <w:pPr>
              <w:pStyle w:val="Title"/>
              <w:rPr>
                <w:lang w:val="hu-HU"/>
              </w:rPr>
            </w:pPr>
            <w:r w:rsidRPr="00F63430">
              <w:rPr>
                <w:lang w:val="hu-HU"/>
              </w:rPr>
              <w:fldChar w:fldCharType="begin"/>
            </w:r>
            <w:r w:rsidRPr="00F63430">
              <w:rPr>
                <w:lang w:val="hu-HU"/>
              </w:rPr>
              <w:instrText xml:space="preserve"> FILLIN  "</w:instrText>
            </w:r>
            <w:r>
              <w:rPr>
                <w:lang w:val="hu-HU"/>
              </w:rPr>
              <w:instrText>Írd be a címet</w:instrText>
            </w:r>
            <w:r w:rsidRPr="00F63430">
              <w:rPr>
                <w:lang w:val="hu-HU"/>
              </w:rPr>
              <w:instrText>" \d "</w:instrText>
            </w:r>
            <w:r>
              <w:rPr>
                <w:lang w:val="hu-HU"/>
              </w:rPr>
              <w:instrText>cím</w:instrText>
            </w:r>
            <w:r w:rsidRPr="00F63430">
              <w:rPr>
                <w:lang w:val="hu-HU"/>
              </w:rPr>
              <w:instrText xml:space="preserve">"  \* MERGEFORMAT </w:instrText>
            </w:r>
            <w:r w:rsidRPr="00F63430">
              <w:rPr>
                <w:lang w:val="hu-HU"/>
              </w:rPr>
              <w:fldChar w:fldCharType="separate"/>
            </w:r>
            <w:r>
              <w:rPr>
                <w:lang w:val="hu-HU"/>
              </w:rPr>
              <w:t>cím</w:t>
            </w:r>
            <w:r w:rsidRPr="00F63430">
              <w:rPr>
                <w:lang w:val="hu-HU"/>
              </w:rPr>
              <w:fldChar w:fldCharType="end"/>
            </w:r>
            <w:r>
              <w:t xml:space="preserve"> (Magyar</w:t>
            </w:r>
            <w:r w:rsidR="00F73FAA">
              <w:t>UL</w:t>
            </w:r>
            <w:r>
              <w:t>)</w:t>
            </w:r>
          </w:p>
        </w:tc>
      </w:tr>
      <w:tr w:rsidR="00807EC0" w:rsidRPr="00D81F74" w14:paraId="1D1647E1" w14:textId="77777777" w:rsidTr="00A071E5">
        <w:trPr>
          <w:cantSplit/>
          <w:trHeight w:hRule="exact" w:val="2160"/>
        </w:trPr>
        <w:tc>
          <w:tcPr>
            <w:tcW w:w="9738" w:type="dxa"/>
            <w:gridSpan w:val="3"/>
            <w:vAlign w:val="center"/>
          </w:tcPr>
          <w:p w14:paraId="3493970B" w14:textId="51D60861" w:rsidR="00807EC0" w:rsidRPr="00D81F74" w:rsidRDefault="004C4117" w:rsidP="00A248BA">
            <w:pPr>
              <w:pStyle w:val="Title"/>
              <w:rPr>
                <w:lang w:val="hu-HU"/>
              </w:rPr>
            </w:pPr>
            <w:r w:rsidRPr="00F63430">
              <w:rPr>
                <w:lang w:val="hu-HU"/>
              </w:rPr>
              <w:fldChar w:fldCharType="begin"/>
            </w:r>
            <w:r w:rsidRPr="00F63430">
              <w:rPr>
                <w:lang w:val="hu-HU"/>
              </w:rPr>
              <w:instrText xml:space="preserve"> FILLIN  "</w:instrText>
            </w:r>
            <w:r>
              <w:rPr>
                <w:lang w:val="hu-HU"/>
              </w:rPr>
              <w:instrText>Írd be a címet</w:instrText>
            </w:r>
            <w:r w:rsidRPr="00F63430">
              <w:rPr>
                <w:lang w:val="hu-HU"/>
              </w:rPr>
              <w:instrText>" \d "</w:instrText>
            </w:r>
            <w:r>
              <w:rPr>
                <w:lang w:val="hu-HU"/>
              </w:rPr>
              <w:instrText>cím</w:instrText>
            </w:r>
            <w:r w:rsidRPr="00F63430">
              <w:rPr>
                <w:lang w:val="hu-HU"/>
              </w:rPr>
              <w:instrText xml:space="preserve">"  \* MERGEFORMAT </w:instrText>
            </w:r>
            <w:r w:rsidRPr="00F63430">
              <w:rPr>
                <w:lang w:val="hu-HU"/>
              </w:rPr>
              <w:fldChar w:fldCharType="separate"/>
            </w:r>
            <w:r>
              <w:rPr>
                <w:lang w:val="hu-HU"/>
              </w:rPr>
              <w:t>cím</w:t>
            </w:r>
            <w:r w:rsidRPr="00F63430">
              <w:rPr>
                <w:lang w:val="hu-HU"/>
              </w:rPr>
              <w:fldChar w:fldCharType="end"/>
            </w:r>
            <w:r>
              <w:t xml:space="preserve"> (szerb</w:t>
            </w:r>
            <w:r w:rsidR="00F73FAA">
              <w:t>ÜL –</w:t>
            </w:r>
            <w:r>
              <w:t xml:space="preserve"> latin betűkkel)</w:t>
            </w:r>
          </w:p>
        </w:tc>
      </w:tr>
      <w:tr w:rsidR="00807EC0" w:rsidRPr="00D81F74" w14:paraId="25853690" w14:textId="77777777" w:rsidTr="00A071E5">
        <w:trPr>
          <w:cantSplit/>
          <w:trHeight w:hRule="exact" w:val="2160"/>
        </w:trPr>
        <w:tc>
          <w:tcPr>
            <w:tcW w:w="9738" w:type="dxa"/>
            <w:gridSpan w:val="3"/>
            <w:vAlign w:val="center"/>
          </w:tcPr>
          <w:p w14:paraId="7AD05621" w14:textId="67F8CD9F" w:rsidR="00807EC0" w:rsidRPr="00D81F74" w:rsidRDefault="004C4117" w:rsidP="00A248BA">
            <w:pPr>
              <w:pStyle w:val="Title"/>
              <w:rPr>
                <w:lang w:val="hu-HU"/>
              </w:rPr>
            </w:pPr>
            <w:r w:rsidRPr="00F63430">
              <w:rPr>
                <w:lang w:val="hu-HU"/>
              </w:rPr>
              <w:fldChar w:fldCharType="begin"/>
            </w:r>
            <w:r w:rsidRPr="00F63430">
              <w:rPr>
                <w:lang w:val="hu-HU"/>
              </w:rPr>
              <w:instrText xml:space="preserve"> FILLIN  "</w:instrText>
            </w:r>
            <w:r>
              <w:rPr>
                <w:lang w:val="hu-HU"/>
              </w:rPr>
              <w:instrText>Írd be a címet</w:instrText>
            </w:r>
            <w:r w:rsidRPr="00F63430">
              <w:rPr>
                <w:lang w:val="hu-HU"/>
              </w:rPr>
              <w:instrText>" \d "</w:instrText>
            </w:r>
            <w:r>
              <w:rPr>
                <w:lang w:val="hu-HU"/>
              </w:rPr>
              <w:instrText>cím</w:instrText>
            </w:r>
            <w:r w:rsidRPr="00F63430">
              <w:rPr>
                <w:lang w:val="hu-HU"/>
              </w:rPr>
              <w:instrText xml:space="preserve">"  \* MERGEFORMAT </w:instrText>
            </w:r>
            <w:r w:rsidRPr="00F63430">
              <w:rPr>
                <w:lang w:val="hu-HU"/>
              </w:rPr>
              <w:fldChar w:fldCharType="separate"/>
            </w:r>
            <w:r>
              <w:rPr>
                <w:lang w:val="hu-HU"/>
              </w:rPr>
              <w:t>cím</w:t>
            </w:r>
            <w:r w:rsidRPr="00F63430">
              <w:rPr>
                <w:lang w:val="hu-HU"/>
              </w:rPr>
              <w:fldChar w:fldCharType="end"/>
            </w:r>
            <w:r>
              <w:t xml:space="preserve"> (angol</w:t>
            </w:r>
            <w:r w:rsidR="00F73FAA">
              <w:t>UL</w:t>
            </w:r>
            <w:r>
              <w:t>)</w:t>
            </w:r>
          </w:p>
        </w:tc>
      </w:tr>
      <w:tr w:rsidR="00807EC0" w:rsidRPr="00D81F74" w14:paraId="427BF712" w14:textId="77777777" w:rsidTr="00A071E5">
        <w:trPr>
          <w:cantSplit/>
          <w:trHeight w:hRule="exact" w:val="2833"/>
        </w:trPr>
        <w:tc>
          <w:tcPr>
            <w:tcW w:w="4106" w:type="dxa"/>
            <w:vAlign w:val="center"/>
          </w:tcPr>
          <w:p w14:paraId="028AEE7C" w14:textId="77777777" w:rsidR="00807EC0" w:rsidRPr="00D81F74" w:rsidRDefault="00807EC0" w:rsidP="00A248BA">
            <w:pPr>
              <w:spacing w:line="240" w:lineRule="auto"/>
              <w:jc w:val="center"/>
              <w:rPr>
                <w:lang w:val="hu-HU"/>
              </w:rPr>
            </w:pPr>
          </w:p>
        </w:tc>
        <w:tc>
          <w:tcPr>
            <w:tcW w:w="1672" w:type="dxa"/>
            <w:vAlign w:val="center"/>
          </w:tcPr>
          <w:p w14:paraId="26EBB90E" w14:textId="77777777" w:rsidR="00807EC0" w:rsidRPr="00D81F74" w:rsidRDefault="00807EC0" w:rsidP="00A248BA">
            <w:pPr>
              <w:spacing w:line="240" w:lineRule="auto"/>
              <w:jc w:val="center"/>
              <w:rPr>
                <w:lang w:val="hu-HU"/>
              </w:rPr>
            </w:pPr>
          </w:p>
        </w:tc>
        <w:tc>
          <w:tcPr>
            <w:tcW w:w="3963" w:type="dxa"/>
            <w:vAlign w:val="center"/>
          </w:tcPr>
          <w:p w14:paraId="3C2715CC" w14:textId="77777777" w:rsidR="00807EC0" w:rsidRPr="00D81F74" w:rsidRDefault="00807EC0" w:rsidP="00A248BA">
            <w:pPr>
              <w:spacing w:line="240" w:lineRule="auto"/>
              <w:jc w:val="center"/>
              <w:rPr>
                <w:lang w:val="hu-HU"/>
              </w:rPr>
            </w:pPr>
          </w:p>
        </w:tc>
      </w:tr>
      <w:tr w:rsidR="00807EC0" w:rsidRPr="00D81F74" w14:paraId="213AFE57" w14:textId="77777777" w:rsidTr="00A071E5">
        <w:trPr>
          <w:cantSplit/>
          <w:trHeight w:hRule="exact" w:val="567"/>
        </w:trPr>
        <w:tc>
          <w:tcPr>
            <w:tcW w:w="4106" w:type="dxa"/>
            <w:vAlign w:val="center"/>
          </w:tcPr>
          <w:p w14:paraId="28C23DB7" w14:textId="25D2A907" w:rsidR="00807EC0" w:rsidRPr="00D81F74" w:rsidRDefault="004C4117" w:rsidP="00A248BA">
            <w:pPr>
              <w:spacing w:line="240" w:lineRule="auto"/>
              <w:jc w:val="center"/>
              <w:rPr>
                <w:lang w:val="hu-HU"/>
              </w:rPr>
            </w:pPr>
            <w:proofErr w:type="spellStart"/>
            <w:r w:rsidRPr="00316957">
              <w:rPr>
                <w:lang w:val="sr-Latn-RS"/>
              </w:rPr>
              <w:t>Hallgató</w:t>
            </w:r>
            <w:proofErr w:type="spellEnd"/>
          </w:p>
        </w:tc>
        <w:tc>
          <w:tcPr>
            <w:tcW w:w="1672" w:type="dxa"/>
            <w:vAlign w:val="center"/>
          </w:tcPr>
          <w:p w14:paraId="3EC65698" w14:textId="77777777" w:rsidR="00807EC0" w:rsidRPr="00D81F74" w:rsidRDefault="00807EC0" w:rsidP="00A248BA">
            <w:pPr>
              <w:spacing w:line="240" w:lineRule="auto"/>
              <w:jc w:val="center"/>
              <w:rPr>
                <w:lang w:val="hu-HU"/>
              </w:rPr>
            </w:pPr>
          </w:p>
        </w:tc>
        <w:tc>
          <w:tcPr>
            <w:tcW w:w="3963" w:type="dxa"/>
            <w:vAlign w:val="center"/>
          </w:tcPr>
          <w:p w14:paraId="59F4D923" w14:textId="77777777" w:rsidR="00807EC0" w:rsidRPr="00D81F74" w:rsidRDefault="00807EC0" w:rsidP="00A248BA">
            <w:pPr>
              <w:spacing w:line="240" w:lineRule="auto"/>
              <w:jc w:val="center"/>
              <w:rPr>
                <w:lang w:val="hu-HU"/>
              </w:rPr>
            </w:pPr>
            <w:r w:rsidRPr="00D81F74">
              <w:rPr>
                <w:lang w:val="hu-HU"/>
              </w:rPr>
              <w:t>Mentor</w:t>
            </w:r>
          </w:p>
        </w:tc>
      </w:tr>
      <w:tr w:rsidR="00807EC0" w:rsidRPr="00D81F74" w14:paraId="0C83B43B" w14:textId="77777777" w:rsidTr="00A071E5">
        <w:trPr>
          <w:cantSplit/>
          <w:trHeight w:hRule="exact" w:val="429"/>
        </w:trPr>
        <w:tc>
          <w:tcPr>
            <w:tcW w:w="4106" w:type="dxa"/>
          </w:tcPr>
          <w:p w14:paraId="6F3C1549" w14:textId="647E2C5A" w:rsidR="00807EC0" w:rsidRPr="00D81F74" w:rsidRDefault="004C4117" w:rsidP="00A071E5">
            <w:pPr>
              <w:pStyle w:val="NormalImeiPrezime"/>
              <w:rPr>
                <w:szCs w:val="28"/>
                <w:lang w:val="hu-HU"/>
              </w:rPr>
            </w:pPr>
            <w:r w:rsidRPr="00316957">
              <w:rPr>
                <w:lang w:val="sr-Latn-RS"/>
              </w:rPr>
              <w:t xml:space="preserve">vezeték és </w:t>
            </w:r>
            <w:r w:rsidR="00F73FAA">
              <w:rPr>
                <w:lang w:val="sr-Latn-RS"/>
              </w:rPr>
              <w:t>UTÓ</w:t>
            </w:r>
            <w:r w:rsidRPr="00316957">
              <w:rPr>
                <w:lang w:val="sr-Latn-RS"/>
              </w:rPr>
              <w:t>név</w:t>
            </w:r>
          </w:p>
        </w:tc>
        <w:tc>
          <w:tcPr>
            <w:tcW w:w="1672" w:type="dxa"/>
          </w:tcPr>
          <w:p w14:paraId="6F098EDF" w14:textId="77777777" w:rsidR="00807EC0" w:rsidRPr="00D81F74" w:rsidRDefault="00807EC0" w:rsidP="00A071E5">
            <w:pPr>
              <w:pStyle w:val="NormalImeiPrezime"/>
              <w:rPr>
                <w:lang w:val="hu-HU"/>
              </w:rPr>
            </w:pPr>
          </w:p>
        </w:tc>
        <w:tc>
          <w:tcPr>
            <w:tcW w:w="3963" w:type="dxa"/>
          </w:tcPr>
          <w:p w14:paraId="5CBAFCDE" w14:textId="3425A87D" w:rsidR="00807EC0" w:rsidRPr="00D81F74" w:rsidRDefault="004C4117" w:rsidP="00A071E5">
            <w:pPr>
              <w:pStyle w:val="NormalImeiPrezime"/>
              <w:rPr>
                <w:szCs w:val="28"/>
                <w:lang w:val="hu-HU"/>
              </w:rPr>
            </w:pPr>
            <w:r>
              <w:rPr>
                <w:lang w:val="hu-HU"/>
              </w:rPr>
              <w:t xml:space="preserve">dr. </w:t>
            </w:r>
            <w:r w:rsidR="00F73FAA" w:rsidRPr="00316957">
              <w:rPr>
                <w:lang w:val="sr-Latn-RS"/>
              </w:rPr>
              <w:t xml:space="preserve">vezeték és </w:t>
            </w:r>
            <w:r w:rsidR="00F73FAA">
              <w:rPr>
                <w:lang w:val="sr-Latn-RS"/>
              </w:rPr>
              <w:t>UTÓ</w:t>
            </w:r>
            <w:r w:rsidR="00F73FAA" w:rsidRPr="00316957">
              <w:rPr>
                <w:lang w:val="sr-Latn-RS"/>
              </w:rPr>
              <w:t>név</w:t>
            </w:r>
          </w:p>
        </w:tc>
      </w:tr>
      <w:tr w:rsidR="00FD55D0" w:rsidRPr="00D81F74" w14:paraId="2C736A3B" w14:textId="77777777" w:rsidTr="00A071E5">
        <w:trPr>
          <w:cantSplit/>
          <w:trHeight w:hRule="exact" w:val="427"/>
        </w:trPr>
        <w:tc>
          <w:tcPr>
            <w:tcW w:w="4106" w:type="dxa"/>
          </w:tcPr>
          <w:p w14:paraId="58A83B29" w14:textId="0875F835" w:rsidR="00FD55D0" w:rsidRPr="00D81F74" w:rsidRDefault="00F73FAA" w:rsidP="00A071E5">
            <w:pPr>
              <w:pStyle w:val="NormalImeiPrezime"/>
              <w:spacing w:before="0"/>
              <w:rPr>
                <w:lang w:val="hu-HU"/>
              </w:rPr>
            </w:pPr>
            <w:r>
              <w:rPr>
                <w:lang w:val="sr-Latn-RS"/>
              </w:rPr>
              <w:t>leckekönyv</w:t>
            </w:r>
            <w:r w:rsidR="004C4117" w:rsidRPr="00316957">
              <w:rPr>
                <w:lang w:val="sr-Latn-RS"/>
              </w:rPr>
              <w:t xml:space="preserve"> SZÁM</w:t>
            </w:r>
            <w:r>
              <w:rPr>
                <w:lang w:val="sr-Latn-RS"/>
              </w:rPr>
              <w:t>a</w:t>
            </w:r>
          </w:p>
        </w:tc>
        <w:tc>
          <w:tcPr>
            <w:tcW w:w="1672" w:type="dxa"/>
          </w:tcPr>
          <w:p w14:paraId="48F267BD" w14:textId="77777777" w:rsidR="00FD55D0" w:rsidRPr="00D81F74" w:rsidRDefault="00FD55D0" w:rsidP="00A071E5">
            <w:pPr>
              <w:pStyle w:val="NormalImeiPrezime"/>
              <w:rPr>
                <w:lang w:val="hu-HU"/>
              </w:rPr>
            </w:pPr>
          </w:p>
        </w:tc>
        <w:tc>
          <w:tcPr>
            <w:tcW w:w="3963" w:type="dxa"/>
          </w:tcPr>
          <w:p w14:paraId="1682A151" w14:textId="77777777" w:rsidR="00FD55D0" w:rsidRPr="00D81F74" w:rsidRDefault="00FD55D0" w:rsidP="00A071E5">
            <w:pPr>
              <w:pStyle w:val="NormalImeiPrezime"/>
              <w:rPr>
                <w:lang w:val="hu-HU"/>
              </w:rPr>
            </w:pPr>
          </w:p>
        </w:tc>
      </w:tr>
      <w:tr w:rsidR="00807EC0" w:rsidRPr="00D81F74" w14:paraId="753827B8" w14:textId="77777777" w:rsidTr="00A071E5">
        <w:trPr>
          <w:cantSplit/>
          <w:trHeight w:hRule="exact" w:val="573"/>
        </w:trPr>
        <w:tc>
          <w:tcPr>
            <w:tcW w:w="4106" w:type="dxa"/>
            <w:vAlign w:val="center"/>
          </w:tcPr>
          <w:p w14:paraId="33A5FE45" w14:textId="77777777" w:rsidR="00807EC0" w:rsidRPr="00D81F74" w:rsidRDefault="00807EC0" w:rsidP="00A071E5">
            <w:pPr>
              <w:spacing w:line="240" w:lineRule="auto"/>
              <w:jc w:val="center"/>
              <w:rPr>
                <w:lang w:val="hu-HU"/>
              </w:rPr>
            </w:pPr>
          </w:p>
        </w:tc>
        <w:tc>
          <w:tcPr>
            <w:tcW w:w="1672" w:type="dxa"/>
            <w:vAlign w:val="center"/>
          </w:tcPr>
          <w:p w14:paraId="021877CF" w14:textId="58D14977" w:rsidR="00807EC0" w:rsidRPr="00D81F74" w:rsidRDefault="00807EC0" w:rsidP="00A071E5">
            <w:pPr>
              <w:spacing w:line="240" w:lineRule="auto"/>
              <w:jc w:val="center"/>
              <w:rPr>
                <w:lang w:val="hu-HU"/>
              </w:rPr>
            </w:pPr>
            <w:r w:rsidRPr="00D81F74">
              <w:rPr>
                <w:lang w:val="hu-HU"/>
              </w:rPr>
              <w:t>S</w:t>
            </w:r>
            <w:r w:rsidR="004C1E76">
              <w:rPr>
                <w:lang w:val="hu-HU"/>
              </w:rPr>
              <w:t>zabadka</w:t>
            </w:r>
            <w:r w:rsidRPr="00D81F74">
              <w:rPr>
                <w:lang w:val="hu-HU"/>
              </w:rPr>
              <w:t>,</w:t>
            </w:r>
            <w:r w:rsidR="004C1E76">
              <w:rPr>
                <w:lang w:val="hu-HU"/>
              </w:rPr>
              <w:t xml:space="preserve"> 2</w:t>
            </w:r>
            <w:r w:rsidRPr="00D81F74">
              <w:rPr>
                <w:lang w:val="hu-HU"/>
              </w:rPr>
              <w:t>0xx</w:t>
            </w:r>
          </w:p>
        </w:tc>
        <w:tc>
          <w:tcPr>
            <w:tcW w:w="3963" w:type="dxa"/>
            <w:vAlign w:val="center"/>
          </w:tcPr>
          <w:p w14:paraId="7FB8F266" w14:textId="77777777" w:rsidR="00807EC0" w:rsidRPr="00D81F74" w:rsidRDefault="00807EC0" w:rsidP="00A071E5">
            <w:pPr>
              <w:spacing w:line="240" w:lineRule="auto"/>
              <w:jc w:val="center"/>
              <w:rPr>
                <w:lang w:val="hu-HU"/>
              </w:rPr>
            </w:pPr>
          </w:p>
        </w:tc>
      </w:tr>
    </w:tbl>
    <w:p w14:paraId="65365AC3" w14:textId="77777777" w:rsidR="00B4474D" w:rsidRPr="00D81F74" w:rsidRDefault="00B4474D">
      <w:pPr>
        <w:spacing w:before="0" w:line="240" w:lineRule="auto"/>
        <w:jc w:val="left"/>
        <w:rPr>
          <w:rFonts w:ascii="Cambria" w:hAnsi="Cambria"/>
          <w:b/>
          <w:bCs/>
          <w:sz w:val="28"/>
          <w:szCs w:val="28"/>
          <w:lang w:val="hu-HU"/>
        </w:rPr>
      </w:pPr>
      <w:r w:rsidRPr="00D81F74">
        <w:rPr>
          <w:lang w:val="hu-HU"/>
        </w:rPr>
        <w:br w:type="page"/>
      </w:r>
    </w:p>
    <w:p w14:paraId="734C3841" w14:textId="174C1DF6" w:rsidR="00330BA0" w:rsidRPr="00D81F74" w:rsidRDefault="00D81F74" w:rsidP="00330BA0">
      <w:pPr>
        <w:pStyle w:val="Heading1nonumbering"/>
        <w:jc w:val="center"/>
        <w:rPr>
          <w:lang w:val="hu-HU"/>
        </w:rPr>
      </w:pPr>
      <w:bookmarkStart w:id="0" w:name="_Toc128137946"/>
      <w:bookmarkStart w:id="1" w:name="_Hlk126831045"/>
      <w:r w:rsidRPr="00D81F74">
        <w:rPr>
          <w:lang w:val="hu-HU"/>
        </w:rPr>
        <w:lastRenderedPageBreak/>
        <w:t>Hallgatói nyilatkozat</w:t>
      </w:r>
      <w:bookmarkEnd w:id="0"/>
    </w:p>
    <w:bookmarkEnd w:id="1"/>
    <w:p w14:paraId="4E170747" w14:textId="77777777" w:rsidR="00330BA0" w:rsidRPr="00D81F74" w:rsidRDefault="00330BA0" w:rsidP="00330BA0">
      <w:pPr>
        <w:spacing w:line="240" w:lineRule="auto"/>
        <w:rPr>
          <w:rFonts w:ascii="Cambria" w:hAnsi="Cambria"/>
          <w:lang w:val="hu-HU"/>
        </w:rPr>
      </w:pPr>
    </w:p>
    <w:p w14:paraId="647F1DC3" w14:textId="4BE1CD8A" w:rsidR="00E55C58" w:rsidRPr="00D81F74" w:rsidRDefault="00D81F74">
      <w:pPr>
        <w:rPr>
          <w:lang w:val="hu-HU"/>
        </w:rPr>
      </w:pPr>
      <w:r w:rsidRPr="00D81F74">
        <w:rPr>
          <w:lang w:val="hu-HU"/>
        </w:rPr>
        <w:t xml:space="preserve">Kijelentem, hogy </w:t>
      </w:r>
      <w:r w:rsidR="004C1E76">
        <w:rPr>
          <w:lang w:val="hu-HU"/>
        </w:rPr>
        <w:t>e</w:t>
      </w:r>
      <w:r w:rsidRPr="00D81F74">
        <w:rPr>
          <w:lang w:val="hu-HU"/>
        </w:rPr>
        <w:t xml:space="preserve"> </w:t>
      </w:r>
      <w:r w:rsidR="00A66BFC">
        <w:rPr>
          <w:lang w:val="hu-HU"/>
        </w:rPr>
        <w:t>diplomamunka</w:t>
      </w:r>
      <w:r w:rsidRPr="00D81F74">
        <w:rPr>
          <w:lang w:val="hu-HU"/>
        </w:rPr>
        <w:t xml:space="preserve"> saját munkám eredménye. A </w:t>
      </w:r>
      <w:r w:rsidR="00A66BFC">
        <w:rPr>
          <w:lang w:val="hu-HU"/>
        </w:rPr>
        <w:t>diplomamunka</w:t>
      </w:r>
      <w:r w:rsidRPr="00D81F74">
        <w:rPr>
          <w:lang w:val="hu-HU"/>
        </w:rPr>
        <w:t xml:space="preserve"> elkészítés</w:t>
      </w:r>
      <w:r w:rsidR="004C1E76">
        <w:rPr>
          <w:lang w:val="hu-HU"/>
        </w:rPr>
        <w:t>ekor</w:t>
      </w:r>
      <w:r w:rsidRPr="00D81F74">
        <w:rPr>
          <w:lang w:val="hu-HU"/>
        </w:rPr>
        <w:t xml:space="preserve"> felhasznált szakirodalomra és egyéb eszközökre </w:t>
      </w:r>
      <w:r w:rsidR="004C1E76">
        <w:rPr>
          <w:lang w:val="hu-HU"/>
        </w:rPr>
        <w:t>maradéktalanul</w:t>
      </w:r>
      <w:r w:rsidRPr="00D81F74">
        <w:rPr>
          <w:lang w:val="hu-HU"/>
        </w:rPr>
        <w:t xml:space="preserve"> hivatkoztam. A Szabadkai Műszaki Szakfőiskola a </w:t>
      </w:r>
      <w:r w:rsidR="00A66BFC">
        <w:rPr>
          <w:lang w:val="hu-HU"/>
        </w:rPr>
        <w:t>diplomamunkámban</w:t>
      </w:r>
      <w:r w:rsidRPr="00D81F74">
        <w:rPr>
          <w:lang w:val="hu-HU"/>
        </w:rPr>
        <w:t xml:space="preserve"> bemutatott eredménye</w:t>
      </w:r>
      <w:r w:rsidR="00F73FAA">
        <w:rPr>
          <w:lang w:val="hu-HU"/>
        </w:rPr>
        <w:t>imet,</w:t>
      </w:r>
      <w:r w:rsidRPr="00D81F74">
        <w:rPr>
          <w:lang w:val="hu-HU"/>
        </w:rPr>
        <w:t xml:space="preserve"> </w:t>
      </w:r>
      <w:r w:rsidR="00F73FAA" w:rsidRPr="00D81F74">
        <w:rPr>
          <w:lang w:val="hu-HU"/>
        </w:rPr>
        <w:t>igényei szerint</w:t>
      </w:r>
      <w:r w:rsidR="00F73FAA">
        <w:rPr>
          <w:lang w:val="hu-HU"/>
        </w:rPr>
        <w:t>,</w:t>
      </w:r>
      <w:r w:rsidR="00F73FAA" w:rsidRPr="00D81F74">
        <w:rPr>
          <w:lang w:val="hu-HU"/>
        </w:rPr>
        <w:t xml:space="preserve"> </w:t>
      </w:r>
      <w:r w:rsidRPr="00D81F74">
        <w:rPr>
          <w:lang w:val="hu-HU"/>
        </w:rPr>
        <w:t xml:space="preserve">szabadon </w:t>
      </w:r>
      <w:r w:rsidR="00997683">
        <w:rPr>
          <w:lang w:val="hu-HU"/>
        </w:rPr>
        <w:t xml:space="preserve">és térítésmentesen </w:t>
      </w:r>
      <w:r w:rsidRPr="00D81F74">
        <w:rPr>
          <w:lang w:val="hu-HU"/>
        </w:rPr>
        <w:t xml:space="preserve">felhasználhatja, szem előtt tartva az esetleges titkosításra vonatkozó megállapodást, amely ebben az esetben a </w:t>
      </w:r>
      <w:r w:rsidR="00A66BFC">
        <w:rPr>
          <w:lang w:val="hu-HU"/>
        </w:rPr>
        <w:t>diplomamunka</w:t>
      </w:r>
      <w:r w:rsidRPr="00D81F74">
        <w:rPr>
          <w:lang w:val="hu-HU"/>
        </w:rPr>
        <w:t xml:space="preserve"> részét képezi.</w:t>
      </w:r>
    </w:p>
    <w:p w14:paraId="7BA59C0D" w14:textId="3052DAAF" w:rsidR="00330BA0" w:rsidRPr="00D81F74" w:rsidRDefault="00330BA0" w:rsidP="00330BA0">
      <w:pPr>
        <w:rPr>
          <w:lang w:val="hu-HU"/>
        </w:rPr>
      </w:pPr>
    </w:p>
    <w:tbl>
      <w:tblPr>
        <w:tblStyle w:val="TableGrid"/>
        <w:tblW w:w="95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656"/>
        <w:gridCol w:w="970"/>
        <w:gridCol w:w="2051"/>
        <w:gridCol w:w="3157"/>
      </w:tblGrid>
      <w:tr w:rsidR="00D81F74" w:rsidRPr="00D81F74" w14:paraId="5EED2ABB" w14:textId="77777777" w:rsidTr="00997683">
        <w:tc>
          <w:tcPr>
            <w:tcW w:w="1668" w:type="dxa"/>
          </w:tcPr>
          <w:p w14:paraId="578640CF" w14:textId="19D14486" w:rsidR="00D81F74" w:rsidRPr="00D81F74" w:rsidRDefault="00D81F74" w:rsidP="00D87DD3">
            <w:pPr>
              <w:rPr>
                <w:lang w:val="hu-HU"/>
              </w:rPr>
            </w:pPr>
            <w:r w:rsidRPr="00D81F74">
              <w:rPr>
                <w:lang w:val="hu-HU"/>
              </w:rPr>
              <w:t>Szabadk</w:t>
            </w:r>
            <w:r w:rsidR="00997683">
              <w:rPr>
                <w:lang w:val="hu-HU"/>
              </w:rPr>
              <w:t>án,  kelt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54713045" w14:textId="77777777" w:rsidR="00D81F74" w:rsidRPr="00D81F74" w:rsidRDefault="00D81F74" w:rsidP="00D87DD3">
            <w:pPr>
              <w:rPr>
                <w:lang w:val="hu-HU"/>
              </w:rPr>
            </w:pPr>
          </w:p>
        </w:tc>
        <w:tc>
          <w:tcPr>
            <w:tcW w:w="970" w:type="dxa"/>
          </w:tcPr>
          <w:p w14:paraId="1555B690" w14:textId="77777777" w:rsidR="00D81F74" w:rsidRPr="00D81F74" w:rsidRDefault="00D81F74" w:rsidP="00D87DD3">
            <w:pPr>
              <w:rPr>
                <w:lang w:val="hu-HU"/>
              </w:rPr>
            </w:pPr>
          </w:p>
        </w:tc>
        <w:tc>
          <w:tcPr>
            <w:tcW w:w="2051" w:type="dxa"/>
          </w:tcPr>
          <w:p w14:paraId="14497095" w14:textId="77777777" w:rsidR="00D81F74" w:rsidRPr="00D81F74" w:rsidRDefault="00D81F74" w:rsidP="00D87DD3">
            <w:pPr>
              <w:rPr>
                <w:lang w:val="hu-HU"/>
              </w:rPr>
            </w:pPr>
          </w:p>
        </w:tc>
        <w:tc>
          <w:tcPr>
            <w:tcW w:w="3157" w:type="dxa"/>
            <w:tcBorders>
              <w:bottom w:val="single" w:sz="4" w:space="0" w:color="auto"/>
            </w:tcBorders>
          </w:tcPr>
          <w:p w14:paraId="6070B56E" w14:textId="77777777" w:rsidR="00D81F74" w:rsidRPr="00D81F74" w:rsidRDefault="00D81F74" w:rsidP="00D87DD3">
            <w:pPr>
              <w:rPr>
                <w:lang w:val="hu-HU"/>
              </w:rPr>
            </w:pPr>
          </w:p>
        </w:tc>
      </w:tr>
      <w:tr w:rsidR="00D81F74" w:rsidRPr="00D81F74" w14:paraId="2D494791" w14:textId="77777777" w:rsidTr="00997683">
        <w:tc>
          <w:tcPr>
            <w:tcW w:w="1668" w:type="dxa"/>
          </w:tcPr>
          <w:p w14:paraId="4B8D25BE" w14:textId="77777777" w:rsidR="00D81F74" w:rsidRPr="00D81F74" w:rsidRDefault="00D81F74" w:rsidP="00D87DD3">
            <w:pPr>
              <w:rPr>
                <w:lang w:val="hu-HU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0EDD3C0" w14:textId="77777777" w:rsidR="00D81F74" w:rsidRPr="00D81F74" w:rsidRDefault="00D81F74" w:rsidP="00D87DD3">
            <w:pPr>
              <w:rPr>
                <w:lang w:val="hu-HU"/>
              </w:rPr>
            </w:pPr>
          </w:p>
        </w:tc>
        <w:tc>
          <w:tcPr>
            <w:tcW w:w="970" w:type="dxa"/>
          </w:tcPr>
          <w:p w14:paraId="3EE12B8A" w14:textId="77777777" w:rsidR="00D81F74" w:rsidRPr="00D81F74" w:rsidRDefault="00D81F74" w:rsidP="00D87DD3">
            <w:pPr>
              <w:rPr>
                <w:lang w:val="hu-HU"/>
              </w:rPr>
            </w:pPr>
          </w:p>
        </w:tc>
        <w:tc>
          <w:tcPr>
            <w:tcW w:w="2051" w:type="dxa"/>
          </w:tcPr>
          <w:p w14:paraId="5F502F37" w14:textId="77777777" w:rsidR="00D81F74" w:rsidRPr="00D81F74" w:rsidRDefault="00D81F74" w:rsidP="00D87DD3">
            <w:pPr>
              <w:rPr>
                <w:lang w:val="hu-HU"/>
              </w:rPr>
            </w:pPr>
          </w:p>
        </w:tc>
        <w:tc>
          <w:tcPr>
            <w:tcW w:w="3157" w:type="dxa"/>
            <w:tcBorders>
              <w:top w:val="single" w:sz="4" w:space="0" w:color="auto"/>
            </w:tcBorders>
          </w:tcPr>
          <w:p w14:paraId="22302D5F" w14:textId="77777777" w:rsidR="00D81F74" w:rsidRPr="00D81F74" w:rsidRDefault="00D81F74" w:rsidP="00D87DD3">
            <w:pPr>
              <w:jc w:val="center"/>
              <w:rPr>
                <w:lang w:val="hu-HU"/>
              </w:rPr>
            </w:pPr>
            <w:r w:rsidRPr="00D81F74">
              <w:rPr>
                <w:rFonts w:cs="Calibri"/>
                <w:lang w:val="hu-HU"/>
              </w:rPr>
              <w:t>Hallgató aláírása</w:t>
            </w:r>
          </w:p>
        </w:tc>
      </w:tr>
    </w:tbl>
    <w:p w14:paraId="759C30CE" w14:textId="040948C0" w:rsidR="00D81F74" w:rsidRPr="00D81F74" w:rsidRDefault="00D81F74" w:rsidP="00330BA0">
      <w:pPr>
        <w:rPr>
          <w:lang w:val="hu-HU"/>
        </w:rPr>
      </w:pPr>
    </w:p>
    <w:p w14:paraId="11BF53F1" w14:textId="05263B98" w:rsidR="007C7B9B" w:rsidRPr="00D81F74" w:rsidRDefault="00D81F74" w:rsidP="007C7B9B">
      <w:pPr>
        <w:pStyle w:val="Heading1nonumbering"/>
        <w:rPr>
          <w:lang w:val="hu-HU"/>
        </w:rPr>
      </w:pPr>
      <w:bookmarkStart w:id="2" w:name="_Toc971811522"/>
      <w:bookmarkStart w:id="3" w:name="_Toc128137947"/>
      <w:r w:rsidRPr="00D81F74">
        <w:rPr>
          <w:lang w:val="hu-HU"/>
        </w:rPr>
        <w:lastRenderedPageBreak/>
        <w:t>Absztrakt</w:t>
      </w:r>
      <w:bookmarkEnd w:id="2"/>
      <w:bookmarkEnd w:id="3"/>
    </w:p>
    <w:p w14:paraId="7DA5F426" w14:textId="6B22819F" w:rsidR="00D81F74" w:rsidRPr="00D81F74" w:rsidRDefault="00D81F74" w:rsidP="00D81F74">
      <w:pPr>
        <w:rPr>
          <w:lang w:val="hu-HU"/>
        </w:rPr>
      </w:pPr>
      <w:r w:rsidRPr="00D81F74">
        <w:rPr>
          <w:lang w:val="hu-HU"/>
        </w:rPr>
        <w:t>Az absztrak</w:t>
      </w:r>
      <w:r w:rsidR="00F73FAA">
        <w:rPr>
          <w:lang w:val="hu-HU"/>
        </w:rPr>
        <w:t>t</w:t>
      </w:r>
      <w:r w:rsidRPr="00D81F74">
        <w:rPr>
          <w:lang w:val="hu-HU"/>
        </w:rPr>
        <w:t xml:space="preserve"> </w:t>
      </w:r>
      <w:r w:rsidR="00997683" w:rsidRPr="00D81F74">
        <w:rPr>
          <w:lang w:val="hu-HU"/>
        </w:rPr>
        <w:t xml:space="preserve">a </w:t>
      </w:r>
      <w:r w:rsidR="00A66BFC">
        <w:rPr>
          <w:lang w:val="hu-HU"/>
        </w:rPr>
        <w:t>diplomamunka</w:t>
      </w:r>
      <w:r w:rsidR="00997683" w:rsidRPr="00D81F74">
        <w:rPr>
          <w:lang w:val="hu-HU"/>
        </w:rPr>
        <w:t xml:space="preserve"> </w:t>
      </w:r>
      <w:r w:rsidR="00997683">
        <w:rPr>
          <w:lang w:val="hu-HU"/>
        </w:rPr>
        <w:t xml:space="preserve">megírásának </w:t>
      </w:r>
      <w:r w:rsidRPr="00D81F74">
        <w:rPr>
          <w:lang w:val="hu-HU"/>
        </w:rPr>
        <w:t>nyelv</w:t>
      </w:r>
      <w:r w:rsidR="00997683">
        <w:rPr>
          <w:lang w:val="hu-HU"/>
        </w:rPr>
        <w:t>én</w:t>
      </w:r>
      <w:r w:rsidRPr="00D81F74">
        <w:rPr>
          <w:lang w:val="hu-HU"/>
        </w:rPr>
        <w:t xml:space="preserve"> k</w:t>
      </w:r>
      <w:r w:rsidR="00F73FAA">
        <w:rPr>
          <w:lang w:val="hu-HU"/>
        </w:rPr>
        <w:t>észül</w:t>
      </w:r>
      <w:r w:rsidRPr="00D81F74">
        <w:rPr>
          <w:lang w:val="hu-HU"/>
        </w:rPr>
        <w:t>. Tartalmaznia kell minden fontos információt a munkával kapcsolatban: a feladat rövid leírását, a problémákat, a célokat, a dolgozat eredményeit és a következtetéseket</w:t>
      </w:r>
      <w:r w:rsidR="002669C5">
        <w:rPr>
          <w:lang w:val="hu-HU"/>
        </w:rPr>
        <w:t>,</w:t>
      </w:r>
      <w:r w:rsidRPr="00D81F74">
        <w:rPr>
          <w:lang w:val="hu-HU"/>
        </w:rPr>
        <w:t xml:space="preserve"> annak érdekében, hogy az olvasó megértse a dolgozat lényegét. Javasolt a szenvedő igealak használata, pl. „megcsinálták”, „megmutatták”. Az absztrakt terjedelme legfeljebb 100-200 szó. A kulcsszavak az absztrakt végén</w:t>
      </w:r>
      <w:r w:rsidR="00E95BE6">
        <w:rPr>
          <w:lang w:val="hu-HU"/>
        </w:rPr>
        <w:t>,</w:t>
      </w:r>
      <w:r w:rsidRPr="00D81F74">
        <w:rPr>
          <w:lang w:val="hu-HU"/>
        </w:rPr>
        <w:t xml:space="preserve"> külön bekezdésben </w:t>
      </w:r>
      <w:r w:rsidR="002669C5">
        <w:rPr>
          <w:lang w:val="hu-HU"/>
        </w:rPr>
        <w:t>kerülnek felsorolásra</w:t>
      </w:r>
      <w:r w:rsidRPr="00D81F74">
        <w:rPr>
          <w:lang w:val="hu-HU"/>
        </w:rPr>
        <w:t>.</w:t>
      </w:r>
    </w:p>
    <w:p w14:paraId="3BF25DAC" w14:textId="62944F43" w:rsidR="00E45101" w:rsidRPr="00D81F74" w:rsidRDefault="00D81F74" w:rsidP="00D81F74">
      <w:pPr>
        <w:rPr>
          <w:color w:val="000000" w:themeColor="text1"/>
          <w:lang w:val="hu-HU"/>
        </w:rPr>
      </w:pPr>
      <w:r w:rsidRPr="00D81F74">
        <w:rPr>
          <w:lang w:val="hu-HU"/>
        </w:rPr>
        <w:t xml:space="preserve">Kulcsszavak: </w:t>
      </w:r>
      <w:r w:rsidRPr="002669C5">
        <w:rPr>
          <w:i/>
          <w:iCs/>
          <w:lang w:val="hu-HU"/>
        </w:rPr>
        <w:t>soroljon fel 3-5 kulcsszót ábécé sorrendben</w:t>
      </w:r>
    </w:p>
    <w:p w14:paraId="778F0C8D" w14:textId="45E18644" w:rsidR="001F58DC" w:rsidRPr="00D81F74" w:rsidRDefault="001F58DC" w:rsidP="007C7B9B">
      <w:pPr>
        <w:rPr>
          <w:lang w:val="hu-HU"/>
        </w:rPr>
      </w:pPr>
    </w:p>
    <w:p w14:paraId="5669008F" w14:textId="29713914" w:rsidR="005815DA" w:rsidRPr="00D81F74" w:rsidRDefault="00D81F74" w:rsidP="0098767A">
      <w:pPr>
        <w:pStyle w:val="Heading1nonumbering"/>
        <w:rPr>
          <w:lang w:val="hu-HU"/>
        </w:rPr>
      </w:pPr>
      <w:bookmarkStart w:id="4" w:name="_Toc738811267"/>
      <w:bookmarkStart w:id="5" w:name="_Toc128137948"/>
      <w:r w:rsidRPr="00072298">
        <w:rPr>
          <w:lang w:val="sr-Latn-RS"/>
        </w:rPr>
        <w:lastRenderedPageBreak/>
        <w:t>Tartalom</w:t>
      </w:r>
      <w:bookmarkEnd w:id="4"/>
      <w:bookmarkEnd w:id="5"/>
    </w:p>
    <w:p w14:paraId="255DE919" w14:textId="2D95901B" w:rsidR="009E3138" w:rsidRDefault="00A44768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r w:rsidRPr="00D81F74">
        <w:rPr>
          <w:lang w:val="hu-HU"/>
        </w:rPr>
        <w:fldChar w:fldCharType="begin"/>
      </w:r>
      <w:r w:rsidR="00D20442" w:rsidRPr="00D81F74">
        <w:rPr>
          <w:lang w:val="hu-HU"/>
        </w:rPr>
        <w:instrText xml:space="preserve"> TOC \o "1-3" \h \z \u </w:instrText>
      </w:r>
      <w:r w:rsidRPr="00D81F74">
        <w:rPr>
          <w:lang w:val="hu-HU"/>
        </w:rPr>
        <w:fldChar w:fldCharType="separate"/>
      </w:r>
      <w:hyperlink w:anchor="_Toc128137946" w:history="1">
        <w:r w:rsidR="009E3138" w:rsidRPr="007F5C25">
          <w:rPr>
            <w:rStyle w:val="Hyperlink"/>
            <w:noProof/>
            <w:lang w:val="hu-HU"/>
          </w:rPr>
          <w:t>Hallgatói nyilatkozat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_Toc128137946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2</w:t>
        </w:r>
        <w:r w:rsidR="009E3138">
          <w:rPr>
            <w:noProof/>
            <w:webHidden/>
          </w:rPr>
          <w:fldChar w:fldCharType="end"/>
        </w:r>
      </w:hyperlink>
    </w:p>
    <w:p w14:paraId="1EC43B73" w14:textId="2AF84815" w:rsidR="009E3138" w:rsidRDefault="00000000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47" w:history="1">
        <w:r w:rsidR="009E3138" w:rsidRPr="007F5C25">
          <w:rPr>
            <w:rStyle w:val="Hyperlink"/>
            <w:noProof/>
            <w:lang w:val="hu-HU"/>
          </w:rPr>
          <w:t>Absztrakt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_Toc128137947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3</w:t>
        </w:r>
        <w:r w:rsidR="009E3138">
          <w:rPr>
            <w:noProof/>
            <w:webHidden/>
          </w:rPr>
          <w:fldChar w:fldCharType="end"/>
        </w:r>
      </w:hyperlink>
    </w:p>
    <w:p w14:paraId="69297CAC" w14:textId="0FB91119" w:rsidR="009E3138" w:rsidRDefault="00000000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48" w:history="1">
        <w:r w:rsidR="009E3138" w:rsidRPr="007F5C25">
          <w:rPr>
            <w:rStyle w:val="Hyperlink"/>
            <w:noProof/>
            <w:lang w:val="sr-Latn-RS"/>
          </w:rPr>
          <w:t>Tartalom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_Toc128137948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4</w:t>
        </w:r>
        <w:r w:rsidR="009E3138">
          <w:rPr>
            <w:noProof/>
            <w:webHidden/>
          </w:rPr>
          <w:fldChar w:fldCharType="end"/>
        </w:r>
      </w:hyperlink>
    </w:p>
    <w:p w14:paraId="77A0C0C7" w14:textId="0D699A04" w:rsidR="009E3138" w:rsidRDefault="00000000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49" w:history="1">
        <w:r w:rsidR="009E3138" w:rsidRPr="007F5C25">
          <w:rPr>
            <w:rStyle w:val="Hyperlink"/>
            <w:noProof/>
            <w:lang w:val="sr-Latn-RS"/>
          </w:rPr>
          <w:t>Jelmagyarázat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_Toc128137949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5</w:t>
        </w:r>
        <w:r w:rsidR="009E3138">
          <w:rPr>
            <w:noProof/>
            <w:webHidden/>
          </w:rPr>
          <w:fldChar w:fldCharType="end"/>
        </w:r>
      </w:hyperlink>
    </w:p>
    <w:p w14:paraId="6D107A84" w14:textId="4E647110" w:rsidR="009E3138" w:rsidRDefault="00000000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50" w:history="1">
        <w:r w:rsidR="009E3138" w:rsidRPr="007F5C25">
          <w:rPr>
            <w:rStyle w:val="Hyperlink"/>
            <w:noProof/>
            <w:lang w:val="hu-HU"/>
          </w:rPr>
          <w:t>Köszönetnyilvánítás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_Toc128137950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6</w:t>
        </w:r>
        <w:r w:rsidR="009E3138">
          <w:rPr>
            <w:noProof/>
            <w:webHidden/>
          </w:rPr>
          <w:fldChar w:fldCharType="end"/>
        </w:r>
      </w:hyperlink>
    </w:p>
    <w:p w14:paraId="2C390D45" w14:textId="3539C104" w:rsidR="009E3138" w:rsidRDefault="00000000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51" w:history="1">
        <w:r w:rsidR="009E3138" w:rsidRPr="007F5C25">
          <w:rPr>
            <w:rStyle w:val="Hyperlink"/>
            <w:noProof/>
            <w:lang w:val="hu-HU"/>
          </w:rPr>
          <w:t>A diplomamunka témája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_Toc128137951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7</w:t>
        </w:r>
        <w:r w:rsidR="009E3138">
          <w:rPr>
            <w:noProof/>
            <w:webHidden/>
          </w:rPr>
          <w:fldChar w:fldCharType="end"/>
        </w:r>
      </w:hyperlink>
    </w:p>
    <w:p w14:paraId="23BED886" w14:textId="58197EFD" w:rsidR="009E3138" w:rsidRDefault="00000000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52" w:history="1">
        <w:r w:rsidR="009E3138" w:rsidRPr="007F5C25">
          <w:rPr>
            <w:rStyle w:val="Hyperlink"/>
            <w:noProof/>
            <w:lang w:val="hu-HU"/>
          </w:rPr>
          <w:t>1.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Bevezető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_Toc128137952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8</w:t>
        </w:r>
        <w:r w:rsidR="009E3138">
          <w:rPr>
            <w:noProof/>
            <w:webHidden/>
          </w:rPr>
          <w:fldChar w:fldCharType="end"/>
        </w:r>
      </w:hyperlink>
    </w:p>
    <w:p w14:paraId="6B8558F4" w14:textId="0933F2C8" w:rsidR="009E3138" w:rsidRDefault="00000000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53" w:history="1">
        <w:r w:rsidR="009E3138" w:rsidRPr="007F5C25">
          <w:rPr>
            <w:rStyle w:val="Hyperlink"/>
            <w:noProof/>
            <w:lang w:val="hu-HU"/>
          </w:rPr>
          <w:t>1.1.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A probléma leírása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_Toc128137953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9</w:t>
        </w:r>
        <w:r w:rsidR="009E3138">
          <w:rPr>
            <w:noProof/>
            <w:webHidden/>
          </w:rPr>
          <w:fldChar w:fldCharType="end"/>
        </w:r>
      </w:hyperlink>
    </w:p>
    <w:p w14:paraId="75B28565" w14:textId="72D7CDA3" w:rsidR="009E3138" w:rsidRDefault="00000000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54" w:history="1">
        <w:r w:rsidR="009E3138" w:rsidRPr="007F5C25">
          <w:rPr>
            <w:rStyle w:val="Hyperlink"/>
            <w:noProof/>
            <w:lang w:val="hu-HU"/>
          </w:rPr>
          <w:t>1.2.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A diplomamunka céljai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_Toc128137954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9</w:t>
        </w:r>
        <w:r w:rsidR="009E3138">
          <w:rPr>
            <w:noProof/>
            <w:webHidden/>
          </w:rPr>
          <w:fldChar w:fldCharType="end"/>
        </w:r>
      </w:hyperlink>
    </w:p>
    <w:p w14:paraId="5CB45E2A" w14:textId="7719A3B3" w:rsidR="009E3138" w:rsidRDefault="00000000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55" w:history="1">
        <w:r w:rsidR="009E3138" w:rsidRPr="007F5C25">
          <w:rPr>
            <w:rStyle w:val="Hyperlink"/>
            <w:noProof/>
            <w:lang w:val="hu-HU"/>
          </w:rPr>
          <w:t>2.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Szakirodalmi áttekintés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_Toc128137955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10</w:t>
        </w:r>
        <w:r w:rsidR="009E3138">
          <w:rPr>
            <w:noProof/>
            <w:webHidden/>
          </w:rPr>
          <w:fldChar w:fldCharType="end"/>
        </w:r>
      </w:hyperlink>
    </w:p>
    <w:p w14:paraId="0E8D4F72" w14:textId="6FD8A548" w:rsidR="009E3138" w:rsidRDefault="00000000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56" w:history="1">
        <w:r w:rsidR="009E3138" w:rsidRPr="007F5C25">
          <w:rPr>
            <w:rStyle w:val="Hyperlink"/>
            <w:noProof/>
            <w:lang w:val="hu-HU"/>
          </w:rPr>
          <w:t>2.1.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rFonts w:eastAsia="Cambria" w:cs="Cambria"/>
            <w:noProof/>
            <w:lang w:val="sr-Latn-RS"/>
          </w:rPr>
          <w:t>Irodalmi hivatkozás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_Toc128137956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10</w:t>
        </w:r>
        <w:r w:rsidR="009E3138">
          <w:rPr>
            <w:noProof/>
            <w:webHidden/>
          </w:rPr>
          <w:fldChar w:fldCharType="end"/>
        </w:r>
      </w:hyperlink>
    </w:p>
    <w:p w14:paraId="5E2D8840" w14:textId="5988A007" w:rsidR="009E3138" w:rsidRDefault="00000000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57" w:history="1">
        <w:r w:rsidR="009E3138" w:rsidRPr="007F5C25">
          <w:rPr>
            <w:rStyle w:val="Hyperlink"/>
            <w:noProof/>
            <w:lang w:val="hu-HU"/>
          </w:rPr>
          <w:t>3.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Problémamegoldás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_Toc128137957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12</w:t>
        </w:r>
        <w:r w:rsidR="009E3138">
          <w:rPr>
            <w:noProof/>
            <w:webHidden/>
          </w:rPr>
          <w:fldChar w:fldCharType="end"/>
        </w:r>
      </w:hyperlink>
    </w:p>
    <w:p w14:paraId="13D0F62A" w14:textId="08EB5833" w:rsidR="009E3138" w:rsidRDefault="00000000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58" w:history="1">
        <w:r w:rsidR="009E3138" w:rsidRPr="007F5C25">
          <w:rPr>
            <w:rStyle w:val="Hyperlink"/>
            <w:noProof/>
            <w:lang w:val="hu-HU"/>
          </w:rPr>
          <w:t>3.1.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Magyarázat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_Toc128137958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12</w:t>
        </w:r>
        <w:r w:rsidR="009E3138">
          <w:rPr>
            <w:noProof/>
            <w:webHidden/>
          </w:rPr>
          <w:fldChar w:fldCharType="end"/>
        </w:r>
      </w:hyperlink>
    </w:p>
    <w:p w14:paraId="528066D9" w14:textId="618E4D86" w:rsidR="009E3138" w:rsidRDefault="00000000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59" w:history="1">
        <w:r w:rsidR="009E3138" w:rsidRPr="007F5C25">
          <w:rPr>
            <w:rStyle w:val="Hyperlink"/>
            <w:noProof/>
            <w:lang w:val="hu-HU"/>
          </w:rPr>
          <w:t>3.1.1.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Általános magyarázat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_Toc128137959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12</w:t>
        </w:r>
        <w:r w:rsidR="009E3138">
          <w:rPr>
            <w:noProof/>
            <w:webHidden/>
          </w:rPr>
          <w:fldChar w:fldCharType="end"/>
        </w:r>
      </w:hyperlink>
    </w:p>
    <w:p w14:paraId="22F67883" w14:textId="73CDCD2F" w:rsidR="009E3138" w:rsidRDefault="00000000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60" w:history="1">
        <w:r w:rsidR="009E3138" w:rsidRPr="007F5C25">
          <w:rPr>
            <w:rStyle w:val="Hyperlink"/>
            <w:noProof/>
            <w:lang w:val="hu-HU"/>
          </w:rPr>
          <w:t>3.1.2.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Lábjegyzetek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_Toc128137960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12</w:t>
        </w:r>
        <w:r w:rsidR="009E3138">
          <w:rPr>
            <w:noProof/>
            <w:webHidden/>
          </w:rPr>
          <w:fldChar w:fldCharType="end"/>
        </w:r>
      </w:hyperlink>
    </w:p>
    <w:p w14:paraId="6479FFB9" w14:textId="39DF55C0" w:rsidR="009E3138" w:rsidRDefault="00000000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61" w:history="1">
        <w:r w:rsidR="009E3138" w:rsidRPr="007F5C25">
          <w:rPr>
            <w:rStyle w:val="Hyperlink"/>
            <w:noProof/>
            <w:lang w:val="hu-HU"/>
          </w:rPr>
          <w:t>3.1.3.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Ábrák és grafikonok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_Toc128137961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12</w:t>
        </w:r>
        <w:r w:rsidR="009E3138">
          <w:rPr>
            <w:noProof/>
            <w:webHidden/>
          </w:rPr>
          <w:fldChar w:fldCharType="end"/>
        </w:r>
      </w:hyperlink>
    </w:p>
    <w:p w14:paraId="375436A5" w14:textId="651385B9" w:rsidR="009E3138" w:rsidRDefault="00000000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62" w:history="1">
        <w:r w:rsidR="009E3138" w:rsidRPr="007F5C25">
          <w:rPr>
            <w:rStyle w:val="Hyperlink"/>
            <w:noProof/>
            <w:lang w:val="hu-HU"/>
          </w:rPr>
          <w:t>3.1.4.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Táblázatok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_Toc128137962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13</w:t>
        </w:r>
        <w:r w:rsidR="009E3138">
          <w:rPr>
            <w:noProof/>
            <w:webHidden/>
          </w:rPr>
          <w:fldChar w:fldCharType="end"/>
        </w:r>
      </w:hyperlink>
    </w:p>
    <w:p w14:paraId="34C13AFF" w14:textId="012ABAA1" w:rsidR="009E3138" w:rsidRDefault="00000000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63" w:history="1">
        <w:r w:rsidR="009E3138" w:rsidRPr="007F5C25">
          <w:rPr>
            <w:rStyle w:val="Hyperlink"/>
            <w:noProof/>
            <w:lang w:val="hu-HU"/>
          </w:rPr>
          <w:t>3.1.5.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Egyenletek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_Toc128137963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13</w:t>
        </w:r>
        <w:r w:rsidR="009E3138">
          <w:rPr>
            <w:noProof/>
            <w:webHidden/>
          </w:rPr>
          <w:fldChar w:fldCharType="end"/>
        </w:r>
      </w:hyperlink>
    </w:p>
    <w:p w14:paraId="7401276B" w14:textId="2824C48A" w:rsidR="009E3138" w:rsidRDefault="00000000">
      <w:pPr>
        <w:pStyle w:val="TOC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64" w:history="1">
        <w:r w:rsidR="009E3138" w:rsidRPr="007F5C25">
          <w:rPr>
            <w:rStyle w:val="Hyperlink"/>
            <w:noProof/>
            <w:lang w:val="hu-HU"/>
          </w:rPr>
          <w:t>3.1.6.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Programkód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_Toc128137964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13</w:t>
        </w:r>
        <w:r w:rsidR="009E3138">
          <w:rPr>
            <w:noProof/>
            <w:webHidden/>
          </w:rPr>
          <w:fldChar w:fldCharType="end"/>
        </w:r>
      </w:hyperlink>
    </w:p>
    <w:p w14:paraId="6B522B74" w14:textId="520DFE64" w:rsidR="009E3138" w:rsidRDefault="00000000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65" w:history="1">
        <w:r w:rsidR="009E3138" w:rsidRPr="007F5C25">
          <w:rPr>
            <w:rStyle w:val="Hyperlink"/>
            <w:noProof/>
            <w:lang w:val="hu-HU"/>
          </w:rPr>
          <w:t>4.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Összegzés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_Toc128137965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14</w:t>
        </w:r>
        <w:r w:rsidR="009E3138">
          <w:rPr>
            <w:noProof/>
            <w:webHidden/>
          </w:rPr>
          <w:fldChar w:fldCharType="end"/>
        </w:r>
      </w:hyperlink>
    </w:p>
    <w:p w14:paraId="4A59FD72" w14:textId="5CD4C87E" w:rsidR="009E3138" w:rsidRDefault="00000000">
      <w:pPr>
        <w:pStyle w:val="TOC1"/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66" w:history="1">
        <w:r w:rsidR="009E3138" w:rsidRPr="007F5C25">
          <w:rPr>
            <w:rStyle w:val="Hyperlink"/>
            <w:noProof/>
            <w:lang w:val="hu-HU"/>
          </w:rPr>
          <w:t>Irodalom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_Toc128137966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15</w:t>
        </w:r>
        <w:r w:rsidR="009E3138">
          <w:rPr>
            <w:noProof/>
            <w:webHidden/>
          </w:rPr>
          <w:fldChar w:fldCharType="end"/>
        </w:r>
      </w:hyperlink>
    </w:p>
    <w:p w14:paraId="795CE570" w14:textId="628D1D02" w:rsidR="009E3138" w:rsidRDefault="00000000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67" w:history="1">
        <w:r w:rsidR="009E3138" w:rsidRPr="007F5C25">
          <w:rPr>
            <w:rStyle w:val="Hyperlink"/>
            <w:noProof/>
            <w:lang w:val="hu-HU"/>
          </w:rPr>
          <w:t>5.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Mellékletek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_Toc128137967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16</w:t>
        </w:r>
        <w:r w:rsidR="009E3138">
          <w:rPr>
            <w:noProof/>
            <w:webHidden/>
          </w:rPr>
          <w:fldChar w:fldCharType="end"/>
        </w:r>
      </w:hyperlink>
    </w:p>
    <w:p w14:paraId="7BDAF085" w14:textId="19CFA527" w:rsidR="009E3138" w:rsidRDefault="00000000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68" w:history="1">
        <w:r w:rsidR="009E3138" w:rsidRPr="007F5C25">
          <w:rPr>
            <w:rStyle w:val="Hyperlink"/>
            <w:noProof/>
            <w:lang w:val="hu-HU"/>
          </w:rPr>
          <w:t>5.1.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Nyomtatott mellékletek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_Toc128137968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16</w:t>
        </w:r>
        <w:r w:rsidR="009E3138">
          <w:rPr>
            <w:noProof/>
            <w:webHidden/>
          </w:rPr>
          <w:fldChar w:fldCharType="end"/>
        </w:r>
      </w:hyperlink>
    </w:p>
    <w:p w14:paraId="194A21D1" w14:textId="6117ECAD" w:rsidR="009E3138" w:rsidRDefault="00000000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lang w:val="en-US" w:bidi="ar-SA"/>
        </w:rPr>
      </w:pPr>
      <w:hyperlink w:anchor="_Toc128137969" w:history="1">
        <w:r w:rsidR="009E3138" w:rsidRPr="007F5C25">
          <w:rPr>
            <w:rStyle w:val="Hyperlink"/>
            <w:noProof/>
            <w:lang w:val="hu-HU"/>
          </w:rPr>
          <w:t>5.2.</w:t>
        </w:r>
        <w:r w:rsidR="009E3138">
          <w:rPr>
            <w:rFonts w:asciiTheme="minorHAnsi" w:eastAsiaTheme="minorEastAsia" w:hAnsiTheme="minorHAnsi" w:cstheme="minorBidi"/>
            <w:noProof/>
            <w:lang w:val="en-US" w:bidi="ar-SA"/>
          </w:rPr>
          <w:tab/>
        </w:r>
        <w:r w:rsidR="009E3138" w:rsidRPr="007F5C25">
          <w:rPr>
            <w:rStyle w:val="Hyperlink"/>
            <w:noProof/>
            <w:lang w:val="hu-HU"/>
          </w:rPr>
          <w:t>Elektronikus mellékletek</w:t>
        </w:r>
        <w:r w:rsidR="009E3138">
          <w:rPr>
            <w:noProof/>
            <w:webHidden/>
          </w:rPr>
          <w:tab/>
        </w:r>
        <w:r w:rsidR="009E3138">
          <w:rPr>
            <w:noProof/>
            <w:webHidden/>
          </w:rPr>
          <w:fldChar w:fldCharType="begin"/>
        </w:r>
        <w:r w:rsidR="009E3138">
          <w:rPr>
            <w:noProof/>
            <w:webHidden/>
          </w:rPr>
          <w:instrText xml:space="preserve"> PAGEREF _Toc128137969 \h </w:instrText>
        </w:r>
        <w:r w:rsidR="009E3138">
          <w:rPr>
            <w:noProof/>
            <w:webHidden/>
          </w:rPr>
        </w:r>
        <w:r w:rsidR="009E3138">
          <w:rPr>
            <w:noProof/>
            <w:webHidden/>
          </w:rPr>
          <w:fldChar w:fldCharType="separate"/>
        </w:r>
        <w:r w:rsidR="00E94BB3">
          <w:rPr>
            <w:noProof/>
            <w:webHidden/>
          </w:rPr>
          <w:t>16</w:t>
        </w:r>
        <w:r w:rsidR="009E3138">
          <w:rPr>
            <w:noProof/>
            <w:webHidden/>
          </w:rPr>
          <w:fldChar w:fldCharType="end"/>
        </w:r>
      </w:hyperlink>
    </w:p>
    <w:p w14:paraId="3E61E875" w14:textId="4C00205F" w:rsidR="00D20442" w:rsidRPr="00D81F74" w:rsidRDefault="00A44768" w:rsidP="009D38E6">
      <w:pPr>
        <w:pStyle w:val="TOC1"/>
        <w:rPr>
          <w:lang w:val="hu-HU"/>
        </w:rPr>
      </w:pPr>
      <w:r w:rsidRPr="00D81F74">
        <w:rPr>
          <w:lang w:val="hu-HU"/>
        </w:rPr>
        <w:fldChar w:fldCharType="end"/>
      </w:r>
    </w:p>
    <w:p w14:paraId="4D1FB4AF" w14:textId="51F707A7" w:rsidR="0098767A" w:rsidRPr="00D81F74" w:rsidRDefault="00D81F74" w:rsidP="00D20442">
      <w:pPr>
        <w:pStyle w:val="Heading1nonumbering"/>
        <w:rPr>
          <w:lang w:val="hu-HU"/>
        </w:rPr>
      </w:pPr>
      <w:bookmarkStart w:id="6" w:name="_Toc128137949"/>
      <w:proofErr w:type="spellStart"/>
      <w:r w:rsidRPr="00072298">
        <w:rPr>
          <w:lang w:val="sr-Latn-RS"/>
        </w:rPr>
        <w:lastRenderedPageBreak/>
        <w:t>Jelmagyarázat</w:t>
      </w:r>
      <w:bookmarkEnd w:id="6"/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265427" w14:paraId="303AE31C" w14:textId="77777777" w:rsidTr="00265427">
        <w:tc>
          <w:tcPr>
            <w:tcW w:w="2376" w:type="dxa"/>
            <w:vAlign w:val="center"/>
          </w:tcPr>
          <w:p w14:paraId="355976C3" w14:textId="2A1ADFCC" w:rsidR="00265427" w:rsidRPr="00265427" w:rsidRDefault="00265427" w:rsidP="00265427">
            <w:pPr>
              <w:tabs>
                <w:tab w:val="left" w:pos="1073"/>
              </w:tabs>
              <w:spacing w:line="240" w:lineRule="auto"/>
              <w:jc w:val="left"/>
              <w:rPr>
                <w:lang w:val="hu-HU"/>
              </w:rPr>
            </w:pPr>
            <w:r w:rsidRPr="00265427">
              <w:rPr>
                <w:b/>
                <w:lang w:val="hu-HU"/>
              </w:rPr>
              <w:t>Jel/Rövidítés</w:t>
            </w:r>
          </w:p>
        </w:tc>
        <w:tc>
          <w:tcPr>
            <w:tcW w:w="7478" w:type="dxa"/>
            <w:vAlign w:val="center"/>
          </w:tcPr>
          <w:p w14:paraId="442DE870" w14:textId="25533A39" w:rsidR="00265427" w:rsidRPr="00265427" w:rsidRDefault="003F5668" w:rsidP="00265427">
            <w:pPr>
              <w:tabs>
                <w:tab w:val="left" w:pos="1073"/>
              </w:tabs>
              <w:spacing w:line="240" w:lineRule="auto"/>
              <w:jc w:val="left"/>
              <w:rPr>
                <w:b/>
                <w:lang w:val="hu-HU"/>
              </w:rPr>
            </w:pPr>
            <w:r>
              <w:rPr>
                <w:b/>
                <w:lang w:val="hu-HU"/>
              </w:rPr>
              <w:t>Értelmezés</w:t>
            </w:r>
          </w:p>
        </w:tc>
      </w:tr>
      <w:tr w:rsidR="00265427" w14:paraId="133E5024" w14:textId="77777777" w:rsidTr="00265427">
        <w:tc>
          <w:tcPr>
            <w:tcW w:w="2376" w:type="dxa"/>
            <w:vAlign w:val="center"/>
          </w:tcPr>
          <w:p w14:paraId="60F6CE61" w14:textId="77777777" w:rsidR="00265427" w:rsidRPr="00265427" w:rsidRDefault="00265427" w:rsidP="00265427">
            <w:pPr>
              <w:tabs>
                <w:tab w:val="left" w:pos="1073"/>
              </w:tabs>
              <w:spacing w:line="240" w:lineRule="auto"/>
              <w:rPr>
                <w:lang w:val="hu-HU"/>
              </w:rPr>
            </w:pPr>
            <w:r w:rsidRPr="00265427">
              <w:rPr>
                <w:lang w:val="hu-HU"/>
              </w:rPr>
              <w:t>CAD</w:t>
            </w:r>
          </w:p>
        </w:tc>
        <w:tc>
          <w:tcPr>
            <w:tcW w:w="7478" w:type="dxa"/>
            <w:vAlign w:val="center"/>
          </w:tcPr>
          <w:p w14:paraId="7758583F" w14:textId="6CAC6EA0" w:rsidR="00265427" w:rsidRPr="00265427" w:rsidRDefault="00265427" w:rsidP="00265427">
            <w:pPr>
              <w:tabs>
                <w:tab w:val="left" w:pos="1073"/>
              </w:tabs>
              <w:spacing w:line="240" w:lineRule="auto"/>
              <w:rPr>
                <w:lang w:val="hu-HU"/>
              </w:rPr>
            </w:pPr>
            <w:r w:rsidRPr="00265427">
              <w:rPr>
                <w:lang w:val="hu-HU"/>
              </w:rPr>
              <w:t xml:space="preserve">Számítógéppel </w:t>
            </w:r>
            <w:r w:rsidR="00850784">
              <w:rPr>
                <w:lang w:val="hu-HU"/>
              </w:rPr>
              <w:t>támogatott</w:t>
            </w:r>
            <w:r w:rsidRPr="00265427">
              <w:rPr>
                <w:lang w:val="hu-HU"/>
              </w:rPr>
              <w:t xml:space="preserve"> tervezés (angolul: Computer-aided design)</w:t>
            </w:r>
          </w:p>
        </w:tc>
      </w:tr>
      <w:tr w:rsidR="00265427" w14:paraId="3CBCC14F" w14:textId="77777777" w:rsidTr="00265427">
        <w:tc>
          <w:tcPr>
            <w:tcW w:w="2376" w:type="dxa"/>
            <w:vAlign w:val="center"/>
          </w:tcPr>
          <w:p w14:paraId="5895343E" w14:textId="77777777" w:rsidR="00265427" w:rsidRPr="00265427" w:rsidRDefault="00265427" w:rsidP="00265427">
            <w:pPr>
              <w:tabs>
                <w:tab w:val="left" w:pos="1073"/>
              </w:tabs>
              <w:spacing w:line="240" w:lineRule="auto"/>
              <w:rPr>
                <w:lang w:val="hu-HU"/>
              </w:rPr>
            </w:pPr>
            <w:r w:rsidRPr="00265427">
              <w:rPr>
                <w:lang w:val="hu-HU"/>
              </w:rPr>
              <w:t>IoT</w:t>
            </w:r>
          </w:p>
        </w:tc>
        <w:tc>
          <w:tcPr>
            <w:tcW w:w="7478" w:type="dxa"/>
            <w:vAlign w:val="center"/>
          </w:tcPr>
          <w:p w14:paraId="6F020D15" w14:textId="77777777" w:rsidR="00265427" w:rsidRPr="00265427" w:rsidRDefault="00265427" w:rsidP="00265427">
            <w:pPr>
              <w:tabs>
                <w:tab w:val="left" w:pos="1073"/>
              </w:tabs>
              <w:spacing w:line="240" w:lineRule="auto"/>
              <w:rPr>
                <w:lang w:val="hu-HU"/>
              </w:rPr>
            </w:pPr>
            <w:r w:rsidRPr="00265427">
              <w:rPr>
                <w:lang w:val="hu-HU"/>
              </w:rPr>
              <w:t>Dolgok internetje (angolul: Internet of Things)</w:t>
            </w:r>
          </w:p>
        </w:tc>
      </w:tr>
      <w:tr w:rsidR="000F111B" w14:paraId="781B7591" w14:textId="77777777" w:rsidTr="00265427">
        <w:tc>
          <w:tcPr>
            <w:tcW w:w="2376" w:type="dxa"/>
            <w:vAlign w:val="center"/>
          </w:tcPr>
          <w:p w14:paraId="5A471C52" w14:textId="71FA6394" w:rsidR="000F111B" w:rsidRPr="00265427" w:rsidRDefault="000F111B" w:rsidP="00265427">
            <w:pPr>
              <w:tabs>
                <w:tab w:val="left" w:pos="1073"/>
              </w:tabs>
              <w:spacing w:line="240" w:lineRule="auto"/>
              <w:rPr>
                <w:lang w:val="hu-HU"/>
              </w:rPr>
            </w:pPr>
            <w:r w:rsidRPr="00265427">
              <w:rPr>
                <w:lang w:val="hu-HU"/>
              </w:rPr>
              <w:t>VHF</w:t>
            </w:r>
          </w:p>
        </w:tc>
        <w:tc>
          <w:tcPr>
            <w:tcW w:w="7478" w:type="dxa"/>
            <w:vAlign w:val="center"/>
          </w:tcPr>
          <w:p w14:paraId="75166B33" w14:textId="4B5D0926" w:rsidR="000F111B" w:rsidRPr="00265427" w:rsidRDefault="000F111B" w:rsidP="00265427">
            <w:pPr>
              <w:tabs>
                <w:tab w:val="left" w:pos="1073"/>
              </w:tabs>
              <w:spacing w:line="240" w:lineRule="auto"/>
              <w:rPr>
                <w:lang w:val="hu-HU"/>
              </w:rPr>
            </w:pPr>
            <w:r w:rsidRPr="00265427">
              <w:rPr>
                <w:lang w:val="hu-HU"/>
              </w:rPr>
              <w:t>Nagyon magas frekvencia (angolul: Very High Frequency)</w:t>
            </w:r>
          </w:p>
        </w:tc>
      </w:tr>
    </w:tbl>
    <w:p w14:paraId="0D7D8C3A" w14:textId="48B89C88" w:rsidR="00C51F07" w:rsidRDefault="00C51F07" w:rsidP="00C51F07">
      <w:pPr>
        <w:rPr>
          <w:lang w:val="hu-HU"/>
        </w:rPr>
      </w:pPr>
    </w:p>
    <w:p w14:paraId="4097C1ED" w14:textId="38DD5B07" w:rsidR="00C51F07" w:rsidRPr="00D81F74" w:rsidRDefault="00265427" w:rsidP="00576986">
      <w:pPr>
        <w:tabs>
          <w:tab w:val="left" w:pos="3165"/>
        </w:tabs>
        <w:rPr>
          <w:lang w:val="hu-HU"/>
        </w:rPr>
      </w:pPr>
      <w:bookmarkStart w:id="7" w:name="_Toc1957160936"/>
      <w:r w:rsidRPr="31F28929">
        <w:rPr>
          <w:rFonts w:eastAsia="Calibri" w:cs="Calibri"/>
          <w:color w:val="000000" w:themeColor="text1"/>
          <w:lang w:val="hu-HU"/>
        </w:rPr>
        <w:t xml:space="preserve">Ebben a részben fel kell sorolni </w:t>
      </w:r>
      <w:r w:rsidR="00850784">
        <w:rPr>
          <w:rFonts w:eastAsia="Calibri" w:cs="Calibri"/>
          <w:color w:val="000000" w:themeColor="text1"/>
          <w:lang w:val="hu-HU"/>
        </w:rPr>
        <w:t>mindazon</w:t>
      </w:r>
      <w:r w:rsidRPr="31F28929">
        <w:rPr>
          <w:rFonts w:eastAsia="Calibri" w:cs="Calibri"/>
          <w:color w:val="000000" w:themeColor="text1"/>
          <w:lang w:val="hu-HU"/>
        </w:rPr>
        <w:t xml:space="preserve"> </w:t>
      </w:r>
      <w:r w:rsidR="00E95BE6">
        <w:rPr>
          <w:rFonts w:eastAsia="Calibri" w:cs="Calibri"/>
          <w:color w:val="000000" w:themeColor="text1"/>
          <w:lang w:val="hu-HU"/>
        </w:rPr>
        <w:t>jele</w:t>
      </w:r>
      <w:r w:rsidR="003F5668">
        <w:rPr>
          <w:rFonts w:eastAsia="Calibri" w:cs="Calibri"/>
          <w:color w:val="000000" w:themeColor="text1"/>
          <w:lang w:val="hu-HU"/>
        </w:rPr>
        <w:t>ke</w:t>
      </w:r>
      <w:r w:rsidRPr="31F28929">
        <w:rPr>
          <w:rFonts w:eastAsia="Calibri" w:cs="Calibri"/>
          <w:color w:val="000000" w:themeColor="text1"/>
          <w:lang w:val="hu-HU"/>
        </w:rPr>
        <w:t>t</w:t>
      </w:r>
      <w:r w:rsidR="00E95BE6">
        <w:rPr>
          <w:rFonts w:eastAsia="Calibri" w:cs="Calibri"/>
          <w:color w:val="000000" w:themeColor="text1"/>
          <w:lang w:val="hu-HU"/>
        </w:rPr>
        <w:t>/rövidítéseket</w:t>
      </w:r>
      <w:r w:rsidRPr="31F28929">
        <w:rPr>
          <w:rFonts w:eastAsia="Calibri" w:cs="Calibri"/>
          <w:color w:val="000000" w:themeColor="text1"/>
          <w:lang w:val="hu-HU"/>
        </w:rPr>
        <w:t>, melyek</w:t>
      </w:r>
      <w:r w:rsidR="00E95BE6">
        <w:rPr>
          <w:rFonts w:eastAsia="Calibri" w:cs="Calibri"/>
          <w:color w:val="000000" w:themeColor="text1"/>
          <w:lang w:val="hu-HU"/>
        </w:rPr>
        <w:t xml:space="preserve"> felbukkannak a </w:t>
      </w:r>
      <w:r w:rsidR="00A66BFC">
        <w:rPr>
          <w:rFonts w:eastAsia="Calibri" w:cs="Calibri"/>
          <w:color w:val="000000" w:themeColor="text1"/>
          <w:lang w:val="hu-HU"/>
        </w:rPr>
        <w:t>diplomamunk</w:t>
      </w:r>
      <w:r w:rsidR="00674FA7">
        <w:rPr>
          <w:rFonts w:eastAsia="Calibri" w:cs="Calibri"/>
          <w:color w:val="000000" w:themeColor="text1"/>
          <w:lang w:val="hu-HU"/>
        </w:rPr>
        <w:t>á</w:t>
      </w:r>
      <w:r w:rsidRPr="31F28929">
        <w:rPr>
          <w:rFonts w:eastAsia="Calibri" w:cs="Calibri"/>
          <w:color w:val="000000" w:themeColor="text1"/>
          <w:lang w:val="hu-HU"/>
        </w:rPr>
        <w:t xml:space="preserve">ban, amint az a </w:t>
      </w:r>
      <w:r w:rsidR="003F5668">
        <w:rPr>
          <w:rFonts w:eastAsia="Calibri" w:cs="Calibri"/>
          <w:color w:val="000000" w:themeColor="text1"/>
          <w:lang w:val="hu-HU"/>
        </w:rPr>
        <w:t xml:space="preserve">fenti </w:t>
      </w:r>
      <w:r w:rsidRPr="31F28929">
        <w:rPr>
          <w:rFonts w:eastAsia="Calibri" w:cs="Calibri"/>
          <w:color w:val="000000" w:themeColor="text1"/>
          <w:lang w:val="hu-HU"/>
        </w:rPr>
        <w:t xml:space="preserve">példában is látható. A </w:t>
      </w:r>
      <w:r w:rsidR="003F5668">
        <w:rPr>
          <w:rFonts w:eastAsia="Calibri" w:cs="Calibri"/>
          <w:color w:val="000000" w:themeColor="text1"/>
          <w:lang w:val="hu-HU"/>
        </w:rPr>
        <w:t>jelek/</w:t>
      </w:r>
      <w:r w:rsidRPr="31F28929">
        <w:rPr>
          <w:rFonts w:eastAsia="Calibri" w:cs="Calibri"/>
          <w:color w:val="000000" w:themeColor="text1"/>
          <w:lang w:val="hu-HU"/>
        </w:rPr>
        <w:t>rövidítések listája táblázat</w:t>
      </w:r>
      <w:r w:rsidR="003F5668">
        <w:rPr>
          <w:rFonts w:eastAsia="Calibri" w:cs="Calibri"/>
          <w:color w:val="000000" w:themeColor="text1"/>
          <w:lang w:val="hu-HU"/>
        </w:rPr>
        <w:t>i</w:t>
      </w:r>
      <w:r w:rsidRPr="31F28929">
        <w:rPr>
          <w:rFonts w:eastAsia="Calibri" w:cs="Calibri"/>
          <w:color w:val="000000" w:themeColor="text1"/>
          <w:lang w:val="hu-HU"/>
        </w:rPr>
        <w:t xml:space="preserve"> formában </w:t>
      </w:r>
      <w:r w:rsidR="003F5668">
        <w:rPr>
          <w:rFonts w:eastAsia="Calibri" w:cs="Calibri"/>
          <w:color w:val="000000" w:themeColor="text1"/>
          <w:lang w:val="hu-HU"/>
        </w:rPr>
        <w:t>jelenik meg</w:t>
      </w:r>
      <w:r w:rsidRPr="31F28929">
        <w:rPr>
          <w:rFonts w:eastAsia="Calibri" w:cs="Calibri"/>
          <w:color w:val="000000" w:themeColor="text1"/>
          <w:lang w:val="hu-HU"/>
        </w:rPr>
        <w:t xml:space="preserve">, </w:t>
      </w:r>
      <w:r w:rsidR="003F5668">
        <w:rPr>
          <w:rFonts w:eastAsia="Calibri" w:cs="Calibri"/>
          <w:color w:val="000000" w:themeColor="text1"/>
          <w:lang w:val="hu-HU"/>
        </w:rPr>
        <w:t xml:space="preserve">tehát a </w:t>
      </w:r>
      <w:r w:rsidRPr="31F28929">
        <w:rPr>
          <w:rFonts w:eastAsia="Calibri" w:cs="Calibri"/>
          <w:color w:val="000000" w:themeColor="text1"/>
          <w:lang w:val="hu-HU"/>
        </w:rPr>
        <w:t xml:space="preserve">következő </w:t>
      </w:r>
      <w:r w:rsidR="003F5668">
        <w:rPr>
          <w:rFonts w:eastAsia="Calibri" w:cs="Calibri"/>
          <w:color w:val="000000" w:themeColor="text1"/>
          <w:lang w:val="hu-HU"/>
        </w:rPr>
        <w:t xml:space="preserve">jel/rövidítés </w:t>
      </w:r>
      <w:r w:rsidRPr="31F28929">
        <w:rPr>
          <w:rFonts w:eastAsia="Calibri" w:cs="Calibri"/>
          <w:color w:val="000000" w:themeColor="text1"/>
          <w:lang w:val="hu-HU"/>
        </w:rPr>
        <w:t>a táblázat következő sorába kerül, vagyis a</w:t>
      </w:r>
      <w:r w:rsidR="003F5668">
        <w:rPr>
          <w:rFonts w:eastAsia="Calibri" w:cs="Calibri"/>
          <w:color w:val="000000" w:themeColor="text1"/>
          <w:lang w:val="hu-HU"/>
        </w:rPr>
        <w:t xml:space="preserve"> billentyűzeten a</w:t>
      </w:r>
      <w:r w:rsidRPr="31F28929">
        <w:rPr>
          <w:rFonts w:eastAsia="Calibri" w:cs="Calibri"/>
          <w:color w:val="000000" w:themeColor="text1"/>
          <w:lang w:val="hu-HU"/>
        </w:rPr>
        <w:t xml:space="preserve"> </w:t>
      </w:r>
      <w:r w:rsidR="007A767D">
        <w:rPr>
          <w:rFonts w:eastAsia="Calibri" w:cs="Calibri"/>
          <w:color w:val="000000" w:themeColor="text1"/>
          <w:lang w:val="hu-HU"/>
        </w:rPr>
        <w:t>„</w:t>
      </w:r>
      <w:r w:rsidRPr="31F28929">
        <w:rPr>
          <w:rFonts w:eastAsia="Calibri" w:cs="Calibri"/>
          <w:color w:val="000000" w:themeColor="text1"/>
          <w:lang w:val="hu-HU"/>
        </w:rPr>
        <w:t xml:space="preserve">Tab" </w:t>
      </w:r>
      <w:r w:rsidR="003F5668">
        <w:rPr>
          <w:rFonts w:eastAsia="Calibri" w:cs="Calibri"/>
          <w:color w:val="000000" w:themeColor="text1"/>
          <w:lang w:val="hu-HU"/>
        </w:rPr>
        <w:t xml:space="preserve">billentyűt kell </w:t>
      </w:r>
      <w:r w:rsidR="005F7B7A">
        <w:rPr>
          <w:rFonts w:eastAsia="Calibri" w:cs="Calibri"/>
          <w:color w:val="000000" w:themeColor="text1"/>
          <w:lang w:val="hu-HU"/>
        </w:rPr>
        <w:t>lenyomni.</w:t>
      </w:r>
      <w:bookmarkEnd w:id="7"/>
    </w:p>
    <w:p w14:paraId="2D8D8604" w14:textId="620BA8F7" w:rsidR="007C7B9B" w:rsidRPr="00D81F74" w:rsidRDefault="00265427" w:rsidP="007C7B9B">
      <w:pPr>
        <w:pStyle w:val="Heading1nonumbering"/>
        <w:rPr>
          <w:lang w:val="hu-HU"/>
        </w:rPr>
      </w:pPr>
      <w:bookmarkStart w:id="8" w:name="_Toc1832879073"/>
      <w:bookmarkStart w:id="9" w:name="_Toc128137950"/>
      <w:r w:rsidRPr="31F28929">
        <w:rPr>
          <w:lang w:val="hu-HU"/>
        </w:rPr>
        <w:lastRenderedPageBreak/>
        <w:t>Köszönetnyilvánítás</w:t>
      </w:r>
      <w:bookmarkEnd w:id="8"/>
      <w:bookmarkEnd w:id="9"/>
    </w:p>
    <w:p w14:paraId="4A970198" w14:textId="058E70C7" w:rsidR="00265427" w:rsidRPr="00D8287F" w:rsidRDefault="00265427" w:rsidP="00265427">
      <w:pPr>
        <w:rPr>
          <w:lang w:val="hu-HU"/>
        </w:rPr>
      </w:pPr>
      <w:r>
        <w:rPr>
          <w:lang w:val="hu-HU"/>
        </w:rPr>
        <w:t xml:space="preserve">Ez a fejezet </w:t>
      </w:r>
      <w:r w:rsidR="005F7B7A">
        <w:rPr>
          <w:lang w:val="hu-HU"/>
        </w:rPr>
        <w:t>személyes megjegyzéseket tartalmaz (köszönetnyilvánítások és hasonlók).</w:t>
      </w:r>
      <w:r>
        <w:rPr>
          <w:lang w:val="hu-HU"/>
        </w:rPr>
        <w:t xml:space="preserve"> </w:t>
      </w:r>
      <w:r w:rsidR="005F7B7A">
        <w:rPr>
          <w:lang w:val="hu-HU"/>
        </w:rPr>
        <w:t>T</w:t>
      </w:r>
      <w:r>
        <w:rPr>
          <w:lang w:val="hu-HU"/>
        </w:rPr>
        <w:t xml:space="preserve">erjedelme legfeljebb 100 szó. </w:t>
      </w:r>
      <w:r w:rsidR="005F7B7A">
        <w:rPr>
          <w:lang w:val="hu-HU"/>
        </w:rPr>
        <w:t>Nem kötelező jellegű, tehát kihagyható.</w:t>
      </w:r>
    </w:p>
    <w:p w14:paraId="2AF62BF4" w14:textId="77777777" w:rsidR="006B540A" w:rsidRPr="00D81F74" w:rsidRDefault="006B540A" w:rsidP="007C7B9B">
      <w:pPr>
        <w:tabs>
          <w:tab w:val="left" w:pos="1073"/>
        </w:tabs>
        <w:rPr>
          <w:lang w:val="hu-HU"/>
        </w:rPr>
      </w:pPr>
    </w:p>
    <w:p w14:paraId="23FCFB41" w14:textId="3B90BD10" w:rsidR="005815DA" w:rsidRPr="00D81F74" w:rsidRDefault="00265427" w:rsidP="00FB07CA">
      <w:pPr>
        <w:pStyle w:val="Heading1nonumbering"/>
        <w:rPr>
          <w:lang w:val="hu-HU"/>
        </w:rPr>
      </w:pPr>
      <w:bookmarkStart w:id="10" w:name="_Toc1499162434"/>
      <w:bookmarkStart w:id="11" w:name="_Toc128137951"/>
      <w:r w:rsidRPr="31F28929">
        <w:rPr>
          <w:lang w:val="hu-HU"/>
        </w:rPr>
        <w:lastRenderedPageBreak/>
        <w:t xml:space="preserve">A </w:t>
      </w:r>
      <w:r w:rsidR="00A66BFC">
        <w:rPr>
          <w:lang w:val="hu-HU"/>
        </w:rPr>
        <w:t>diplomamunka</w:t>
      </w:r>
      <w:r w:rsidRPr="31F28929">
        <w:rPr>
          <w:lang w:val="hu-HU"/>
        </w:rPr>
        <w:t xml:space="preserve"> témája</w:t>
      </w:r>
      <w:bookmarkEnd w:id="10"/>
      <w:bookmarkEnd w:id="11"/>
    </w:p>
    <w:p w14:paraId="0068B17F" w14:textId="5BBF96C6" w:rsidR="00265427" w:rsidRPr="00F63430" w:rsidRDefault="00265427" w:rsidP="00265427">
      <w:pPr>
        <w:tabs>
          <w:tab w:val="left" w:pos="1073"/>
        </w:tabs>
        <w:rPr>
          <w:lang w:val="hu-HU"/>
        </w:rPr>
      </w:pPr>
      <w:r w:rsidRPr="0BD99F41">
        <w:rPr>
          <w:lang w:val="hu-HU"/>
        </w:rPr>
        <w:t xml:space="preserve">A </w:t>
      </w:r>
      <w:r w:rsidR="00A66BFC">
        <w:rPr>
          <w:lang w:val="hu-HU"/>
        </w:rPr>
        <w:t>diplomamunk</w:t>
      </w:r>
      <w:r w:rsidR="00674FA7">
        <w:rPr>
          <w:lang w:val="hu-HU"/>
        </w:rPr>
        <w:t>á</w:t>
      </w:r>
      <w:r w:rsidRPr="0BD99F41">
        <w:rPr>
          <w:lang w:val="hu-HU"/>
        </w:rPr>
        <w:t>nak ez</w:t>
      </w:r>
      <w:r w:rsidR="005F7B7A">
        <w:rPr>
          <w:lang w:val="hu-HU"/>
        </w:rPr>
        <w:t>en</w:t>
      </w:r>
      <w:r w:rsidRPr="0BD99F41">
        <w:rPr>
          <w:lang w:val="hu-HU"/>
        </w:rPr>
        <w:t xml:space="preserve"> részét a mentor határozza meg</w:t>
      </w:r>
      <w:r w:rsidR="005F7B7A">
        <w:rPr>
          <w:lang w:val="hu-HU"/>
        </w:rPr>
        <w:t>,</w:t>
      </w:r>
      <w:r w:rsidR="00522418">
        <w:rPr>
          <w:lang w:val="hu-HU"/>
        </w:rPr>
        <w:t xml:space="preserve"> és tartalmazza </w:t>
      </w:r>
      <w:r w:rsidRPr="0BD99F41">
        <w:rPr>
          <w:lang w:val="hu-HU"/>
        </w:rPr>
        <w:t>a probléma rövid leírását</w:t>
      </w:r>
      <w:r w:rsidR="00522418">
        <w:rPr>
          <w:lang w:val="hu-HU"/>
        </w:rPr>
        <w:t xml:space="preserve">, valamint a </w:t>
      </w:r>
      <w:r w:rsidRPr="0BD99F41">
        <w:rPr>
          <w:lang w:val="hu-HU"/>
        </w:rPr>
        <w:t>várható eredményeket. A várható eredmény</w:t>
      </w:r>
      <w:r w:rsidR="00522418">
        <w:rPr>
          <w:lang w:val="hu-HU"/>
        </w:rPr>
        <w:t>ek</w:t>
      </w:r>
      <w:r w:rsidRPr="0BD99F41">
        <w:rPr>
          <w:lang w:val="hu-HU"/>
        </w:rPr>
        <w:t xml:space="preserve"> kötelezően </w:t>
      </w:r>
      <w:r w:rsidR="00522418">
        <w:rPr>
          <w:lang w:val="hu-HU"/>
        </w:rPr>
        <w:t>önálló</w:t>
      </w:r>
      <w:r w:rsidRPr="0BD99F41">
        <w:rPr>
          <w:lang w:val="hu-HU"/>
        </w:rPr>
        <w:t xml:space="preserve"> megoldás</w:t>
      </w:r>
      <w:r w:rsidR="00580524">
        <w:rPr>
          <w:lang w:val="hu-HU"/>
        </w:rPr>
        <w:t>okat tükrözhetnek</w:t>
      </w:r>
      <w:r w:rsidR="00522418">
        <w:rPr>
          <w:lang w:val="hu-HU"/>
        </w:rPr>
        <w:t xml:space="preserve">, </w:t>
      </w:r>
      <w:r w:rsidR="00580524">
        <w:rPr>
          <w:lang w:val="hu-HU"/>
        </w:rPr>
        <w:t xml:space="preserve">és nem lehetnek </w:t>
      </w:r>
      <w:r w:rsidR="00522418">
        <w:rPr>
          <w:lang w:val="hu-HU"/>
        </w:rPr>
        <w:t>csupán létező</w:t>
      </w:r>
      <w:r w:rsidR="00580524">
        <w:rPr>
          <w:lang w:val="hu-HU"/>
        </w:rPr>
        <w:t xml:space="preserve"> megoldások</w:t>
      </w:r>
      <w:r w:rsidR="00522418">
        <w:rPr>
          <w:lang w:val="hu-HU"/>
        </w:rPr>
        <w:t xml:space="preserve"> átirata</w:t>
      </w:r>
      <w:r w:rsidR="00580524">
        <w:rPr>
          <w:lang w:val="hu-HU"/>
        </w:rPr>
        <w:t>i</w:t>
      </w:r>
      <w:r w:rsidR="00522418">
        <w:rPr>
          <w:lang w:val="hu-HU"/>
        </w:rPr>
        <w:t xml:space="preserve"> </w:t>
      </w:r>
      <w:r w:rsidR="00580524">
        <w:rPr>
          <w:lang w:val="hu-HU"/>
        </w:rPr>
        <w:t>és/</w:t>
      </w:r>
      <w:r w:rsidR="00522418">
        <w:rPr>
          <w:lang w:val="hu-HU"/>
        </w:rPr>
        <w:t>vagy elemzése</w:t>
      </w:r>
      <w:r w:rsidR="00580524">
        <w:rPr>
          <w:lang w:val="hu-HU"/>
        </w:rPr>
        <w:t>i</w:t>
      </w:r>
      <w:r w:rsidRPr="0BD99F41">
        <w:rPr>
          <w:lang w:val="hu-HU"/>
        </w:rPr>
        <w:t>.</w:t>
      </w:r>
      <w:r w:rsidR="00580524">
        <w:rPr>
          <w:lang w:val="hu-HU"/>
        </w:rPr>
        <w:t xml:space="preserve"> </w:t>
      </w:r>
    </w:p>
    <w:p w14:paraId="14ADCFDB" w14:textId="35410AB6" w:rsidR="005815DA" w:rsidRPr="00D81F74" w:rsidRDefault="002F6401" w:rsidP="00FB07CA">
      <w:pPr>
        <w:pStyle w:val="Heading1"/>
        <w:rPr>
          <w:lang w:val="hu-HU"/>
        </w:rPr>
      </w:pPr>
      <w:bookmarkStart w:id="12" w:name="_Toc387113988"/>
      <w:bookmarkStart w:id="13" w:name="_Toc128137952"/>
      <w:r w:rsidRPr="31F28929">
        <w:rPr>
          <w:lang w:val="hu-HU"/>
        </w:rPr>
        <w:lastRenderedPageBreak/>
        <w:t>Bevezető</w:t>
      </w:r>
      <w:bookmarkEnd w:id="12"/>
      <w:bookmarkEnd w:id="13"/>
    </w:p>
    <w:p w14:paraId="493831B0" w14:textId="4F3A8DF8" w:rsidR="002F6401" w:rsidRDefault="002F6401" w:rsidP="002F6401">
      <w:pPr>
        <w:rPr>
          <w:lang w:val="hu-HU" w:bidi="ar-SA"/>
        </w:rPr>
      </w:pPr>
      <w:r w:rsidRPr="0BD99F41">
        <w:rPr>
          <w:lang w:val="hu-HU" w:bidi="ar-SA"/>
        </w:rPr>
        <w:t>Ez a</w:t>
      </w:r>
      <w:r w:rsidR="00E95BE6">
        <w:rPr>
          <w:lang w:val="hu-HU" w:bidi="ar-SA"/>
        </w:rPr>
        <w:t>z utasítás</w:t>
      </w:r>
      <w:r w:rsidRPr="0BD99F41">
        <w:rPr>
          <w:lang w:val="hu-HU" w:bidi="ar-SA"/>
        </w:rPr>
        <w:t xml:space="preserve"> a</w:t>
      </w:r>
      <w:r w:rsidR="00AD6B85">
        <w:rPr>
          <w:lang w:val="hu-HU" w:bidi="ar-SA"/>
        </w:rPr>
        <w:t>bban a formá</w:t>
      </w:r>
      <w:r w:rsidR="00E95BE6">
        <w:rPr>
          <w:lang w:val="hu-HU" w:bidi="ar-SA"/>
        </w:rPr>
        <w:t>tum</w:t>
      </w:r>
      <w:r w:rsidR="00AD6B85">
        <w:rPr>
          <w:lang w:val="hu-HU" w:bidi="ar-SA"/>
        </w:rPr>
        <w:t>ban</w:t>
      </w:r>
      <w:r w:rsidR="00CB567F">
        <w:rPr>
          <w:lang w:val="hu-HU" w:bidi="ar-SA"/>
        </w:rPr>
        <w:t xml:space="preserve"> készült, amiben a </w:t>
      </w:r>
      <w:r w:rsidR="00A66BFC">
        <w:rPr>
          <w:lang w:val="hu-HU" w:bidi="ar-SA"/>
        </w:rPr>
        <w:t>diplomamunk</w:t>
      </w:r>
      <w:r w:rsidR="00674FA7">
        <w:rPr>
          <w:lang w:val="hu-HU" w:bidi="ar-SA"/>
        </w:rPr>
        <w:t>á</w:t>
      </w:r>
      <w:r w:rsidR="00CB567F">
        <w:rPr>
          <w:lang w:val="hu-HU" w:bidi="ar-SA"/>
        </w:rPr>
        <w:t>nak készülnie kell.</w:t>
      </w:r>
      <w:r w:rsidRPr="0BD99F41">
        <w:rPr>
          <w:lang w:val="hu-HU" w:bidi="ar-SA"/>
        </w:rPr>
        <w:t xml:space="preserve"> </w:t>
      </w:r>
      <w:r w:rsidR="00CB567F">
        <w:rPr>
          <w:lang w:val="hu-HU" w:bidi="ar-SA"/>
        </w:rPr>
        <w:t xml:space="preserve">Ebben már be </w:t>
      </w:r>
      <w:r w:rsidRPr="0BD99F41">
        <w:rPr>
          <w:lang w:val="hu-HU" w:bidi="ar-SA"/>
        </w:rPr>
        <w:t>vannak épít</w:t>
      </w:r>
      <w:r w:rsidR="00CB567F">
        <w:rPr>
          <w:lang w:val="hu-HU" w:bidi="ar-SA"/>
        </w:rPr>
        <w:t xml:space="preserve">ve a </w:t>
      </w:r>
      <w:r w:rsidR="00A66BFC">
        <w:rPr>
          <w:lang w:val="hu-HU" w:bidi="ar-SA"/>
        </w:rPr>
        <w:t>diplomamunk</w:t>
      </w:r>
      <w:r w:rsidR="00674FA7">
        <w:rPr>
          <w:lang w:val="hu-HU" w:bidi="ar-SA"/>
        </w:rPr>
        <w:t>á</w:t>
      </w:r>
      <w:r w:rsidR="00CB567F">
        <w:rPr>
          <w:lang w:val="hu-HU" w:bidi="ar-SA"/>
        </w:rPr>
        <w:t xml:space="preserve">ban használatos </w:t>
      </w:r>
      <w:r w:rsidRPr="0BD99F41">
        <w:rPr>
          <w:lang w:val="hu-HU" w:bidi="ar-SA"/>
        </w:rPr>
        <w:t xml:space="preserve">stílusok, </w:t>
      </w:r>
      <w:r w:rsidR="00E95BE6">
        <w:rPr>
          <w:lang w:val="hu-HU" w:bidi="ar-SA"/>
        </w:rPr>
        <w:t>ezért</w:t>
      </w:r>
      <w:r w:rsidR="00CB567F">
        <w:rPr>
          <w:lang w:val="hu-HU" w:bidi="ar-SA"/>
        </w:rPr>
        <w:t xml:space="preserve"> javasolt</w:t>
      </w:r>
      <w:r w:rsidR="00E95BE6">
        <w:rPr>
          <w:lang w:val="hu-HU" w:bidi="ar-SA"/>
        </w:rPr>
        <w:t xml:space="preserve"> erről</w:t>
      </w:r>
      <w:r w:rsidR="00CB567F">
        <w:rPr>
          <w:lang w:val="hu-HU" w:bidi="ar-SA"/>
        </w:rPr>
        <w:t xml:space="preserve"> egy </w:t>
      </w:r>
      <w:r w:rsidRPr="0BD99F41">
        <w:rPr>
          <w:lang w:val="hu-HU" w:bidi="ar-SA"/>
        </w:rPr>
        <w:t xml:space="preserve">másolatot készíteni, és a </w:t>
      </w:r>
      <w:r w:rsidR="00CB567F">
        <w:rPr>
          <w:lang w:val="hu-HU" w:bidi="ar-SA"/>
        </w:rPr>
        <w:t>dolgozat</w:t>
      </w:r>
      <w:r w:rsidR="00E95BE6">
        <w:rPr>
          <w:lang w:val="hu-HU" w:bidi="ar-SA"/>
        </w:rPr>
        <w:t>o</w:t>
      </w:r>
      <w:r w:rsidR="00CB567F">
        <w:rPr>
          <w:lang w:val="hu-HU" w:bidi="ar-SA"/>
        </w:rPr>
        <w:t xml:space="preserve">t </w:t>
      </w:r>
      <w:r w:rsidRPr="0BD99F41">
        <w:rPr>
          <w:lang w:val="hu-HU" w:bidi="ar-SA"/>
        </w:rPr>
        <w:t xml:space="preserve">közvetlenül abba </w:t>
      </w:r>
      <w:r w:rsidR="00CB567F">
        <w:rPr>
          <w:lang w:val="hu-HU" w:bidi="ar-SA"/>
        </w:rPr>
        <w:t>írni</w:t>
      </w:r>
      <w:r w:rsidRPr="0BD99F41">
        <w:rPr>
          <w:lang w:val="hu-HU" w:bidi="ar-SA"/>
        </w:rPr>
        <w:t xml:space="preserve">. </w:t>
      </w:r>
    </w:p>
    <w:p w14:paraId="0BD6F732" w14:textId="7C2D2D51" w:rsidR="002F6401" w:rsidRDefault="002F6401" w:rsidP="002F6401">
      <w:pPr>
        <w:rPr>
          <w:lang w:val="hu-HU" w:bidi="ar-SA"/>
        </w:rPr>
      </w:pPr>
      <w:r w:rsidRPr="0BD99F41">
        <w:rPr>
          <w:lang w:val="hu-HU" w:bidi="ar-SA"/>
        </w:rPr>
        <w:t xml:space="preserve">A </w:t>
      </w:r>
      <w:r w:rsidR="00A66BFC">
        <w:rPr>
          <w:lang w:val="hu-HU" w:bidi="ar-SA"/>
        </w:rPr>
        <w:t>diplomamunka</w:t>
      </w:r>
      <w:r w:rsidRPr="0BD99F41">
        <w:rPr>
          <w:lang w:val="hu-HU" w:bidi="ar-SA"/>
        </w:rPr>
        <w:t xml:space="preserve"> szövege kizárólag latin betűkkel írható, </w:t>
      </w:r>
      <w:r w:rsidR="00E95BE6">
        <w:rPr>
          <w:lang w:val="hu-HU" w:bidi="ar-SA"/>
        </w:rPr>
        <w:t>ez az utasítás</w:t>
      </w:r>
      <w:r w:rsidRPr="0BD99F41">
        <w:rPr>
          <w:lang w:val="hu-HU" w:bidi="ar-SA"/>
        </w:rPr>
        <w:t xml:space="preserve"> pedig megtalálható a </w:t>
      </w:r>
      <w:r w:rsidR="00E95BE6">
        <w:rPr>
          <w:lang w:val="hu-HU" w:bidi="ar-SA"/>
        </w:rPr>
        <w:t>Szabadkai Műszaki Szakf</w:t>
      </w:r>
      <w:r w:rsidRPr="0BD99F41">
        <w:rPr>
          <w:lang w:val="hu-HU" w:bidi="ar-SA"/>
        </w:rPr>
        <w:t>őiskola hivatalos honlapján.</w:t>
      </w:r>
    </w:p>
    <w:p w14:paraId="50D5ECDD" w14:textId="0AC86F89" w:rsidR="002F6401" w:rsidRDefault="002F6401" w:rsidP="002F6401">
      <w:pPr>
        <w:rPr>
          <w:lang w:val="hu-HU" w:bidi="ar-SA"/>
        </w:rPr>
      </w:pPr>
      <w:r w:rsidRPr="0BD99F41">
        <w:rPr>
          <w:lang w:val="hu-HU" w:bidi="ar-SA"/>
        </w:rPr>
        <w:t xml:space="preserve">A </w:t>
      </w:r>
      <w:r w:rsidR="00A66BFC">
        <w:rPr>
          <w:lang w:val="hu-HU" w:bidi="ar-SA"/>
        </w:rPr>
        <w:t>diplomamunk</w:t>
      </w:r>
      <w:r w:rsidR="00674FA7">
        <w:rPr>
          <w:lang w:val="hu-HU" w:bidi="ar-SA"/>
        </w:rPr>
        <w:t>á</w:t>
      </w:r>
      <w:r w:rsidR="00CB567F">
        <w:rPr>
          <w:lang w:val="hu-HU" w:bidi="ar-SA"/>
        </w:rPr>
        <w:t>nak,</w:t>
      </w:r>
      <w:r w:rsidRPr="0BD99F41">
        <w:rPr>
          <w:lang w:val="hu-HU" w:bidi="ar-SA"/>
        </w:rPr>
        <w:t xml:space="preserve"> </w:t>
      </w:r>
      <w:r w:rsidR="00CB567F" w:rsidRPr="0BD99F41">
        <w:rPr>
          <w:lang w:val="hu-HU" w:bidi="ar-SA"/>
        </w:rPr>
        <w:t>a felsorolt sorrendben</w:t>
      </w:r>
      <w:r w:rsidR="00CB567F">
        <w:rPr>
          <w:lang w:val="hu-HU" w:bidi="ar-SA"/>
        </w:rPr>
        <w:t>,</w:t>
      </w:r>
      <w:r w:rsidR="00CB567F" w:rsidRPr="0BD99F41">
        <w:rPr>
          <w:lang w:val="hu-HU" w:bidi="ar-SA"/>
        </w:rPr>
        <w:t xml:space="preserve"> </w:t>
      </w:r>
      <w:r w:rsidRPr="0BD99F41">
        <w:rPr>
          <w:lang w:val="hu-HU" w:bidi="ar-SA"/>
        </w:rPr>
        <w:t>a következő fejezeteket kell tartalmaz</w:t>
      </w:r>
      <w:r w:rsidR="00CB567F">
        <w:rPr>
          <w:lang w:val="hu-HU" w:bidi="ar-SA"/>
        </w:rPr>
        <w:t>nia</w:t>
      </w:r>
      <w:r w:rsidRPr="0BD99F41">
        <w:rPr>
          <w:lang w:val="hu-HU" w:bidi="ar-SA"/>
        </w:rPr>
        <w:t xml:space="preserve"> (a válaszható </w:t>
      </w:r>
      <w:r w:rsidR="00CB567F">
        <w:rPr>
          <w:lang w:val="hu-HU" w:bidi="ar-SA"/>
        </w:rPr>
        <w:t xml:space="preserve">fejezet </w:t>
      </w:r>
      <w:r w:rsidRPr="0BD99F41">
        <w:rPr>
          <w:lang w:val="hu-HU" w:bidi="ar-SA"/>
        </w:rPr>
        <w:t>nem kötelező):</w:t>
      </w:r>
    </w:p>
    <w:p w14:paraId="39ECC0DD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Címlap</w:t>
      </w:r>
    </w:p>
    <w:p w14:paraId="4AAFAB50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Hallgatói nyilatkozat</w:t>
      </w:r>
    </w:p>
    <w:p w14:paraId="504BEB69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 xml:space="preserve">Absztrakt </w:t>
      </w:r>
    </w:p>
    <w:p w14:paraId="0B9302B3" w14:textId="256D9279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 xml:space="preserve">Tartalom </w:t>
      </w:r>
    </w:p>
    <w:p w14:paraId="21DB418E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 xml:space="preserve">Jelmagyarázat </w:t>
      </w:r>
    </w:p>
    <w:p w14:paraId="736EA4B9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Köszönetnyilvánítás (választható)</w:t>
      </w:r>
    </w:p>
    <w:p w14:paraId="76B239A0" w14:textId="59222101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 xml:space="preserve">A </w:t>
      </w:r>
      <w:r w:rsidR="00A66BFC">
        <w:rPr>
          <w:lang w:val="hu-HU"/>
        </w:rPr>
        <w:t>diplomamunka</w:t>
      </w:r>
      <w:r w:rsidRPr="002F6401">
        <w:rPr>
          <w:lang w:val="hu-HU"/>
        </w:rPr>
        <w:t xml:space="preserve"> témája </w:t>
      </w:r>
    </w:p>
    <w:p w14:paraId="2E59A909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Bevezető</w:t>
      </w:r>
    </w:p>
    <w:p w14:paraId="40B68620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Szakirodalmi áttekintés</w:t>
      </w:r>
    </w:p>
    <w:p w14:paraId="35445AE2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Problémamegoldás</w:t>
      </w:r>
    </w:p>
    <w:p w14:paraId="1A5F611A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Összegzés</w:t>
      </w:r>
    </w:p>
    <w:p w14:paraId="581CE37B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Irodalom</w:t>
      </w:r>
    </w:p>
    <w:p w14:paraId="674FD8FF" w14:textId="77777777" w:rsidR="002F6401" w:rsidRPr="002F6401" w:rsidRDefault="002F6401" w:rsidP="002F6401">
      <w:pPr>
        <w:pStyle w:val="ListParagraph"/>
        <w:numPr>
          <w:ilvl w:val="0"/>
          <w:numId w:val="7"/>
        </w:numPr>
        <w:rPr>
          <w:lang w:val="hu-HU"/>
        </w:rPr>
      </w:pPr>
      <w:r w:rsidRPr="002F6401">
        <w:rPr>
          <w:lang w:val="hu-HU"/>
        </w:rPr>
        <w:t>Mellékletek</w:t>
      </w:r>
    </w:p>
    <w:p w14:paraId="7D449D61" w14:textId="126E1F96" w:rsidR="002F6401" w:rsidRDefault="002F6401" w:rsidP="002F6401">
      <w:pPr>
        <w:rPr>
          <w:lang w:val="hu-HU" w:bidi="ar-SA"/>
        </w:rPr>
      </w:pPr>
      <w:r w:rsidRPr="0BD99F41">
        <w:rPr>
          <w:lang w:val="hu-HU" w:bidi="ar-SA"/>
        </w:rPr>
        <w:t xml:space="preserve">A </w:t>
      </w:r>
      <w:r w:rsidR="00A66BFC">
        <w:rPr>
          <w:lang w:val="hu-HU" w:bidi="ar-SA"/>
        </w:rPr>
        <w:t>diplomamunka</w:t>
      </w:r>
      <w:r w:rsidRPr="0BD99F41">
        <w:rPr>
          <w:lang w:val="hu-HU" w:bidi="ar-SA"/>
        </w:rPr>
        <w:t xml:space="preserve"> nem tartalmazhat több fejezetet a fent felsoroltaknál</w:t>
      </w:r>
      <w:r w:rsidR="00E95BE6">
        <w:rPr>
          <w:lang w:val="hu-HU" w:bidi="ar-SA"/>
        </w:rPr>
        <w:t>!</w:t>
      </w:r>
      <w:r w:rsidRPr="0BD99F41">
        <w:rPr>
          <w:lang w:val="hu-HU" w:bidi="ar-SA"/>
        </w:rPr>
        <w:t xml:space="preserve"> A </w:t>
      </w:r>
      <w:r w:rsidR="00E95BE6">
        <w:rPr>
          <w:lang w:val="hu-HU" w:bidi="ar-SA"/>
        </w:rPr>
        <w:t xml:space="preserve">számozatlan </w:t>
      </w:r>
      <w:r w:rsidRPr="0BD99F41">
        <w:rPr>
          <w:lang w:val="hu-HU" w:bidi="ar-SA"/>
        </w:rPr>
        <w:t>fejezetek</w:t>
      </w:r>
      <w:r w:rsidR="00E95BE6">
        <w:rPr>
          <w:lang w:val="hu-HU" w:bidi="ar-SA"/>
        </w:rPr>
        <w:t xml:space="preserve"> a következők</w:t>
      </w:r>
      <w:r w:rsidRPr="0BD99F41">
        <w:rPr>
          <w:lang w:val="hu-HU" w:bidi="ar-SA"/>
        </w:rPr>
        <w:t xml:space="preserve">: címlap, hallgatói nyilatkozat, </w:t>
      </w:r>
      <w:r w:rsidR="00CB567F">
        <w:rPr>
          <w:lang w:val="hu-HU" w:bidi="ar-SA"/>
        </w:rPr>
        <w:t xml:space="preserve">absztrakt, </w:t>
      </w:r>
      <w:r w:rsidR="00CB567F" w:rsidRPr="0BD99F41">
        <w:rPr>
          <w:lang w:val="hu-HU" w:bidi="ar-SA"/>
        </w:rPr>
        <w:t>tartalom,</w:t>
      </w:r>
      <w:r w:rsidR="00CB567F">
        <w:rPr>
          <w:lang w:val="hu-HU" w:bidi="ar-SA"/>
        </w:rPr>
        <w:t xml:space="preserve"> </w:t>
      </w:r>
      <w:r w:rsidR="00CB567F" w:rsidRPr="0BD99F41">
        <w:rPr>
          <w:lang w:val="hu-HU" w:bidi="ar-SA"/>
        </w:rPr>
        <w:t>jelmagyarázat,</w:t>
      </w:r>
      <w:r w:rsidR="00CB567F">
        <w:rPr>
          <w:lang w:val="hu-HU" w:bidi="ar-SA"/>
        </w:rPr>
        <w:t xml:space="preserve"> </w:t>
      </w:r>
      <w:r w:rsidR="00CB567F" w:rsidRPr="0BD99F41">
        <w:rPr>
          <w:lang w:val="hu-HU" w:bidi="ar-SA"/>
        </w:rPr>
        <w:t>köszönetnyilvánítás,</w:t>
      </w:r>
      <w:r w:rsidR="00CB567F">
        <w:rPr>
          <w:lang w:val="hu-HU" w:bidi="ar-SA"/>
        </w:rPr>
        <w:t xml:space="preserve"> </w:t>
      </w:r>
      <w:r w:rsidR="00CB567F" w:rsidRPr="0BD99F41">
        <w:rPr>
          <w:lang w:val="hu-HU" w:bidi="ar-SA"/>
        </w:rPr>
        <w:t xml:space="preserve">a </w:t>
      </w:r>
      <w:r w:rsidR="00A66BFC">
        <w:rPr>
          <w:lang w:val="hu-HU" w:bidi="ar-SA"/>
        </w:rPr>
        <w:t>diplomamunka</w:t>
      </w:r>
      <w:r w:rsidR="00CB567F" w:rsidRPr="0BD99F41">
        <w:rPr>
          <w:lang w:val="hu-HU" w:bidi="ar-SA"/>
        </w:rPr>
        <w:t xml:space="preserve"> témája</w:t>
      </w:r>
      <w:r w:rsidR="00CB567F">
        <w:rPr>
          <w:lang w:val="hu-HU" w:bidi="ar-SA"/>
        </w:rPr>
        <w:t xml:space="preserve"> és </w:t>
      </w:r>
      <w:r w:rsidRPr="0BD99F41">
        <w:rPr>
          <w:lang w:val="hu-HU" w:bidi="ar-SA"/>
        </w:rPr>
        <w:t xml:space="preserve">irodalom. A </w:t>
      </w:r>
      <w:r w:rsidR="00E95BE6">
        <w:rPr>
          <w:lang w:val="hu-HU" w:bidi="ar-SA"/>
        </w:rPr>
        <w:t>számozottak pedig</w:t>
      </w:r>
      <w:r w:rsidRPr="0BD99F41">
        <w:rPr>
          <w:lang w:val="hu-HU" w:bidi="ar-SA"/>
        </w:rPr>
        <w:t xml:space="preserve"> 1-től 5-ig </w:t>
      </w:r>
      <w:r w:rsidR="00E95BE6">
        <w:rPr>
          <w:lang w:val="hu-HU" w:bidi="ar-SA"/>
        </w:rPr>
        <w:t>a következők</w:t>
      </w:r>
      <w:r w:rsidRPr="0BD99F41">
        <w:rPr>
          <w:lang w:val="hu-HU" w:bidi="ar-SA"/>
        </w:rPr>
        <w:t xml:space="preserve">: bevezető, szakirodalmi áttekintés, problémamegoldás, összegzés és mellékletek. A </w:t>
      </w:r>
      <w:r w:rsidR="00A66BFC">
        <w:rPr>
          <w:lang w:val="hu-HU" w:bidi="ar-SA"/>
        </w:rPr>
        <w:t>diplomamunka</w:t>
      </w:r>
      <w:r w:rsidR="00E95BE6">
        <w:rPr>
          <w:lang w:val="hu-HU" w:bidi="ar-SA"/>
        </w:rPr>
        <w:t xml:space="preserve"> írásakor </w:t>
      </w:r>
      <w:r w:rsidRPr="0BD99F41">
        <w:rPr>
          <w:lang w:val="hu-HU" w:bidi="ar-SA"/>
        </w:rPr>
        <w:t xml:space="preserve">javasolt a szenvedő igealak használata, </w:t>
      </w:r>
      <w:r w:rsidR="00CB567F">
        <w:rPr>
          <w:lang w:val="hu-HU" w:bidi="ar-SA"/>
        </w:rPr>
        <w:t xml:space="preserve">mint </w:t>
      </w:r>
      <w:r w:rsidRPr="0BD99F41">
        <w:rPr>
          <w:lang w:val="hu-HU" w:bidi="ar-SA"/>
        </w:rPr>
        <w:t>pl. „megcsinálták”, „megmutatták”.</w:t>
      </w:r>
    </w:p>
    <w:p w14:paraId="4C567DE9" w14:textId="71C1C53B" w:rsidR="002F6401" w:rsidRDefault="002F6401" w:rsidP="002F6401">
      <w:pPr>
        <w:rPr>
          <w:lang w:val="hu-HU" w:bidi="ar-SA"/>
        </w:rPr>
      </w:pPr>
      <w:r w:rsidRPr="31F28929">
        <w:rPr>
          <w:lang w:val="hu-HU" w:bidi="ar-SA"/>
        </w:rPr>
        <w:t xml:space="preserve">Az első, bevezető fejezetben a </w:t>
      </w:r>
      <w:r w:rsidR="00A66BFC">
        <w:rPr>
          <w:lang w:val="hu-HU" w:bidi="ar-SA"/>
        </w:rPr>
        <w:t>diplomamunka</w:t>
      </w:r>
      <w:r w:rsidRPr="31F28929">
        <w:rPr>
          <w:lang w:val="hu-HU" w:bidi="ar-SA"/>
        </w:rPr>
        <w:t xml:space="preserve"> tárgyát képező problém</w:t>
      </w:r>
      <w:r w:rsidR="00CB567F">
        <w:rPr>
          <w:lang w:val="hu-HU" w:bidi="ar-SA"/>
        </w:rPr>
        <w:t>át kell bemutatni</w:t>
      </w:r>
      <w:r w:rsidRPr="31F28929">
        <w:rPr>
          <w:lang w:val="hu-HU" w:bidi="ar-SA"/>
        </w:rPr>
        <w:t>, valamint a dolgozat célkitűzései</w:t>
      </w:r>
      <w:r w:rsidR="00CB567F">
        <w:rPr>
          <w:lang w:val="hu-HU" w:bidi="ar-SA"/>
        </w:rPr>
        <w:t>t</w:t>
      </w:r>
      <w:r w:rsidRPr="31F28929">
        <w:rPr>
          <w:lang w:val="hu-HU" w:bidi="ar-SA"/>
        </w:rPr>
        <w:t xml:space="preserve"> megfogalmaz</w:t>
      </w:r>
      <w:r w:rsidR="00CB567F">
        <w:rPr>
          <w:lang w:val="hu-HU" w:bidi="ar-SA"/>
        </w:rPr>
        <w:t>ni</w:t>
      </w:r>
      <w:r w:rsidRPr="31F28929">
        <w:rPr>
          <w:lang w:val="hu-HU" w:bidi="ar-SA"/>
        </w:rPr>
        <w:t xml:space="preserve">. A második és harmadik fejezet (szakirodalmi áttekintés és problémamegoldás) terjedelme </w:t>
      </w:r>
      <w:r w:rsidR="00AB446F">
        <w:rPr>
          <w:lang w:val="hu-HU" w:bidi="ar-SA"/>
        </w:rPr>
        <w:t>3</w:t>
      </w:r>
      <w:r w:rsidRPr="31F28929">
        <w:rPr>
          <w:lang w:val="hu-HU" w:bidi="ar-SA"/>
        </w:rPr>
        <w:t>5</w:t>
      </w:r>
      <w:r w:rsidR="00CB567F">
        <w:rPr>
          <w:lang w:val="hu-HU" w:bidi="ar-SA"/>
        </w:rPr>
        <w:t xml:space="preserve"> – </w:t>
      </w:r>
      <w:r w:rsidR="00AB446F">
        <w:rPr>
          <w:lang w:val="hu-HU" w:bidi="ar-SA"/>
        </w:rPr>
        <w:t>7</w:t>
      </w:r>
      <w:r w:rsidRPr="31F28929">
        <w:rPr>
          <w:lang w:val="hu-HU" w:bidi="ar-SA"/>
        </w:rPr>
        <w:t xml:space="preserve">0 oldal, azaz </w:t>
      </w:r>
      <w:r w:rsidR="00AB446F">
        <w:rPr>
          <w:lang w:val="hu-HU" w:bidi="ar-SA"/>
        </w:rPr>
        <w:t>10</w:t>
      </w:r>
      <w:r w:rsidR="00CB567F">
        <w:rPr>
          <w:lang w:val="hu-HU" w:bidi="ar-SA"/>
        </w:rPr>
        <w:t> </w:t>
      </w:r>
      <w:r w:rsidRPr="31F28929">
        <w:rPr>
          <w:lang w:val="hu-HU" w:bidi="ar-SA"/>
        </w:rPr>
        <w:t>000</w:t>
      </w:r>
      <w:r w:rsidR="00CB567F">
        <w:rPr>
          <w:lang w:val="hu-HU" w:bidi="ar-SA"/>
        </w:rPr>
        <w:t xml:space="preserve">-től </w:t>
      </w:r>
      <w:r w:rsidR="00AB446F">
        <w:rPr>
          <w:lang w:val="hu-HU" w:bidi="ar-SA"/>
        </w:rPr>
        <w:t>2</w:t>
      </w:r>
      <w:r w:rsidRPr="31F28929">
        <w:rPr>
          <w:lang w:val="hu-HU" w:bidi="ar-SA"/>
        </w:rPr>
        <w:t>0 000 szó.</w:t>
      </w:r>
    </w:p>
    <w:p w14:paraId="2D292E3C" w14:textId="3C4BA1EB" w:rsidR="002F6401" w:rsidRDefault="002F6401" w:rsidP="002F6401">
      <w:pPr>
        <w:rPr>
          <w:lang w:val="hu-HU" w:bidi="ar-SA"/>
        </w:rPr>
      </w:pPr>
      <w:r w:rsidRPr="0BD99F41">
        <w:rPr>
          <w:lang w:val="hu-HU" w:bidi="ar-SA"/>
        </w:rPr>
        <w:t xml:space="preserve">A </w:t>
      </w:r>
      <w:r w:rsidR="00A66BFC">
        <w:rPr>
          <w:lang w:val="hu-HU" w:bidi="ar-SA"/>
        </w:rPr>
        <w:t>diplomamunka</w:t>
      </w:r>
      <w:r w:rsidRPr="0BD99F41">
        <w:rPr>
          <w:lang w:val="hu-HU" w:bidi="ar-SA"/>
        </w:rPr>
        <w:t xml:space="preserve"> címét alaposan </w:t>
      </w:r>
      <w:r w:rsidR="00E95BE6">
        <w:rPr>
          <w:lang w:val="hu-HU" w:bidi="ar-SA"/>
        </w:rPr>
        <w:t xml:space="preserve">gondolja át! </w:t>
      </w:r>
      <w:r w:rsidRPr="0BD99F41">
        <w:rPr>
          <w:lang w:val="hu-HU" w:bidi="ar-SA"/>
        </w:rPr>
        <w:t xml:space="preserve">A cím legyen </w:t>
      </w:r>
      <w:r w:rsidR="00E95BE6">
        <w:rPr>
          <w:lang w:val="hu-HU" w:bidi="ar-SA"/>
        </w:rPr>
        <w:t>szabatos</w:t>
      </w:r>
      <w:r w:rsidRPr="0BD99F41">
        <w:rPr>
          <w:lang w:val="hu-HU" w:bidi="ar-SA"/>
        </w:rPr>
        <w:t>, egyértelmű</w:t>
      </w:r>
      <w:r w:rsidR="00E95BE6">
        <w:rPr>
          <w:lang w:val="hu-HU" w:bidi="ar-SA"/>
        </w:rPr>
        <w:t xml:space="preserve"> </w:t>
      </w:r>
      <w:r w:rsidRPr="0BD99F41">
        <w:rPr>
          <w:lang w:val="hu-HU" w:bidi="ar-SA"/>
        </w:rPr>
        <w:t xml:space="preserve">és </w:t>
      </w:r>
      <w:r w:rsidR="00CB567F">
        <w:rPr>
          <w:lang w:val="hu-HU" w:bidi="ar-SA"/>
        </w:rPr>
        <w:t>tájékoztató jellegű</w:t>
      </w:r>
      <w:r w:rsidRPr="0BD99F41">
        <w:rPr>
          <w:lang w:val="hu-HU" w:bidi="ar-SA"/>
        </w:rPr>
        <w:t xml:space="preserve"> (feltétlen</w:t>
      </w:r>
      <w:r w:rsidR="00CB567F">
        <w:rPr>
          <w:lang w:val="hu-HU" w:bidi="ar-SA"/>
        </w:rPr>
        <w:t>ül</w:t>
      </w:r>
      <w:r w:rsidRPr="0BD99F41">
        <w:rPr>
          <w:lang w:val="hu-HU" w:bidi="ar-SA"/>
        </w:rPr>
        <w:t xml:space="preserve"> </w:t>
      </w:r>
      <w:r w:rsidR="00CB567F">
        <w:rPr>
          <w:lang w:val="hu-HU" w:bidi="ar-SA"/>
        </w:rPr>
        <w:t>tükrözze a dolgozat tartalmát</w:t>
      </w:r>
      <w:r w:rsidRPr="0BD99F41">
        <w:rPr>
          <w:lang w:val="hu-HU" w:bidi="ar-SA"/>
        </w:rPr>
        <w:t>).</w:t>
      </w:r>
      <w:r w:rsidR="00E95BE6">
        <w:rPr>
          <w:lang w:val="hu-HU" w:bidi="ar-SA"/>
        </w:rPr>
        <w:t xml:space="preserve"> Egyeztesse azt mentorával!</w:t>
      </w:r>
    </w:p>
    <w:p w14:paraId="1FDF7E6E" w14:textId="27C578C4" w:rsidR="002F6401" w:rsidRDefault="002F6401" w:rsidP="002F6401">
      <w:pPr>
        <w:rPr>
          <w:lang w:val="hu-HU" w:bidi="ar-SA"/>
        </w:rPr>
      </w:pPr>
      <w:r w:rsidRPr="31F28929">
        <w:rPr>
          <w:lang w:val="hu-HU" w:bidi="ar-SA"/>
        </w:rPr>
        <w:t xml:space="preserve">A </w:t>
      </w:r>
      <w:r w:rsidR="00A66BFC">
        <w:rPr>
          <w:lang w:val="hu-HU" w:bidi="ar-SA"/>
        </w:rPr>
        <w:t>diplomamunk</w:t>
      </w:r>
      <w:r w:rsidR="00AB446F">
        <w:rPr>
          <w:lang w:val="hu-HU" w:bidi="ar-SA"/>
        </w:rPr>
        <w:t>á</w:t>
      </w:r>
      <w:r w:rsidRPr="31F28929">
        <w:rPr>
          <w:lang w:val="hu-HU" w:bidi="ar-SA"/>
        </w:rPr>
        <w:t xml:space="preserve">t egyoldalas nyomtatásban kell </w:t>
      </w:r>
      <w:r w:rsidR="00CB567F">
        <w:rPr>
          <w:lang w:val="hu-HU" w:bidi="ar-SA"/>
        </w:rPr>
        <w:t>el</w:t>
      </w:r>
      <w:r w:rsidRPr="31F28929">
        <w:rPr>
          <w:lang w:val="hu-HU" w:bidi="ar-SA"/>
        </w:rPr>
        <w:t xml:space="preserve">készíteni. </w:t>
      </w:r>
      <w:r w:rsidR="00CB567F">
        <w:rPr>
          <w:lang w:val="hu-HU" w:bidi="ar-SA"/>
        </w:rPr>
        <w:t>H</w:t>
      </w:r>
      <w:r w:rsidRPr="31F28929">
        <w:rPr>
          <w:lang w:val="hu-HU" w:bidi="ar-SA"/>
        </w:rPr>
        <w:t>árom példányban kell be</w:t>
      </w:r>
      <w:r w:rsidR="00CB567F">
        <w:rPr>
          <w:lang w:val="hu-HU" w:bidi="ar-SA"/>
        </w:rPr>
        <w:t>nyújtani</w:t>
      </w:r>
      <w:r w:rsidRPr="31F28929">
        <w:rPr>
          <w:lang w:val="hu-HU" w:bidi="ar-SA"/>
        </w:rPr>
        <w:t xml:space="preserve"> a tanulmányi osztály</w:t>
      </w:r>
      <w:r w:rsidR="00CB567F">
        <w:rPr>
          <w:lang w:val="hu-HU" w:bidi="ar-SA"/>
        </w:rPr>
        <w:t>on</w:t>
      </w:r>
      <w:r w:rsidR="00E95BE6">
        <w:rPr>
          <w:lang w:val="hu-HU" w:bidi="ar-SA"/>
        </w:rPr>
        <w:t>. E</w:t>
      </w:r>
      <w:r w:rsidRPr="31F28929">
        <w:rPr>
          <w:lang w:val="hu-HU" w:bidi="ar-SA"/>
        </w:rPr>
        <w:t>bből egy</w:t>
      </w:r>
      <w:r w:rsidR="00CB567F">
        <w:rPr>
          <w:lang w:val="hu-HU" w:bidi="ar-SA"/>
        </w:rPr>
        <w:t>nek</w:t>
      </w:r>
      <w:r w:rsidRPr="31F28929">
        <w:rPr>
          <w:lang w:val="hu-HU" w:bidi="ar-SA"/>
        </w:rPr>
        <w:t xml:space="preserve"> keményfedeles</w:t>
      </w:r>
      <w:r w:rsidR="00CB567F">
        <w:rPr>
          <w:lang w:val="hu-HU" w:bidi="ar-SA"/>
        </w:rPr>
        <w:t>nek kell lennie, ami színesben készül</w:t>
      </w:r>
      <w:r w:rsidRPr="31F28929">
        <w:rPr>
          <w:lang w:val="hu-HU" w:bidi="ar-SA"/>
        </w:rPr>
        <w:t xml:space="preserve">, </w:t>
      </w:r>
      <w:r w:rsidR="00CB567F">
        <w:rPr>
          <w:lang w:val="hu-HU" w:bidi="ar-SA"/>
        </w:rPr>
        <w:t xml:space="preserve">míg a másik </w:t>
      </w:r>
      <w:r w:rsidRPr="31F28929">
        <w:rPr>
          <w:lang w:val="hu-HU" w:bidi="ar-SA"/>
        </w:rPr>
        <w:t xml:space="preserve">kettő </w:t>
      </w:r>
      <w:r w:rsidR="00CB567F">
        <w:rPr>
          <w:lang w:val="hu-HU" w:bidi="ar-SA"/>
        </w:rPr>
        <w:t>lehet fekete-fehér nyomtatású és</w:t>
      </w:r>
      <w:r w:rsidRPr="31F28929">
        <w:rPr>
          <w:lang w:val="hu-HU" w:bidi="ar-SA"/>
        </w:rPr>
        <w:t xml:space="preserve"> spirálkötéses</w:t>
      </w:r>
      <w:r w:rsidR="00CB567F">
        <w:rPr>
          <w:lang w:val="hu-HU" w:bidi="ar-SA"/>
        </w:rPr>
        <w:t xml:space="preserve"> is</w:t>
      </w:r>
      <w:r w:rsidRPr="31F28929">
        <w:rPr>
          <w:lang w:val="hu-HU" w:bidi="ar-SA"/>
        </w:rPr>
        <w:t>. A kemény</w:t>
      </w:r>
      <w:r w:rsidR="00CB567F">
        <w:rPr>
          <w:lang w:val="hu-HU" w:bidi="ar-SA"/>
        </w:rPr>
        <w:t>fedeles példány</w:t>
      </w:r>
      <w:r w:rsidRPr="31F28929">
        <w:rPr>
          <w:lang w:val="hu-HU" w:bidi="ar-SA"/>
        </w:rPr>
        <w:t xml:space="preserve"> borító</w:t>
      </w:r>
      <w:r w:rsidR="00CB567F">
        <w:rPr>
          <w:lang w:val="hu-HU" w:bidi="ar-SA"/>
        </w:rPr>
        <w:t>jának színe</w:t>
      </w:r>
      <w:r w:rsidRPr="31F28929">
        <w:rPr>
          <w:lang w:val="hu-HU" w:bidi="ar-SA"/>
        </w:rPr>
        <w:t xml:space="preserve"> </w:t>
      </w:r>
      <w:r w:rsidR="00DF4887">
        <w:rPr>
          <w:rStyle w:val="rynqvb"/>
          <w:lang w:val="hu-HU"/>
        </w:rPr>
        <w:t>sötétkék</w:t>
      </w:r>
      <w:r w:rsidRPr="31F28929">
        <w:rPr>
          <w:lang w:val="hu-HU" w:bidi="ar-SA"/>
        </w:rPr>
        <w:t xml:space="preserve">, </w:t>
      </w:r>
      <w:r w:rsidR="00CB567F">
        <w:rPr>
          <w:lang w:val="hu-HU" w:bidi="ar-SA"/>
        </w:rPr>
        <w:t>rajta</w:t>
      </w:r>
      <w:r w:rsidRPr="31F28929">
        <w:rPr>
          <w:lang w:val="hu-HU" w:bidi="ar-SA"/>
        </w:rPr>
        <w:t xml:space="preserve"> a betűk fehér</w:t>
      </w:r>
      <w:r w:rsidR="00CB567F">
        <w:rPr>
          <w:lang w:val="hu-HU" w:bidi="ar-SA"/>
        </w:rPr>
        <w:t>ek</w:t>
      </w:r>
      <w:r w:rsidRPr="31F28929">
        <w:rPr>
          <w:lang w:val="hu-HU" w:bidi="ar-SA"/>
        </w:rPr>
        <w:t>.</w:t>
      </w:r>
    </w:p>
    <w:p w14:paraId="5C01F223" w14:textId="179C0BAA" w:rsidR="002F6401" w:rsidRDefault="002F6401" w:rsidP="002F6401">
      <w:pPr>
        <w:rPr>
          <w:lang w:val="hu-HU" w:bidi="ar-SA"/>
        </w:rPr>
      </w:pPr>
      <w:r w:rsidRPr="0BD99F41">
        <w:rPr>
          <w:lang w:val="hu-HU" w:bidi="ar-SA"/>
        </w:rPr>
        <w:t xml:space="preserve">A </w:t>
      </w:r>
      <w:r w:rsidR="00A66BFC">
        <w:rPr>
          <w:lang w:val="hu-HU" w:bidi="ar-SA"/>
        </w:rPr>
        <w:t>diplomamunka</w:t>
      </w:r>
      <w:r w:rsidRPr="0BD99F41">
        <w:rPr>
          <w:lang w:val="hu-HU" w:bidi="ar-SA"/>
        </w:rPr>
        <w:t xml:space="preserve"> k</w:t>
      </w:r>
      <w:r w:rsidR="00CB567F">
        <w:rPr>
          <w:lang w:val="hu-HU" w:bidi="ar-SA"/>
        </w:rPr>
        <w:t>ülleméért</w:t>
      </w:r>
      <w:r w:rsidRPr="0BD99F41">
        <w:rPr>
          <w:lang w:val="hu-HU" w:bidi="ar-SA"/>
        </w:rPr>
        <w:t xml:space="preserve"> és tartalmának minőségéért a </w:t>
      </w:r>
      <w:r w:rsidR="00A66BFC">
        <w:rPr>
          <w:lang w:val="hu-HU" w:bidi="ar-SA"/>
        </w:rPr>
        <w:t>diplomamunka</w:t>
      </w:r>
      <w:r w:rsidRPr="0BD99F41">
        <w:rPr>
          <w:lang w:val="hu-HU" w:bidi="ar-SA"/>
        </w:rPr>
        <w:t xml:space="preserve"> készítő</w:t>
      </w:r>
      <w:r w:rsidR="00CB567F">
        <w:rPr>
          <w:lang w:val="hu-HU" w:bidi="ar-SA"/>
        </w:rPr>
        <w:t>je</w:t>
      </w:r>
      <w:r w:rsidRPr="0BD99F41">
        <w:rPr>
          <w:lang w:val="hu-HU" w:bidi="ar-SA"/>
        </w:rPr>
        <w:t xml:space="preserve"> felel</w:t>
      </w:r>
      <w:r w:rsidR="00CB567F">
        <w:rPr>
          <w:lang w:val="hu-HU" w:bidi="ar-SA"/>
        </w:rPr>
        <w:t>ős</w:t>
      </w:r>
      <w:r w:rsidRPr="0BD99F41">
        <w:rPr>
          <w:lang w:val="hu-HU" w:bidi="ar-SA"/>
        </w:rPr>
        <w:t xml:space="preserve">. </w:t>
      </w:r>
      <w:r w:rsidR="00CB567F">
        <w:rPr>
          <w:lang w:val="hu-HU" w:bidi="ar-SA"/>
        </w:rPr>
        <w:t xml:space="preserve">A felsoroltak, valamint az ezen utasításban foglaltak betartását, </w:t>
      </w:r>
      <w:r w:rsidRPr="0BD99F41">
        <w:rPr>
          <w:lang w:val="hu-HU" w:bidi="ar-SA"/>
        </w:rPr>
        <w:t xml:space="preserve">a </w:t>
      </w:r>
      <w:r w:rsidR="00CB567F">
        <w:rPr>
          <w:lang w:val="hu-HU" w:bidi="ar-SA"/>
        </w:rPr>
        <w:t xml:space="preserve">dolgozat írója </w:t>
      </w:r>
      <w:r w:rsidRPr="0BD99F41">
        <w:rPr>
          <w:lang w:val="hu-HU" w:bidi="ar-SA"/>
        </w:rPr>
        <w:t>mellett</w:t>
      </w:r>
      <w:r w:rsidR="00CB567F">
        <w:rPr>
          <w:lang w:val="hu-HU" w:bidi="ar-SA"/>
        </w:rPr>
        <w:t>,</w:t>
      </w:r>
      <w:r w:rsidRPr="0BD99F41">
        <w:rPr>
          <w:lang w:val="hu-HU" w:bidi="ar-SA"/>
        </w:rPr>
        <w:t xml:space="preserve"> a mentor is </w:t>
      </w:r>
      <w:r w:rsidR="00CB567F">
        <w:rPr>
          <w:lang w:val="hu-HU" w:bidi="ar-SA"/>
        </w:rPr>
        <w:t>ellenőrzi</w:t>
      </w:r>
      <w:r w:rsidRPr="0BD99F41">
        <w:rPr>
          <w:lang w:val="hu-HU" w:bidi="ar-SA"/>
        </w:rPr>
        <w:t xml:space="preserve">. A </w:t>
      </w:r>
      <w:r w:rsidR="00CB567F">
        <w:rPr>
          <w:lang w:val="hu-HU" w:bidi="ar-SA"/>
        </w:rPr>
        <w:t xml:space="preserve">jelölt </w:t>
      </w:r>
      <w:r w:rsidR="00E95BE6">
        <w:rPr>
          <w:lang w:val="hu-HU" w:bidi="ar-SA"/>
        </w:rPr>
        <w:t>köteles állandó kapcsolatot tartani</w:t>
      </w:r>
      <w:r w:rsidR="00E95BE6" w:rsidRPr="0BD99F41">
        <w:rPr>
          <w:lang w:val="hu-HU" w:bidi="ar-SA"/>
        </w:rPr>
        <w:t xml:space="preserve"> </w:t>
      </w:r>
      <w:r w:rsidRPr="0BD99F41">
        <w:rPr>
          <w:lang w:val="hu-HU" w:bidi="ar-SA"/>
        </w:rPr>
        <w:t>mentor</w:t>
      </w:r>
      <w:r w:rsidR="00CB567F">
        <w:rPr>
          <w:lang w:val="hu-HU" w:bidi="ar-SA"/>
        </w:rPr>
        <w:t xml:space="preserve">ával, </w:t>
      </w:r>
      <w:r w:rsidR="00E95BE6">
        <w:rPr>
          <w:lang w:val="hu-HU" w:bidi="ar-SA"/>
        </w:rPr>
        <w:t xml:space="preserve">dolgozata végleges változatát annak </w:t>
      </w:r>
      <w:r w:rsidR="00CB567F">
        <w:rPr>
          <w:lang w:val="hu-HU" w:bidi="ar-SA"/>
        </w:rPr>
        <w:t xml:space="preserve">észrevételeit tiszteletben tartva kidolgozni.  </w:t>
      </w:r>
    </w:p>
    <w:p w14:paraId="51B3210D" w14:textId="159367FB" w:rsidR="002F6401" w:rsidRDefault="00CB567F" w:rsidP="002F6401">
      <w:pPr>
        <w:rPr>
          <w:lang w:val="hu-HU" w:bidi="ar-SA"/>
        </w:rPr>
      </w:pPr>
      <w:r>
        <w:rPr>
          <w:lang w:val="hu-HU" w:bidi="ar-SA"/>
        </w:rPr>
        <w:lastRenderedPageBreak/>
        <w:t>A</w:t>
      </w:r>
      <w:r w:rsidR="002F6401" w:rsidRPr="0BD99F41">
        <w:rPr>
          <w:lang w:val="hu-HU" w:bidi="ar-SA"/>
        </w:rPr>
        <w:t xml:space="preserve"> </w:t>
      </w:r>
      <w:r w:rsidR="00A66BFC">
        <w:rPr>
          <w:lang w:val="hu-HU" w:bidi="ar-SA"/>
        </w:rPr>
        <w:t>diplomamunka</w:t>
      </w:r>
      <w:r w:rsidR="002F6401" w:rsidRPr="0BD99F41">
        <w:rPr>
          <w:lang w:val="hu-HU" w:bidi="ar-SA"/>
        </w:rPr>
        <w:t xml:space="preserve"> nyomtatását és bekötését</w:t>
      </w:r>
      <w:r w:rsidRPr="00CB567F">
        <w:rPr>
          <w:lang w:val="hu-HU" w:bidi="ar-SA"/>
        </w:rPr>
        <w:t xml:space="preserve"> </w:t>
      </w:r>
      <w:r>
        <w:rPr>
          <w:lang w:val="hu-HU" w:bidi="ar-SA"/>
        </w:rPr>
        <w:t>k</w:t>
      </w:r>
      <w:r w:rsidRPr="0BD99F41">
        <w:rPr>
          <w:lang w:val="hu-HU" w:bidi="ar-SA"/>
        </w:rPr>
        <w:t>izárólag a mentor hagyhatja jóvá</w:t>
      </w:r>
      <w:r w:rsidR="002F6401" w:rsidRPr="0BD99F41">
        <w:rPr>
          <w:lang w:val="hu-HU" w:bidi="ar-SA"/>
        </w:rPr>
        <w:t>.</w:t>
      </w:r>
    </w:p>
    <w:p w14:paraId="2B4B0BBB" w14:textId="0B22EDB0" w:rsidR="000E0505" w:rsidRDefault="002F6401" w:rsidP="002F6401">
      <w:pPr>
        <w:tabs>
          <w:tab w:val="left" w:pos="1073"/>
        </w:tabs>
        <w:rPr>
          <w:lang w:val="hu-HU" w:bidi="ar-SA"/>
        </w:rPr>
      </w:pPr>
      <w:r w:rsidRPr="0BD99F41">
        <w:rPr>
          <w:lang w:val="hu-HU" w:bidi="ar-SA"/>
        </w:rPr>
        <w:t xml:space="preserve">A </w:t>
      </w:r>
      <w:r w:rsidR="00CB567F">
        <w:rPr>
          <w:lang w:val="hu-HU" w:bidi="ar-SA"/>
        </w:rPr>
        <w:t xml:space="preserve">védési folyamatból kizárhatók azok, akik jelen utasítástól eltérő módon készítik el </w:t>
      </w:r>
      <w:r w:rsidR="00A66BFC">
        <w:rPr>
          <w:lang w:val="hu-HU" w:bidi="ar-SA"/>
        </w:rPr>
        <w:t>diplomamunk</w:t>
      </w:r>
      <w:r w:rsidR="00065EAD">
        <w:rPr>
          <w:lang w:val="hu-HU" w:bidi="ar-SA"/>
        </w:rPr>
        <w:t>áj</w:t>
      </w:r>
      <w:r w:rsidR="00CB567F">
        <w:rPr>
          <w:lang w:val="hu-HU" w:bidi="ar-SA"/>
        </w:rPr>
        <w:t xml:space="preserve">ukat. </w:t>
      </w:r>
    </w:p>
    <w:p w14:paraId="56052405" w14:textId="77777777" w:rsidR="00A071E5" w:rsidRDefault="00A071E5" w:rsidP="002F6401">
      <w:pPr>
        <w:tabs>
          <w:tab w:val="left" w:pos="1073"/>
        </w:tabs>
        <w:rPr>
          <w:lang w:val="hu-HU" w:bidi="ar-SA"/>
        </w:rPr>
      </w:pPr>
    </w:p>
    <w:p w14:paraId="35C6D3B4" w14:textId="61CDBD0A" w:rsidR="005815DA" w:rsidRPr="00D81F74" w:rsidRDefault="002F6401" w:rsidP="00FB07CA">
      <w:pPr>
        <w:pStyle w:val="Heading2"/>
        <w:rPr>
          <w:lang w:val="hu-HU"/>
        </w:rPr>
      </w:pPr>
      <w:bookmarkStart w:id="14" w:name="_Toc1114860871"/>
      <w:bookmarkStart w:id="15" w:name="_Toc128137953"/>
      <w:r w:rsidRPr="31F28929">
        <w:rPr>
          <w:lang w:val="hu-HU"/>
        </w:rPr>
        <w:t>A probléma leírása</w:t>
      </w:r>
      <w:bookmarkEnd w:id="14"/>
      <w:bookmarkEnd w:id="15"/>
    </w:p>
    <w:p w14:paraId="27B47297" w14:textId="1E43BEAB" w:rsidR="005460F2" w:rsidRDefault="002F6401" w:rsidP="005460F2">
      <w:pPr>
        <w:rPr>
          <w:lang w:val="hu-HU"/>
        </w:rPr>
      </w:pPr>
      <w:r w:rsidRPr="0BD99F41">
        <w:rPr>
          <w:lang w:val="hu-HU"/>
        </w:rPr>
        <w:t xml:space="preserve">A bevezető fejezet ne legyen hosszabb </w:t>
      </w:r>
      <w:r w:rsidR="00CB567F">
        <w:rPr>
          <w:lang w:val="hu-HU"/>
        </w:rPr>
        <w:t xml:space="preserve">másfél </w:t>
      </w:r>
      <w:r w:rsidRPr="0BD99F41">
        <w:rPr>
          <w:lang w:val="hu-HU"/>
        </w:rPr>
        <w:t xml:space="preserve">oldalnál. </w:t>
      </w:r>
      <w:r w:rsidR="00D432EE">
        <w:rPr>
          <w:lang w:val="hu-HU"/>
        </w:rPr>
        <w:t xml:space="preserve">Adjon egy rövid betekintést </w:t>
      </w:r>
      <w:r w:rsidR="00CB567F" w:rsidRPr="0BD99F41">
        <w:rPr>
          <w:lang w:val="hu-HU"/>
        </w:rPr>
        <w:t xml:space="preserve">a </w:t>
      </w:r>
      <w:r w:rsidR="00A66BFC">
        <w:rPr>
          <w:lang w:val="hu-HU"/>
        </w:rPr>
        <w:t>diplomamunk</w:t>
      </w:r>
      <w:r w:rsidR="00065EAD">
        <w:rPr>
          <w:lang w:val="hu-HU"/>
        </w:rPr>
        <w:t>á</w:t>
      </w:r>
      <w:r w:rsidR="00CB567F" w:rsidRPr="0BD99F41">
        <w:rPr>
          <w:lang w:val="hu-HU"/>
        </w:rPr>
        <w:t>ban tárgyalt kérdés</w:t>
      </w:r>
      <w:r w:rsidR="00D432EE">
        <w:rPr>
          <w:lang w:val="hu-HU"/>
        </w:rPr>
        <w:t>körbe</w:t>
      </w:r>
      <w:r w:rsidRPr="0BD99F41">
        <w:rPr>
          <w:lang w:val="hu-HU"/>
        </w:rPr>
        <w:t xml:space="preserve">. A </w:t>
      </w:r>
      <w:r w:rsidR="007A767D">
        <w:rPr>
          <w:lang w:val="hu-HU"/>
        </w:rPr>
        <w:t>„</w:t>
      </w:r>
      <w:r w:rsidRPr="0BD99F41">
        <w:rPr>
          <w:lang w:val="hu-HU"/>
        </w:rPr>
        <w:t xml:space="preserve">Probléma leírása" </w:t>
      </w:r>
      <w:r w:rsidR="00D432EE">
        <w:rPr>
          <w:lang w:val="hu-HU"/>
        </w:rPr>
        <w:t>alfejezet</w:t>
      </w:r>
      <w:r w:rsidRPr="0BD99F41">
        <w:rPr>
          <w:lang w:val="hu-HU"/>
        </w:rPr>
        <w:t xml:space="preserve"> az adott terület probl</w:t>
      </w:r>
      <w:r w:rsidR="00D432EE">
        <w:rPr>
          <w:lang w:val="hu-HU"/>
        </w:rPr>
        <w:t xml:space="preserve">ematikájának </w:t>
      </w:r>
      <w:r w:rsidRPr="0BD99F41">
        <w:rPr>
          <w:lang w:val="hu-HU"/>
        </w:rPr>
        <w:t>tágabb leírás</w:t>
      </w:r>
      <w:r w:rsidR="00D432EE">
        <w:rPr>
          <w:lang w:val="hu-HU"/>
        </w:rPr>
        <w:t>át tartalmazza</w:t>
      </w:r>
      <w:r w:rsidRPr="0BD99F41">
        <w:rPr>
          <w:lang w:val="hu-HU"/>
        </w:rPr>
        <w:t xml:space="preserve">. Néhány mondatban válaszoljon a </w:t>
      </w:r>
      <w:r w:rsidR="00D432EE">
        <w:rPr>
          <w:lang w:val="hu-HU"/>
        </w:rPr>
        <w:t xml:space="preserve">következő </w:t>
      </w:r>
      <w:r w:rsidRPr="0BD99F41">
        <w:rPr>
          <w:lang w:val="hu-HU"/>
        </w:rPr>
        <w:t xml:space="preserve">kérdésekre: </w:t>
      </w:r>
      <w:r w:rsidR="007A767D">
        <w:rPr>
          <w:lang w:val="hu-HU"/>
        </w:rPr>
        <w:t>„</w:t>
      </w:r>
      <w:r w:rsidRPr="0BD99F41">
        <w:rPr>
          <w:lang w:val="hu-HU"/>
        </w:rPr>
        <w:t>Mi</w:t>
      </w:r>
      <w:r w:rsidR="00D432EE">
        <w:rPr>
          <w:lang w:val="hu-HU"/>
        </w:rPr>
        <w:t xml:space="preserve">ben rejlik </w:t>
      </w:r>
      <w:r w:rsidR="00A66BFC">
        <w:rPr>
          <w:lang w:val="hu-HU"/>
        </w:rPr>
        <w:t>diplomamunk</w:t>
      </w:r>
      <w:r w:rsidR="00065EAD">
        <w:rPr>
          <w:lang w:val="hu-HU"/>
        </w:rPr>
        <w:t>á</w:t>
      </w:r>
      <w:r w:rsidR="00E95BE6">
        <w:rPr>
          <w:lang w:val="hu-HU"/>
        </w:rPr>
        <w:t>m</w:t>
      </w:r>
      <w:r w:rsidR="00D432EE">
        <w:rPr>
          <w:lang w:val="hu-HU"/>
        </w:rPr>
        <w:t xml:space="preserve"> fontossága</w:t>
      </w:r>
      <w:r w:rsidRPr="0BD99F41">
        <w:rPr>
          <w:lang w:val="hu-HU"/>
        </w:rPr>
        <w:t xml:space="preserve">?", </w:t>
      </w:r>
      <w:r w:rsidR="007A767D">
        <w:rPr>
          <w:lang w:val="hu-HU"/>
        </w:rPr>
        <w:t>„</w:t>
      </w:r>
      <w:r w:rsidRPr="0BD99F41">
        <w:rPr>
          <w:lang w:val="hu-HU"/>
        </w:rPr>
        <w:t>Mi</w:t>
      </w:r>
      <w:r w:rsidR="00D432EE">
        <w:rPr>
          <w:lang w:val="hu-HU"/>
        </w:rPr>
        <w:t xml:space="preserve"> célból készül</w:t>
      </w:r>
      <w:r w:rsidRPr="0BD99F41">
        <w:rPr>
          <w:lang w:val="hu-HU"/>
        </w:rPr>
        <w:t>?"</w:t>
      </w:r>
    </w:p>
    <w:p w14:paraId="27F65A59" w14:textId="77777777" w:rsidR="00A071E5" w:rsidRPr="00D81F74" w:rsidRDefault="00A071E5" w:rsidP="005460F2">
      <w:pPr>
        <w:rPr>
          <w:lang w:val="hu-HU"/>
        </w:rPr>
      </w:pPr>
    </w:p>
    <w:p w14:paraId="509CC84C" w14:textId="72D21ECE" w:rsidR="005460F2" w:rsidRPr="00D81F74" w:rsidRDefault="002F6401" w:rsidP="005460F2">
      <w:pPr>
        <w:pStyle w:val="Heading2"/>
        <w:rPr>
          <w:lang w:val="hu-HU"/>
        </w:rPr>
      </w:pPr>
      <w:bookmarkStart w:id="16" w:name="_Toc67398920"/>
      <w:bookmarkStart w:id="17" w:name="_Toc128137954"/>
      <w:r w:rsidRPr="31F28929">
        <w:rPr>
          <w:lang w:val="hu-HU"/>
        </w:rPr>
        <w:t xml:space="preserve">A </w:t>
      </w:r>
      <w:r w:rsidR="00A66BFC">
        <w:rPr>
          <w:lang w:val="hu-HU"/>
        </w:rPr>
        <w:t>diplomamunka</w:t>
      </w:r>
      <w:r w:rsidRPr="31F28929">
        <w:rPr>
          <w:lang w:val="hu-HU"/>
        </w:rPr>
        <w:t xml:space="preserve"> céljai</w:t>
      </w:r>
      <w:bookmarkEnd w:id="16"/>
      <w:bookmarkEnd w:id="17"/>
    </w:p>
    <w:p w14:paraId="12EB7696" w14:textId="53521964" w:rsidR="002F6401" w:rsidRDefault="002F6401" w:rsidP="002F6401">
      <w:pPr>
        <w:rPr>
          <w:lang w:val="hu-HU"/>
        </w:rPr>
      </w:pPr>
      <w:r w:rsidRPr="0BD99F41">
        <w:rPr>
          <w:lang w:val="hu-HU"/>
        </w:rPr>
        <w:t xml:space="preserve">A </w:t>
      </w:r>
      <w:r w:rsidR="00D432EE">
        <w:rPr>
          <w:lang w:val="hu-HU"/>
        </w:rPr>
        <w:t xml:space="preserve">vázolt </w:t>
      </w:r>
      <w:r w:rsidRPr="0BD99F41">
        <w:rPr>
          <w:lang w:val="hu-HU"/>
        </w:rPr>
        <w:t>problém</w:t>
      </w:r>
      <w:r w:rsidR="00D432EE">
        <w:rPr>
          <w:lang w:val="hu-HU"/>
        </w:rPr>
        <w:t>akörök</w:t>
      </w:r>
      <w:r w:rsidRPr="0BD99F41">
        <w:rPr>
          <w:lang w:val="hu-HU"/>
        </w:rPr>
        <w:t xml:space="preserve"> közül </w:t>
      </w:r>
      <w:r w:rsidR="00D432EE">
        <w:rPr>
          <w:lang w:val="hu-HU"/>
        </w:rPr>
        <w:t>ki kell választania</w:t>
      </w:r>
      <w:r w:rsidRPr="0BD99F41">
        <w:rPr>
          <w:lang w:val="hu-HU"/>
        </w:rPr>
        <w:t xml:space="preserve"> azt vagy azokat, amelyeket meg</w:t>
      </w:r>
      <w:r w:rsidR="00D432EE">
        <w:rPr>
          <w:lang w:val="hu-HU"/>
        </w:rPr>
        <w:t xml:space="preserve"> fog </w:t>
      </w:r>
      <w:r w:rsidRPr="0BD99F41">
        <w:rPr>
          <w:lang w:val="hu-HU"/>
        </w:rPr>
        <w:t>oldani (</w:t>
      </w:r>
      <w:r w:rsidR="00D432EE">
        <w:rPr>
          <w:lang w:val="hu-HU"/>
        </w:rPr>
        <w:t xml:space="preserve">ez a </w:t>
      </w:r>
      <w:r w:rsidRPr="0BD99F41">
        <w:rPr>
          <w:lang w:val="hu-HU"/>
        </w:rPr>
        <w:t xml:space="preserve">konkrét feladat). Válaszoljon </w:t>
      </w:r>
      <w:r w:rsidR="00D432EE">
        <w:rPr>
          <w:lang w:val="hu-HU"/>
        </w:rPr>
        <w:t xml:space="preserve">tehát </w:t>
      </w:r>
      <w:r w:rsidRPr="0BD99F41">
        <w:rPr>
          <w:lang w:val="hu-HU"/>
        </w:rPr>
        <w:t>néhány mondatban a „Mi a dolgozat</w:t>
      </w:r>
      <w:r w:rsidR="00D432EE">
        <w:rPr>
          <w:lang w:val="hu-HU"/>
        </w:rPr>
        <w:t>om</w:t>
      </w:r>
      <w:r w:rsidRPr="0BD99F41">
        <w:rPr>
          <w:lang w:val="hu-HU"/>
        </w:rPr>
        <w:t xml:space="preserve"> célja?” kérdésre</w:t>
      </w:r>
      <w:r w:rsidR="00D432EE">
        <w:rPr>
          <w:lang w:val="hu-HU"/>
        </w:rPr>
        <w:t>!</w:t>
      </w:r>
      <w:r w:rsidRPr="0BD99F41">
        <w:rPr>
          <w:lang w:val="hu-HU"/>
        </w:rPr>
        <w:t xml:space="preserve"> </w:t>
      </w:r>
    </w:p>
    <w:p w14:paraId="20CF8A25" w14:textId="134A30BC" w:rsidR="000E0505" w:rsidRPr="00D81F74" w:rsidRDefault="002F6401" w:rsidP="002F6401">
      <w:pPr>
        <w:rPr>
          <w:lang w:val="hu-HU"/>
        </w:rPr>
      </w:pPr>
      <w:r w:rsidRPr="0BD99F41">
        <w:rPr>
          <w:lang w:val="hu-HU"/>
        </w:rPr>
        <w:t xml:space="preserve">Az alábbiakban részletesen ismertetjük a </w:t>
      </w:r>
      <w:r w:rsidR="00A66BFC">
        <w:rPr>
          <w:lang w:val="hu-HU"/>
        </w:rPr>
        <w:t>diplomamunka</w:t>
      </w:r>
      <w:r w:rsidRPr="0BD99F41">
        <w:rPr>
          <w:lang w:val="hu-HU"/>
        </w:rPr>
        <w:t xml:space="preserve"> felépítés</w:t>
      </w:r>
      <w:r w:rsidR="00D432EE">
        <w:rPr>
          <w:lang w:val="hu-HU"/>
        </w:rPr>
        <w:t xml:space="preserve">ét, a </w:t>
      </w:r>
      <w:r w:rsidR="00D432EE" w:rsidRPr="0BD99F41">
        <w:rPr>
          <w:lang w:val="hu-HU"/>
        </w:rPr>
        <w:t xml:space="preserve">címek, alcímek, </w:t>
      </w:r>
      <w:r w:rsidR="00D432EE">
        <w:rPr>
          <w:lang w:val="hu-HU"/>
        </w:rPr>
        <w:t>ábrák</w:t>
      </w:r>
      <w:r w:rsidR="00D432EE" w:rsidRPr="0BD99F41">
        <w:rPr>
          <w:lang w:val="hu-HU"/>
        </w:rPr>
        <w:t>,</w:t>
      </w:r>
      <w:r w:rsidR="00D432EE">
        <w:rPr>
          <w:lang w:val="hu-HU"/>
        </w:rPr>
        <w:t xml:space="preserve"> és</w:t>
      </w:r>
      <w:r w:rsidR="00D432EE" w:rsidRPr="0BD99F41">
        <w:rPr>
          <w:lang w:val="hu-HU"/>
        </w:rPr>
        <w:t xml:space="preserve"> táblázatok</w:t>
      </w:r>
      <w:r w:rsidR="00D432EE">
        <w:rPr>
          <w:lang w:val="hu-HU"/>
        </w:rPr>
        <w:t xml:space="preserve"> megformázásának, valamint a szakirodalmi hivatkozásoknak és hasonlóknak a kivitelezési módját.</w:t>
      </w:r>
    </w:p>
    <w:p w14:paraId="7C2B8F7E" w14:textId="2E2CD188" w:rsidR="006E32C1" w:rsidRPr="00D81F74" w:rsidRDefault="006E32C1" w:rsidP="005460F2">
      <w:pPr>
        <w:rPr>
          <w:lang w:val="hu-HU"/>
        </w:rPr>
      </w:pPr>
    </w:p>
    <w:p w14:paraId="6E6C63DA" w14:textId="77777777" w:rsidR="006E32C1" w:rsidRPr="00D81F74" w:rsidRDefault="006E32C1" w:rsidP="006E32C1">
      <w:pPr>
        <w:rPr>
          <w:lang w:val="hu-HU"/>
        </w:rPr>
      </w:pPr>
    </w:p>
    <w:p w14:paraId="49718A1F" w14:textId="77777777" w:rsidR="006E32C1" w:rsidRPr="00D81F74" w:rsidRDefault="006E32C1" w:rsidP="005460F2">
      <w:pPr>
        <w:rPr>
          <w:lang w:val="hu-HU"/>
        </w:rPr>
      </w:pPr>
    </w:p>
    <w:p w14:paraId="4E6AC212" w14:textId="19B2AA53" w:rsidR="005815DA" w:rsidRPr="00D81F74" w:rsidRDefault="008E3D05" w:rsidP="005460F2">
      <w:pPr>
        <w:pStyle w:val="Heading1"/>
        <w:rPr>
          <w:lang w:val="hu-HU"/>
        </w:rPr>
      </w:pPr>
      <w:bookmarkStart w:id="18" w:name="_Toc1878256018"/>
      <w:bookmarkStart w:id="19" w:name="_Toc128137955"/>
      <w:r w:rsidRPr="31F28929">
        <w:rPr>
          <w:lang w:val="hu-HU"/>
        </w:rPr>
        <w:lastRenderedPageBreak/>
        <w:t>Szakirodalmi áttekintés</w:t>
      </w:r>
      <w:bookmarkEnd w:id="18"/>
      <w:bookmarkEnd w:id="19"/>
    </w:p>
    <w:p w14:paraId="1F5D897D" w14:textId="315BE875" w:rsidR="008E3D05" w:rsidRDefault="008E3D05" w:rsidP="008E3D05">
      <w:pPr>
        <w:tabs>
          <w:tab w:val="left" w:pos="1073"/>
        </w:tabs>
        <w:rPr>
          <w:lang w:val="hu-HU"/>
        </w:rPr>
      </w:pPr>
      <w:r w:rsidRPr="722FE6E6">
        <w:rPr>
          <w:lang w:val="hu-HU"/>
        </w:rPr>
        <w:t>Minden fejezet új oldalon ke</w:t>
      </w:r>
      <w:r w:rsidR="00D432EE">
        <w:rPr>
          <w:lang w:val="hu-HU"/>
        </w:rPr>
        <w:t>zdődik</w:t>
      </w:r>
      <w:r w:rsidRPr="722FE6E6">
        <w:rPr>
          <w:lang w:val="hu-HU"/>
        </w:rPr>
        <w:t xml:space="preserve">, nem </w:t>
      </w:r>
      <w:r w:rsidR="00220C03">
        <w:rPr>
          <w:lang w:val="hu-HU"/>
        </w:rPr>
        <w:t>pedig az előző végének folytatásában</w:t>
      </w:r>
      <w:r w:rsidR="00E95BE6">
        <w:rPr>
          <w:lang w:val="hu-HU"/>
        </w:rPr>
        <w:t>!</w:t>
      </w:r>
    </w:p>
    <w:p w14:paraId="62703AC7" w14:textId="7A33C2E0" w:rsidR="008E3D05" w:rsidRDefault="008E3D05" w:rsidP="008E3D05">
      <w:pPr>
        <w:tabs>
          <w:tab w:val="left" w:pos="1073"/>
        </w:tabs>
        <w:rPr>
          <w:lang w:val="hu-HU"/>
        </w:rPr>
      </w:pPr>
      <w:r w:rsidRPr="0BD99F41">
        <w:rPr>
          <w:lang w:val="hu-HU"/>
        </w:rPr>
        <w:t xml:space="preserve">A második, </w:t>
      </w:r>
      <w:r w:rsidR="00220C03">
        <w:rPr>
          <w:lang w:val="hu-HU"/>
        </w:rPr>
        <w:t xml:space="preserve">a </w:t>
      </w:r>
      <w:r w:rsidR="00E95BE6">
        <w:rPr>
          <w:i/>
          <w:iCs/>
          <w:lang w:val="hu-HU"/>
        </w:rPr>
        <w:t>S</w:t>
      </w:r>
      <w:r w:rsidRPr="00220C03">
        <w:rPr>
          <w:i/>
          <w:iCs/>
          <w:lang w:val="hu-HU"/>
        </w:rPr>
        <w:t>zakirodalmi áttekintés</w:t>
      </w:r>
      <w:r w:rsidRPr="0BD99F41">
        <w:rPr>
          <w:lang w:val="hu-HU"/>
        </w:rPr>
        <w:t xml:space="preserve"> fejezetben</w:t>
      </w:r>
      <w:r w:rsidR="00220C03">
        <w:rPr>
          <w:lang w:val="hu-HU"/>
        </w:rPr>
        <w:t>,</w:t>
      </w:r>
      <w:r w:rsidRPr="0BD99F41">
        <w:rPr>
          <w:lang w:val="hu-HU"/>
        </w:rPr>
        <w:t xml:space="preserve"> a</w:t>
      </w:r>
      <w:r w:rsidR="00220C03">
        <w:rPr>
          <w:lang w:val="hu-HU"/>
        </w:rPr>
        <w:t xml:space="preserve">mi a dolgozat </w:t>
      </w:r>
      <w:r w:rsidRPr="0BD99F41">
        <w:rPr>
          <w:lang w:val="hu-HU"/>
        </w:rPr>
        <w:t>teljes szöveg</w:t>
      </w:r>
      <w:r w:rsidR="00220C03">
        <w:rPr>
          <w:lang w:val="hu-HU"/>
        </w:rPr>
        <w:t>ének</w:t>
      </w:r>
      <w:r w:rsidRPr="0BD99F41">
        <w:rPr>
          <w:lang w:val="hu-HU"/>
        </w:rPr>
        <w:t xml:space="preserve"> 20-tól 30%-</w:t>
      </w:r>
      <w:r w:rsidR="00220C03">
        <w:rPr>
          <w:lang w:val="hu-HU"/>
        </w:rPr>
        <w:t>át</w:t>
      </w:r>
      <w:r w:rsidRPr="0BD99F41">
        <w:rPr>
          <w:lang w:val="hu-HU"/>
        </w:rPr>
        <w:t xml:space="preserve"> </w:t>
      </w:r>
      <w:r w:rsidR="00220C03">
        <w:rPr>
          <w:lang w:val="hu-HU"/>
        </w:rPr>
        <w:t xml:space="preserve">teszi ki, </w:t>
      </w:r>
      <w:r w:rsidR="00220C03" w:rsidRPr="0BD99F41">
        <w:rPr>
          <w:lang w:val="hu-HU"/>
        </w:rPr>
        <w:t>a dolgozat megértéséhez</w:t>
      </w:r>
      <w:r w:rsidR="00220C03">
        <w:rPr>
          <w:lang w:val="hu-HU"/>
        </w:rPr>
        <w:t xml:space="preserve"> </w:t>
      </w:r>
      <w:r w:rsidR="00220C03" w:rsidRPr="0BD99F41">
        <w:rPr>
          <w:lang w:val="hu-HU"/>
        </w:rPr>
        <w:t>szükséges és el</w:t>
      </w:r>
      <w:r w:rsidR="00220C03">
        <w:rPr>
          <w:lang w:val="hu-HU"/>
        </w:rPr>
        <w:t>égséges elméleti alapokat kell bemutatni</w:t>
      </w:r>
      <w:r w:rsidR="00E95BE6">
        <w:rPr>
          <w:lang w:val="hu-HU"/>
        </w:rPr>
        <w:t>a</w:t>
      </w:r>
      <w:r w:rsidRPr="0BD99F41">
        <w:rPr>
          <w:lang w:val="hu-HU"/>
        </w:rPr>
        <w:t xml:space="preserve">. Ebben a részben a következő kérdésekre </w:t>
      </w:r>
      <w:r w:rsidR="00220C03">
        <w:rPr>
          <w:lang w:val="hu-HU"/>
        </w:rPr>
        <w:t>kell</w:t>
      </w:r>
      <w:r w:rsidRPr="0BD99F41">
        <w:rPr>
          <w:lang w:val="hu-HU"/>
        </w:rPr>
        <w:t xml:space="preserve"> válasz</w:t>
      </w:r>
      <w:r w:rsidR="00220C03">
        <w:rPr>
          <w:lang w:val="hu-HU"/>
        </w:rPr>
        <w:t>olnia</w:t>
      </w:r>
      <w:r w:rsidRPr="0BD99F41">
        <w:rPr>
          <w:lang w:val="hu-HU"/>
        </w:rPr>
        <w:t>:</w:t>
      </w:r>
    </w:p>
    <w:p w14:paraId="068BD13E" w14:textId="6F50C19B" w:rsidR="008E3D05" w:rsidRDefault="00220C03" w:rsidP="008E3D05">
      <w:pPr>
        <w:pStyle w:val="ListParagraph"/>
        <w:numPr>
          <w:ilvl w:val="0"/>
          <w:numId w:val="39"/>
        </w:numPr>
        <w:tabs>
          <w:tab w:val="left" w:pos="1073"/>
        </w:tabs>
        <w:rPr>
          <w:lang w:val="hu-HU"/>
        </w:rPr>
      </w:pPr>
      <w:r>
        <w:rPr>
          <w:lang w:val="hu-HU"/>
        </w:rPr>
        <w:t>Mit végeztek</w:t>
      </w:r>
      <w:r w:rsidR="008E3D05" w:rsidRPr="722FE6E6">
        <w:rPr>
          <w:lang w:val="hu-HU"/>
        </w:rPr>
        <w:t xml:space="preserve"> mások ugyanazon</w:t>
      </w:r>
      <w:r w:rsidR="00E95BE6">
        <w:rPr>
          <w:lang w:val="hu-HU"/>
        </w:rPr>
        <w:t xml:space="preserve"> vagy hasonló</w:t>
      </w:r>
      <w:r w:rsidR="008E3D05" w:rsidRPr="722FE6E6">
        <w:rPr>
          <w:lang w:val="hu-HU"/>
        </w:rPr>
        <w:t xml:space="preserve"> probléma megoldás</w:t>
      </w:r>
      <w:r>
        <w:rPr>
          <w:lang w:val="hu-HU"/>
        </w:rPr>
        <w:t>a kapcsán</w:t>
      </w:r>
      <w:r w:rsidR="008E3D05" w:rsidRPr="722FE6E6">
        <w:rPr>
          <w:lang w:val="hu-HU"/>
        </w:rPr>
        <w:t xml:space="preserve">? </w:t>
      </w:r>
    </w:p>
    <w:p w14:paraId="3CE6EF0C" w14:textId="5B2355D6" w:rsidR="008E3D05" w:rsidRDefault="008E3D05" w:rsidP="008E3D05">
      <w:pPr>
        <w:pStyle w:val="ListParagraph"/>
        <w:numPr>
          <w:ilvl w:val="0"/>
          <w:numId w:val="39"/>
        </w:numPr>
        <w:tabs>
          <w:tab w:val="left" w:pos="1073"/>
        </w:tabs>
        <w:rPr>
          <w:lang w:val="hu-HU"/>
        </w:rPr>
      </w:pPr>
      <w:r w:rsidRPr="722FE6E6">
        <w:rPr>
          <w:lang w:val="hu-HU"/>
        </w:rPr>
        <w:t>Mi a</w:t>
      </w:r>
      <w:r w:rsidR="00220C03">
        <w:rPr>
          <w:lang w:val="hu-HU"/>
        </w:rPr>
        <w:t xml:space="preserve"> jelenlegi</w:t>
      </w:r>
      <w:r w:rsidRPr="722FE6E6">
        <w:rPr>
          <w:lang w:val="hu-HU"/>
        </w:rPr>
        <w:t xml:space="preserve"> helyzet</w:t>
      </w:r>
      <w:r w:rsidR="00220C03">
        <w:rPr>
          <w:lang w:val="hu-HU"/>
        </w:rPr>
        <w:t xml:space="preserve"> (hol tartunk most)</w:t>
      </w:r>
      <w:r w:rsidRPr="722FE6E6">
        <w:rPr>
          <w:lang w:val="hu-HU"/>
        </w:rPr>
        <w:t xml:space="preserve"> </w:t>
      </w:r>
      <w:r w:rsidR="00E95BE6">
        <w:rPr>
          <w:lang w:val="hu-HU"/>
        </w:rPr>
        <w:t>e</w:t>
      </w:r>
      <w:r w:rsidRPr="722FE6E6">
        <w:rPr>
          <w:lang w:val="hu-HU"/>
        </w:rPr>
        <w:t xml:space="preserve"> probléma megoldásával?</w:t>
      </w:r>
    </w:p>
    <w:p w14:paraId="026D69B1" w14:textId="522FF372" w:rsidR="008E3D05" w:rsidRDefault="00220C03" w:rsidP="008E3D05">
      <w:pPr>
        <w:pStyle w:val="ListParagraph"/>
        <w:numPr>
          <w:ilvl w:val="0"/>
          <w:numId w:val="39"/>
        </w:numPr>
        <w:tabs>
          <w:tab w:val="left" w:pos="1073"/>
        </w:tabs>
        <w:rPr>
          <w:lang w:val="hu-HU"/>
        </w:rPr>
      </w:pPr>
      <w:r>
        <w:rPr>
          <w:lang w:val="hu-HU"/>
        </w:rPr>
        <w:t>Egy hasonló probléma megoldásának gyakorlati példája.</w:t>
      </w:r>
    </w:p>
    <w:p w14:paraId="5160BD8D" w14:textId="71DD2E34" w:rsidR="008E3D05" w:rsidRDefault="008E3D05" w:rsidP="008E3D05">
      <w:pPr>
        <w:tabs>
          <w:tab w:val="left" w:pos="1073"/>
        </w:tabs>
        <w:rPr>
          <w:lang w:val="hu-HU"/>
        </w:rPr>
      </w:pPr>
      <w:r>
        <w:rPr>
          <w:lang w:val="hu-HU"/>
        </w:rPr>
        <w:t xml:space="preserve">A </w:t>
      </w:r>
      <w:r w:rsidR="00A66BFC">
        <w:rPr>
          <w:lang w:val="hu-HU"/>
        </w:rPr>
        <w:t>diplomamunka</w:t>
      </w:r>
      <w:r>
        <w:rPr>
          <w:lang w:val="hu-HU"/>
        </w:rPr>
        <w:t xml:space="preserve"> ezen része a </w:t>
      </w:r>
      <w:r w:rsidR="00220C03">
        <w:rPr>
          <w:lang w:val="hu-HU"/>
        </w:rPr>
        <w:t>rendelkezésre álló</w:t>
      </w:r>
      <w:r>
        <w:rPr>
          <w:lang w:val="hu-HU"/>
        </w:rPr>
        <w:t xml:space="preserve"> szakirodalom áttekintését, illetve elemzését tartalmazza,</w:t>
      </w:r>
      <w:r w:rsidR="00220C03">
        <w:rPr>
          <w:lang w:val="hu-HU"/>
        </w:rPr>
        <w:t xml:space="preserve"> tehát </w:t>
      </w:r>
      <w:r>
        <w:rPr>
          <w:lang w:val="hu-HU"/>
        </w:rPr>
        <w:t xml:space="preserve">nem a </w:t>
      </w:r>
      <w:r w:rsidR="00220C03">
        <w:rPr>
          <w:lang w:val="hu-HU"/>
        </w:rPr>
        <w:t>jelölt</w:t>
      </w:r>
      <w:r>
        <w:rPr>
          <w:lang w:val="hu-HU"/>
        </w:rPr>
        <w:t xml:space="preserve"> saját </w:t>
      </w:r>
      <w:r w:rsidR="00E95BE6">
        <w:rPr>
          <w:lang w:val="hu-HU"/>
        </w:rPr>
        <w:t xml:space="preserve">szakmai </w:t>
      </w:r>
      <w:r>
        <w:rPr>
          <w:lang w:val="hu-HU"/>
        </w:rPr>
        <w:t xml:space="preserve">hozzájárulása. Ebből kifolyólag a szövegben, valamint az </w:t>
      </w:r>
      <w:r w:rsidR="00220C03" w:rsidRPr="0BD99F41">
        <w:rPr>
          <w:lang w:val="hu-HU"/>
        </w:rPr>
        <w:t>„</w:t>
      </w:r>
      <w:r>
        <w:rPr>
          <w:lang w:val="hu-HU"/>
        </w:rPr>
        <w:t xml:space="preserve">Irodalom” fejezetben </w:t>
      </w:r>
      <w:r w:rsidR="00220C03">
        <w:rPr>
          <w:lang w:val="hu-HU"/>
        </w:rPr>
        <w:t xml:space="preserve">jelölni kell </w:t>
      </w:r>
      <w:r>
        <w:rPr>
          <w:lang w:val="hu-HU"/>
        </w:rPr>
        <w:t>a felhasznált szakirodalmi forrásokat. Az irodalom</w:t>
      </w:r>
      <w:r w:rsidR="00220C03">
        <w:rPr>
          <w:lang w:val="hu-HU"/>
        </w:rPr>
        <w:t xml:space="preserve">i </w:t>
      </w:r>
      <w:r>
        <w:rPr>
          <w:lang w:val="hu-HU"/>
        </w:rPr>
        <w:t xml:space="preserve">hivatkozást az IEEE javaslatai alapján kell </w:t>
      </w:r>
      <w:r w:rsidR="00E95BE6">
        <w:rPr>
          <w:lang w:val="hu-HU"/>
        </w:rPr>
        <w:t>el</w:t>
      </w:r>
      <w:r>
        <w:rPr>
          <w:lang w:val="hu-HU"/>
        </w:rPr>
        <w:t xml:space="preserve">végezni. A javaslatok </w:t>
      </w:r>
      <w:r w:rsidR="00E95BE6">
        <w:rPr>
          <w:lang w:val="hu-HU"/>
        </w:rPr>
        <w:t xml:space="preserve">e dokumentum </w:t>
      </w:r>
      <w:r>
        <w:rPr>
          <w:lang w:val="hu-HU"/>
        </w:rPr>
        <w:t>külön melléklet</w:t>
      </w:r>
      <w:r w:rsidR="00E95BE6">
        <w:rPr>
          <w:lang w:val="hu-HU"/>
        </w:rPr>
        <w:t>é</w:t>
      </w:r>
      <w:r>
        <w:rPr>
          <w:lang w:val="hu-HU"/>
        </w:rPr>
        <w:t xml:space="preserve">ben </w:t>
      </w:r>
      <w:r w:rsidR="00220C03">
        <w:rPr>
          <w:lang w:val="hu-HU"/>
        </w:rPr>
        <w:t>tekinthetők meg</w:t>
      </w:r>
      <w:r w:rsidR="009E3138">
        <w:rPr>
          <w:lang w:val="hu-HU"/>
        </w:rPr>
        <w:t xml:space="preserve"> [1]</w:t>
      </w:r>
      <w:r>
        <w:rPr>
          <w:lang w:val="hu-HU"/>
        </w:rPr>
        <w:t>.</w:t>
      </w:r>
    </w:p>
    <w:p w14:paraId="78686D4B" w14:textId="77777777" w:rsidR="00A071E5" w:rsidRPr="00F63430" w:rsidRDefault="00A071E5" w:rsidP="008E3D05">
      <w:pPr>
        <w:tabs>
          <w:tab w:val="left" w:pos="1073"/>
        </w:tabs>
        <w:rPr>
          <w:lang w:val="hu-HU"/>
        </w:rPr>
      </w:pPr>
    </w:p>
    <w:p w14:paraId="235DBEE3" w14:textId="6430549B" w:rsidR="00917984" w:rsidRPr="00D81F74" w:rsidRDefault="008E3D05" w:rsidP="00917984">
      <w:pPr>
        <w:pStyle w:val="Heading2"/>
        <w:rPr>
          <w:lang w:val="hu-HU"/>
        </w:rPr>
      </w:pPr>
      <w:bookmarkStart w:id="20" w:name="_Toc251927786"/>
      <w:bookmarkStart w:id="21" w:name="_Toc128137956"/>
      <w:proofErr w:type="spellStart"/>
      <w:r w:rsidRPr="31F28929">
        <w:rPr>
          <w:rFonts w:eastAsia="Cambria" w:cs="Cambria"/>
          <w:color w:val="000000" w:themeColor="text1"/>
          <w:lang w:val="sr-Latn-RS"/>
        </w:rPr>
        <w:t>Irodalmi</w:t>
      </w:r>
      <w:proofErr w:type="spellEnd"/>
      <w:r w:rsidRPr="31F28929">
        <w:rPr>
          <w:rFonts w:eastAsia="Cambria" w:cs="Cambria"/>
          <w:color w:val="000000" w:themeColor="text1"/>
          <w:lang w:val="sr-Latn-RS"/>
        </w:rPr>
        <w:t xml:space="preserve"> </w:t>
      </w:r>
      <w:proofErr w:type="spellStart"/>
      <w:r w:rsidRPr="31F28929">
        <w:rPr>
          <w:rFonts w:eastAsia="Cambria" w:cs="Cambria"/>
          <w:color w:val="000000" w:themeColor="text1"/>
          <w:lang w:val="sr-Latn-RS"/>
        </w:rPr>
        <w:t>hivatkozás</w:t>
      </w:r>
      <w:bookmarkEnd w:id="20"/>
      <w:bookmarkEnd w:id="21"/>
      <w:proofErr w:type="spellEnd"/>
    </w:p>
    <w:p w14:paraId="090590D8" w14:textId="0F49B8B0" w:rsidR="008E3D05" w:rsidRDefault="00220C03" w:rsidP="008E3D05">
      <w:pPr>
        <w:rPr>
          <w:rFonts w:eastAsia="Calibri" w:cs="Calibri"/>
          <w:lang w:val="hu-HU"/>
        </w:rPr>
      </w:pPr>
      <w:r w:rsidRPr="00220C03">
        <w:rPr>
          <w:lang w:val="hu-HU" w:bidi="ar-SA"/>
        </w:rPr>
        <w:t>Az irodal</w:t>
      </w:r>
      <w:r w:rsidR="003E7D6F">
        <w:rPr>
          <w:lang w:val="hu-HU" w:bidi="ar-SA"/>
        </w:rPr>
        <w:t>mi hivatkozás</w:t>
      </w:r>
      <w:r w:rsidRPr="00220C03">
        <w:rPr>
          <w:lang w:val="hu-HU" w:bidi="ar-SA"/>
        </w:rPr>
        <w:t xml:space="preserve"> egy szabványosított módszer a dolgozat megírásakor felhasznált információk és ötletek bemutatására, olyan egyedi módon, amely azonosítja azok forrását.</w:t>
      </w:r>
      <w:r w:rsidRPr="00220C03">
        <w:rPr>
          <w:rFonts w:eastAsia="Calibri"/>
          <w:lang w:val="hu-HU" w:bidi="ar-SA"/>
        </w:rPr>
        <w:t xml:space="preserve"> </w:t>
      </w:r>
      <w:r w:rsidR="008E3D05" w:rsidRPr="0BD99F41">
        <w:rPr>
          <w:rFonts w:eastAsia="Calibri" w:cs="Calibri"/>
          <w:color w:val="000000" w:themeColor="text1"/>
          <w:lang w:val="hu-HU"/>
        </w:rPr>
        <w:t>[2].</w:t>
      </w:r>
    </w:p>
    <w:p w14:paraId="35925FB3" w14:textId="43E413BA" w:rsidR="008E3D05" w:rsidRDefault="00220C03" w:rsidP="008E3D05">
      <w:pPr>
        <w:rPr>
          <w:rFonts w:eastAsia="Calibri" w:cs="Calibri"/>
          <w:lang w:val="hu-HU"/>
        </w:rPr>
      </w:pPr>
      <w:r w:rsidRPr="00220C03">
        <w:rPr>
          <w:lang w:val="hu-HU" w:bidi="ar-SA"/>
        </w:rPr>
        <w:t>Nagy körültekintéssel kell eljárni az irodalm</w:t>
      </w:r>
      <w:r>
        <w:rPr>
          <w:lang w:val="hu-HU" w:bidi="ar-SA"/>
        </w:rPr>
        <w:t>i</w:t>
      </w:r>
      <w:r w:rsidRPr="00220C03">
        <w:rPr>
          <w:lang w:val="hu-HU" w:bidi="ar-SA"/>
        </w:rPr>
        <w:t xml:space="preserve"> hivatkoz</w:t>
      </w:r>
      <w:r>
        <w:rPr>
          <w:lang w:val="hu-HU" w:bidi="ar-SA"/>
        </w:rPr>
        <w:t>ások során, elkerülendő</w:t>
      </w:r>
      <w:r w:rsidRPr="00220C03">
        <w:rPr>
          <w:lang w:val="hu-HU" w:bidi="ar-SA"/>
        </w:rPr>
        <w:t xml:space="preserve"> az esetleges téves állítások</w:t>
      </w:r>
      <w:r>
        <w:rPr>
          <w:lang w:val="hu-HU" w:bidi="ar-SA"/>
        </w:rPr>
        <w:t>at</w:t>
      </w:r>
      <w:r w:rsidR="008E3D05" w:rsidRPr="0BD99F41">
        <w:rPr>
          <w:lang w:val="hu-HU" w:bidi="ar-SA"/>
        </w:rPr>
        <w:t>. Az i</w:t>
      </w:r>
      <w:r w:rsidR="003E7D6F">
        <w:rPr>
          <w:lang w:val="hu-HU" w:bidi="ar-SA"/>
        </w:rPr>
        <w:t>rodalmi</w:t>
      </w:r>
      <w:r w:rsidR="008E3D05" w:rsidRPr="0BD99F41">
        <w:rPr>
          <w:lang w:val="hu-HU" w:bidi="ar-SA"/>
        </w:rPr>
        <w:t xml:space="preserve"> hivatkozásnak kötelezően </w:t>
      </w:r>
      <w:r w:rsidR="003E7D6F">
        <w:rPr>
          <w:lang w:val="hu-HU" w:bidi="ar-SA"/>
        </w:rPr>
        <w:t xml:space="preserve">legalább </w:t>
      </w:r>
      <w:r w:rsidR="008E3D05" w:rsidRPr="0BD99F41">
        <w:rPr>
          <w:lang w:val="hu-HU" w:bidi="ar-SA"/>
        </w:rPr>
        <w:t xml:space="preserve">kétszer kell megjelennie a </w:t>
      </w:r>
      <w:r w:rsidR="00A66BFC">
        <w:rPr>
          <w:lang w:val="hu-HU" w:bidi="ar-SA"/>
        </w:rPr>
        <w:t>diplomamunk</w:t>
      </w:r>
      <w:r w:rsidR="00065EAD">
        <w:rPr>
          <w:lang w:val="hu-HU" w:bidi="ar-SA"/>
        </w:rPr>
        <w:t>á</w:t>
      </w:r>
      <w:r w:rsidR="008E3D05" w:rsidRPr="0BD99F41">
        <w:rPr>
          <w:lang w:val="hu-HU" w:bidi="ar-SA"/>
        </w:rPr>
        <w:t>ban. Először</w:t>
      </w:r>
      <w:r w:rsidR="003E7D6F">
        <w:rPr>
          <w:lang w:val="hu-HU" w:bidi="ar-SA"/>
        </w:rPr>
        <w:t xml:space="preserve"> is</w:t>
      </w:r>
      <w:r w:rsidR="008E3D05" w:rsidRPr="0BD99F41">
        <w:rPr>
          <w:lang w:val="hu-HU" w:bidi="ar-SA"/>
        </w:rPr>
        <w:t xml:space="preserve"> a </w:t>
      </w:r>
      <w:r w:rsidR="00A66BFC">
        <w:rPr>
          <w:lang w:val="hu-HU" w:bidi="ar-SA"/>
        </w:rPr>
        <w:t>diplomamunka</w:t>
      </w:r>
      <w:r w:rsidR="008E3D05" w:rsidRPr="0BD99F41">
        <w:rPr>
          <w:lang w:val="hu-HU" w:bidi="ar-SA"/>
        </w:rPr>
        <w:t xml:space="preserve"> szövegében</w:t>
      </w:r>
      <w:r w:rsidR="003E7D6F">
        <w:rPr>
          <w:lang w:val="hu-HU" w:bidi="ar-SA"/>
        </w:rPr>
        <w:t xml:space="preserve"> (lehet többször is)</w:t>
      </w:r>
      <w:r w:rsidR="008E3D05" w:rsidRPr="0BD99F41">
        <w:rPr>
          <w:lang w:val="hu-HU" w:bidi="ar-SA"/>
        </w:rPr>
        <w:t>, majd másod</w:t>
      </w:r>
      <w:r w:rsidR="003E7D6F">
        <w:rPr>
          <w:lang w:val="hu-HU" w:bidi="ar-SA"/>
        </w:rPr>
        <w:t>jára</w:t>
      </w:r>
      <w:r w:rsidR="008E3D05" w:rsidRPr="0BD99F41">
        <w:rPr>
          <w:lang w:val="hu-HU" w:bidi="ar-SA"/>
        </w:rPr>
        <w:t xml:space="preserve"> az irodalomjegyzékben. A szövegben említett információforrásokat kötelezően fel kell tüntetni a </w:t>
      </w:r>
      <w:r w:rsidR="00A66BFC">
        <w:rPr>
          <w:lang w:val="hu-HU" w:bidi="ar-SA"/>
        </w:rPr>
        <w:t>diplomamunka</w:t>
      </w:r>
      <w:r w:rsidR="008E3D05" w:rsidRPr="0BD99F41">
        <w:rPr>
          <w:lang w:val="hu-HU" w:bidi="ar-SA"/>
        </w:rPr>
        <w:t xml:space="preserve"> irodalomjegyzékében, illetve minden feltüntetett információforrásnak az irodalomjegyzékből szerepelnie kell a </w:t>
      </w:r>
      <w:r w:rsidR="00A66BFC">
        <w:rPr>
          <w:lang w:val="hu-HU" w:bidi="ar-SA"/>
        </w:rPr>
        <w:t>diplomamunka</w:t>
      </w:r>
      <w:r w:rsidR="008E3D05" w:rsidRPr="0BD99F41">
        <w:rPr>
          <w:lang w:val="hu-HU" w:bidi="ar-SA"/>
        </w:rPr>
        <w:t xml:space="preserve"> szövegében</w:t>
      </w:r>
      <w:r w:rsidR="008E3D05" w:rsidRPr="0BD99F41">
        <w:rPr>
          <w:rFonts w:eastAsia="Calibri" w:cs="Calibri"/>
          <w:color w:val="000000" w:themeColor="text1"/>
          <w:lang w:val="hu-HU"/>
        </w:rPr>
        <w:t xml:space="preserve"> [2].</w:t>
      </w:r>
    </w:p>
    <w:p w14:paraId="4B6E1677" w14:textId="17E96C13" w:rsidR="008E3D05" w:rsidRDefault="008E3D05" w:rsidP="008E3D05">
      <w:pPr>
        <w:rPr>
          <w:rFonts w:eastAsia="Calibri" w:cs="Calibri"/>
          <w:color w:val="000000" w:themeColor="text1"/>
          <w:lang w:val="hu-HU"/>
        </w:rPr>
      </w:pPr>
      <w:r w:rsidRPr="722FE6E6">
        <w:rPr>
          <w:rFonts w:eastAsia="Calibri" w:cs="Calibri"/>
          <w:color w:val="000000" w:themeColor="text1"/>
          <w:lang w:val="hu-HU"/>
        </w:rPr>
        <w:t>A szövegben található hivatkozásoknak számszerűen és szögletes zárójelben (pl. [1], [2] stb.) kell szerepelniük a szövegben való megjelenés sorrendjében. Az irodalomjegyzéket a hivatkozások szövegbeli megjelenési sorrendje szerint kell számozni</w:t>
      </w:r>
      <w:r w:rsidR="003E7D6F">
        <w:rPr>
          <w:rFonts w:eastAsia="Calibri" w:cs="Calibri"/>
          <w:color w:val="000000" w:themeColor="text1"/>
          <w:lang w:val="hu-HU"/>
        </w:rPr>
        <w:t xml:space="preserve">. Ha egy </w:t>
      </w:r>
      <w:r w:rsidRPr="722FE6E6">
        <w:rPr>
          <w:rFonts w:eastAsia="Calibri" w:cs="Calibri"/>
          <w:color w:val="000000" w:themeColor="text1"/>
          <w:lang w:val="hu-HU"/>
        </w:rPr>
        <w:t>forrás ismételt</w:t>
      </w:r>
      <w:r w:rsidR="003E7D6F">
        <w:rPr>
          <w:rFonts w:eastAsia="Calibri" w:cs="Calibri"/>
          <w:color w:val="000000" w:themeColor="text1"/>
          <w:lang w:val="hu-HU"/>
        </w:rPr>
        <w:t xml:space="preserve">en megjelenik, ugyanazon </w:t>
      </w:r>
      <w:r w:rsidRPr="722FE6E6">
        <w:rPr>
          <w:rFonts w:eastAsia="Calibri" w:cs="Calibri"/>
          <w:color w:val="000000" w:themeColor="text1"/>
          <w:lang w:val="hu-HU"/>
        </w:rPr>
        <w:t>hivatkozási szám</w:t>
      </w:r>
      <w:r w:rsidR="003E7D6F">
        <w:rPr>
          <w:rFonts w:eastAsia="Calibri" w:cs="Calibri"/>
          <w:color w:val="000000" w:themeColor="text1"/>
          <w:lang w:val="hu-HU"/>
        </w:rPr>
        <w:t>mal jelöljük.</w:t>
      </w:r>
      <w:r w:rsidRPr="722FE6E6">
        <w:rPr>
          <w:rFonts w:eastAsia="Calibri" w:cs="Calibri"/>
          <w:color w:val="000000" w:themeColor="text1"/>
          <w:lang w:val="hu-HU"/>
        </w:rPr>
        <w:t xml:space="preserve"> </w:t>
      </w:r>
      <w:r w:rsidR="009D52A1">
        <w:rPr>
          <w:rFonts w:eastAsia="Calibri" w:cs="Calibri"/>
          <w:color w:val="000000" w:themeColor="text1"/>
          <w:lang w:val="hu-HU"/>
        </w:rPr>
        <w:t xml:space="preserve">Ezen utasítás </w:t>
      </w:r>
      <w:r w:rsidR="00142F00" w:rsidRPr="722FE6E6">
        <w:rPr>
          <w:rFonts w:eastAsia="Calibri" w:cs="Calibri"/>
          <w:color w:val="000000" w:themeColor="text1"/>
          <w:lang w:val="hu-HU"/>
        </w:rPr>
        <w:t xml:space="preserve">[2] </w:t>
      </w:r>
      <w:r w:rsidR="009D52A1">
        <w:rPr>
          <w:rFonts w:eastAsia="Calibri" w:cs="Calibri"/>
          <w:color w:val="000000" w:themeColor="text1"/>
          <w:lang w:val="hu-HU"/>
        </w:rPr>
        <w:t>irodalmi forrása</w:t>
      </w:r>
      <w:r w:rsidRPr="722FE6E6">
        <w:rPr>
          <w:rFonts w:eastAsia="Calibri" w:cs="Calibri"/>
          <w:color w:val="000000" w:themeColor="text1"/>
          <w:lang w:val="hu-HU"/>
        </w:rPr>
        <w:t xml:space="preserve"> ta</w:t>
      </w:r>
      <w:r w:rsidR="00142F00">
        <w:rPr>
          <w:rFonts w:eastAsia="Calibri" w:cs="Calibri"/>
          <w:color w:val="000000" w:themeColor="text1"/>
          <w:lang w:val="hu-HU"/>
        </w:rPr>
        <w:t>rtalmazza</w:t>
      </w:r>
      <w:r w:rsidRPr="722FE6E6">
        <w:rPr>
          <w:rFonts w:eastAsia="Calibri" w:cs="Calibri"/>
          <w:color w:val="000000" w:themeColor="text1"/>
          <w:lang w:val="hu-HU"/>
        </w:rPr>
        <w:t xml:space="preserve"> a szakirodalmi hivatkozás szabály</w:t>
      </w:r>
      <w:r w:rsidR="009D52A1">
        <w:rPr>
          <w:rFonts w:eastAsia="Calibri" w:cs="Calibri"/>
          <w:color w:val="000000" w:themeColor="text1"/>
          <w:lang w:val="hu-HU"/>
        </w:rPr>
        <w:t>ait</w:t>
      </w:r>
      <w:r w:rsidRPr="722FE6E6">
        <w:rPr>
          <w:rFonts w:eastAsia="Calibri" w:cs="Calibri"/>
          <w:color w:val="000000" w:themeColor="text1"/>
          <w:lang w:val="hu-HU"/>
        </w:rPr>
        <w:t xml:space="preserve"> és a</w:t>
      </w:r>
      <w:r w:rsidR="00142F00">
        <w:rPr>
          <w:rFonts w:eastAsia="Calibri" w:cs="Calibri"/>
          <w:color w:val="000000" w:themeColor="text1"/>
          <w:lang w:val="hu-HU"/>
        </w:rPr>
        <w:t xml:space="preserve"> javasolt</w:t>
      </w:r>
      <w:r w:rsidRPr="722FE6E6">
        <w:rPr>
          <w:rFonts w:eastAsia="Calibri" w:cs="Calibri"/>
          <w:color w:val="000000" w:themeColor="text1"/>
          <w:lang w:val="hu-HU"/>
        </w:rPr>
        <w:t xml:space="preserve"> idézési stílusokra vonatkozó különféle egyéni irányelveket. A szakirodalomnak tartalmaznia kell a munkában felhasznált összes forrást. Célszerű kerülni </w:t>
      </w:r>
      <w:r w:rsidR="00142F00">
        <w:rPr>
          <w:rFonts w:eastAsia="Calibri" w:cs="Calibri"/>
          <w:color w:val="000000" w:themeColor="text1"/>
          <w:lang w:val="hu-HU"/>
        </w:rPr>
        <w:t>némely</w:t>
      </w:r>
      <w:r w:rsidRPr="722FE6E6">
        <w:rPr>
          <w:rFonts w:eastAsia="Calibri" w:cs="Calibri"/>
          <w:color w:val="000000" w:themeColor="text1"/>
          <w:lang w:val="hu-HU"/>
        </w:rPr>
        <w:t xml:space="preserve"> internetes források, például a Wikipédia, a reklám jellegű oldalak és a nem szerzői szövegek használatát, </w:t>
      </w:r>
      <w:r w:rsidR="009D52A1">
        <w:rPr>
          <w:rFonts w:eastAsia="Calibri" w:cs="Calibri"/>
          <w:color w:val="000000" w:themeColor="text1"/>
          <w:lang w:val="hu-HU"/>
        </w:rPr>
        <w:t>lévén</w:t>
      </w:r>
      <w:r w:rsidRPr="722FE6E6">
        <w:rPr>
          <w:rFonts w:eastAsia="Calibri" w:cs="Calibri"/>
          <w:color w:val="000000" w:themeColor="text1"/>
          <w:lang w:val="hu-HU"/>
        </w:rPr>
        <w:t xml:space="preserve"> ezek téves információkat tartalmazhatnak. Legalább egy </w:t>
      </w:r>
      <w:r w:rsidR="00142F00">
        <w:rPr>
          <w:rFonts w:eastAsia="Calibri" w:cs="Calibri"/>
          <w:color w:val="000000" w:themeColor="text1"/>
          <w:lang w:val="hu-HU"/>
        </w:rPr>
        <w:t>szak</w:t>
      </w:r>
      <w:r w:rsidRPr="722FE6E6">
        <w:rPr>
          <w:rFonts w:eastAsia="Calibri" w:cs="Calibri"/>
          <w:color w:val="000000" w:themeColor="text1"/>
          <w:lang w:val="hu-HU"/>
        </w:rPr>
        <w:t>könyvnek szerepelnie kell a felhasznált irodalom listáján</w:t>
      </w:r>
      <w:r w:rsidR="00142F00">
        <w:rPr>
          <w:rFonts w:eastAsia="Calibri" w:cs="Calibri"/>
          <w:color w:val="000000" w:themeColor="text1"/>
          <w:lang w:val="hu-HU"/>
        </w:rPr>
        <w:t>!!</w:t>
      </w:r>
    </w:p>
    <w:p w14:paraId="5960B529" w14:textId="77777777" w:rsidR="008E3D05" w:rsidRDefault="008E3D05" w:rsidP="008E3D05">
      <w:pPr>
        <w:rPr>
          <w:rFonts w:eastAsia="Calibri" w:cs="Calibri"/>
          <w:color w:val="000000" w:themeColor="text1"/>
          <w:lang w:val="hu-HU"/>
        </w:rPr>
      </w:pPr>
      <w:r w:rsidRPr="722FE6E6">
        <w:rPr>
          <w:rFonts w:eastAsia="Calibri" w:cs="Calibri"/>
          <w:color w:val="000000" w:themeColor="text1"/>
          <w:lang w:val="hu-HU"/>
        </w:rPr>
        <w:t>Példák az irodalmi hivatkozásra:</w:t>
      </w:r>
    </w:p>
    <w:p w14:paraId="6E12CF3E" w14:textId="77777777" w:rsidR="008E3D05" w:rsidRDefault="008E3D05" w:rsidP="008E3D05">
      <w:r w:rsidRPr="722FE6E6">
        <w:rPr>
          <w:rFonts w:eastAsia="Calibri" w:cs="Calibri"/>
          <w:color w:val="000000" w:themeColor="text1"/>
          <w:lang w:val="hu-HU"/>
        </w:rPr>
        <w:t>Ha a szöveg legfeljebb hat szerzős műre hivatkozik, akkor az IEEE hivatkozási rendszer szabályai szerint az ő nevüket fel kell tüntetni a hivatkozási jegyzékben [10]. Ha hatnál több szerzőt tartalmazó műre hivatkozunk, akkor csak az első szerző nevét és vezetéknevét, majd az általánosan elfogadott rövidítést kell alkalmazni – et al. (rövidítés a latinból et alii – "és mások").</w:t>
      </w:r>
    </w:p>
    <w:p w14:paraId="62A56632" w14:textId="62E87F30" w:rsidR="008E3D05" w:rsidRDefault="008E3D05" w:rsidP="008E3D05">
      <w:pPr>
        <w:rPr>
          <w:rFonts w:eastAsia="Calibri" w:cs="Calibri"/>
          <w:color w:val="000000" w:themeColor="text1"/>
          <w:lang w:val="hu-HU"/>
        </w:rPr>
      </w:pPr>
    </w:p>
    <w:p w14:paraId="0C642FA2" w14:textId="77777777" w:rsidR="00A071E5" w:rsidRDefault="00A071E5" w:rsidP="008E3D05">
      <w:pPr>
        <w:rPr>
          <w:rFonts w:eastAsia="Calibri" w:cs="Calibri"/>
          <w:color w:val="000000" w:themeColor="text1"/>
          <w:lang w:val="hu-HU"/>
        </w:rPr>
      </w:pPr>
    </w:p>
    <w:p w14:paraId="7E4E82EC" w14:textId="77777777" w:rsidR="008E3D05" w:rsidRDefault="008E3D05" w:rsidP="008E3D05">
      <w:pPr>
        <w:rPr>
          <w:rFonts w:eastAsia="Calibri" w:cs="Calibri"/>
          <w:color w:val="000000" w:themeColor="text1"/>
          <w:lang w:val="hu-HU"/>
        </w:rPr>
      </w:pPr>
      <w:r w:rsidRPr="722FE6E6">
        <w:rPr>
          <w:rFonts w:eastAsia="Calibri" w:cs="Calibri"/>
          <w:color w:val="000000" w:themeColor="text1"/>
          <w:lang w:val="hu-HU"/>
        </w:rPr>
        <w:lastRenderedPageBreak/>
        <w:t>1. példa:</w:t>
      </w:r>
    </w:p>
    <w:p w14:paraId="2501941E" w14:textId="5DFAD083" w:rsidR="008E3D05" w:rsidRDefault="008E3D05" w:rsidP="008E3D05">
      <w:r w:rsidRPr="722FE6E6">
        <w:rPr>
          <w:rFonts w:eastAsia="Calibri" w:cs="Calibri"/>
          <w:color w:val="000000" w:themeColor="text1"/>
          <w:lang w:val="hu-HU"/>
        </w:rPr>
        <w:t>Az [1]-ben az áll, hogy...</w:t>
      </w:r>
    </w:p>
    <w:p w14:paraId="489C0A74" w14:textId="423B34B4" w:rsidR="008E3D05" w:rsidRDefault="008E3D05" w:rsidP="007E5326">
      <w:r w:rsidRPr="722FE6E6">
        <w:rPr>
          <w:rFonts w:eastAsia="Calibri" w:cs="Calibri"/>
          <w:color w:val="000000" w:themeColor="text1"/>
          <w:lang w:val="hu-HU"/>
        </w:rPr>
        <w:t>Referenciák listája:</w:t>
      </w:r>
    </w:p>
    <w:p w14:paraId="2549EFE4" w14:textId="7461C158" w:rsidR="008E3D05" w:rsidRDefault="008E3D05" w:rsidP="007E5326">
      <w:r w:rsidRPr="722FE6E6">
        <w:rPr>
          <w:rFonts w:eastAsia="Calibri" w:cs="Calibri"/>
          <w:color w:val="000000" w:themeColor="text1"/>
          <w:lang w:val="hu-HU"/>
        </w:rPr>
        <w:t>[1] S. K. Mitra, C. A. Murthy és M. K. Kundu, "Technique for Fractal Image Compression Using Genetic Algorithms", IEEE Transactions on Image Processing, vol. 7, sz. 4, pp. 586-593, April 1998.</w:t>
      </w:r>
    </w:p>
    <w:p w14:paraId="2084B8F3" w14:textId="77777777" w:rsidR="008E3D05" w:rsidRDefault="008E3D05" w:rsidP="007E5326">
      <w:r w:rsidRPr="722FE6E6">
        <w:rPr>
          <w:rFonts w:eastAsia="Calibri" w:cs="Calibri"/>
          <w:color w:val="000000" w:themeColor="text1"/>
          <w:lang w:val="hu-HU"/>
        </w:rPr>
        <w:t xml:space="preserve"> </w:t>
      </w:r>
    </w:p>
    <w:p w14:paraId="1EB801D2" w14:textId="77777777" w:rsidR="008E3D05" w:rsidRDefault="008E3D05" w:rsidP="007E5326">
      <w:r w:rsidRPr="722FE6E6">
        <w:rPr>
          <w:rFonts w:eastAsia="Calibri" w:cs="Calibri"/>
          <w:color w:val="000000" w:themeColor="text1"/>
          <w:lang w:val="hu-HU"/>
        </w:rPr>
        <w:t>2. példa:</w:t>
      </w:r>
    </w:p>
    <w:p w14:paraId="142A89F7" w14:textId="77777777" w:rsidR="008E3D05" w:rsidRDefault="008E3D05" w:rsidP="007E5326">
      <w:r w:rsidRPr="722FE6E6">
        <w:rPr>
          <w:rFonts w:eastAsia="Calibri" w:cs="Calibri"/>
          <w:color w:val="000000" w:themeColor="text1"/>
          <w:lang w:val="hu-HU"/>
        </w:rPr>
        <w:t>A [2]-ben az áll, hogy...</w:t>
      </w:r>
    </w:p>
    <w:p w14:paraId="3EFB96CE" w14:textId="77777777" w:rsidR="008E3D05" w:rsidRDefault="008E3D05" w:rsidP="007E5326">
      <w:pPr>
        <w:rPr>
          <w:rFonts w:eastAsia="Calibri" w:cs="Calibri"/>
          <w:color w:val="000000" w:themeColor="text1"/>
          <w:lang w:val="hu-HU"/>
        </w:rPr>
      </w:pPr>
    </w:p>
    <w:p w14:paraId="54D54104" w14:textId="77777777" w:rsidR="008E3D05" w:rsidRDefault="008E3D05" w:rsidP="007E5326">
      <w:r w:rsidRPr="722FE6E6">
        <w:rPr>
          <w:rFonts w:eastAsia="Calibri" w:cs="Calibri"/>
          <w:color w:val="000000" w:themeColor="text1"/>
          <w:lang w:val="hu-HU"/>
        </w:rPr>
        <w:t>Referenciák listája:</w:t>
      </w:r>
    </w:p>
    <w:p w14:paraId="142C0AAD" w14:textId="654332A5" w:rsidR="008E3D05" w:rsidRDefault="008E3D05" w:rsidP="007E5326">
      <w:r w:rsidRPr="722FE6E6">
        <w:rPr>
          <w:rFonts w:eastAsia="Calibri" w:cs="Calibri"/>
          <w:color w:val="000000" w:themeColor="text1"/>
          <w:lang w:val="hu-HU"/>
        </w:rPr>
        <w:t>[2] N. E. Huang et al., "The empiric mode decomposition and the Hilbert spectrum from nonlinear and non-stacionary timesor analysis", Proc. R. Soc. London. A, vol. 454, pp. 903–995, 1998.</w:t>
      </w:r>
    </w:p>
    <w:p w14:paraId="78A2489D" w14:textId="77777777" w:rsidR="008E3D05" w:rsidRDefault="008E3D05" w:rsidP="007E5326">
      <w:pPr>
        <w:rPr>
          <w:rFonts w:ascii="Calibri Light" w:eastAsia="Calibri Light" w:hAnsi="Calibri Light" w:cs="Calibri Light"/>
          <w:color w:val="000000" w:themeColor="text1"/>
          <w:lang w:val="hu-HU"/>
        </w:rPr>
      </w:pPr>
    </w:p>
    <w:p w14:paraId="04C8B0F7" w14:textId="77777777" w:rsidR="008E3D05" w:rsidRDefault="008E3D05" w:rsidP="007E5326">
      <w:pPr>
        <w:rPr>
          <w:rFonts w:asciiTheme="minorHAnsi" w:eastAsiaTheme="minorEastAsia" w:hAnsiTheme="minorHAnsi" w:cstheme="minorBidi"/>
          <w:color w:val="000000" w:themeColor="text1"/>
          <w:lang w:val="hu-HU"/>
        </w:rPr>
      </w:pPr>
      <w:r w:rsidRPr="722FE6E6">
        <w:rPr>
          <w:rFonts w:asciiTheme="minorHAnsi" w:eastAsiaTheme="minorEastAsia" w:hAnsiTheme="minorHAnsi" w:cstheme="minorBidi"/>
          <w:color w:val="000000" w:themeColor="text1"/>
          <w:lang w:val="hu-HU"/>
        </w:rPr>
        <w:t>Más szerzők szövegrészeinek idézése</w:t>
      </w:r>
    </w:p>
    <w:p w14:paraId="2239A602" w14:textId="77777777" w:rsidR="008E3D05" w:rsidRDefault="008E3D05" w:rsidP="007E5326">
      <w:pPr>
        <w:rPr>
          <w:rFonts w:asciiTheme="minorHAnsi" w:eastAsiaTheme="minorEastAsia" w:hAnsiTheme="minorHAnsi" w:cstheme="minorBidi"/>
          <w:color w:val="000000" w:themeColor="text1"/>
          <w:lang w:val="hu-HU"/>
        </w:rPr>
      </w:pPr>
      <w:r w:rsidRPr="722FE6E6">
        <w:rPr>
          <w:rFonts w:asciiTheme="minorHAnsi" w:eastAsiaTheme="minorEastAsia" w:hAnsiTheme="minorHAnsi" w:cstheme="minorBidi"/>
          <w:color w:val="000000" w:themeColor="text1"/>
          <w:lang w:val="hu-HU"/>
        </w:rPr>
        <w:t>Legfeljebb kétsoros szöveg idézésekor szokás idézőjeleket használni.</w:t>
      </w:r>
    </w:p>
    <w:p w14:paraId="18A26FFF" w14:textId="77777777" w:rsidR="008E3D05" w:rsidRDefault="008E3D05" w:rsidP="007E5326">
      <w:pPr>
        <w:rPr>
          <w:rFonts w:asciiTheme="minorHAnsi" w:eastAsiaTheme="minorEastAsia" w:hAnsiTheme="minorHAnsi" w:cstheme="minorBidi"/>
          <w:color w:val="000000" w:themeColor="text1"/>
          <w:lang w:val="hu-HU"/>
        </w:rPr>
      </w:pPr>
      <w:r w:rsidRPr="722FE6E6">
        <w:rPr>
          <w:rFonts w:asciiTheme="minorHAnsi" w:eastAsiaTheme="minorEastAsia" w:hAnsiTheme="minorHAnsi" w:cstheme="minorBidi"/>
          <w:color w:val="000000" w:themeColor="text1"/>
          <w:lang w:val="hu-HU"/>
        </w:rPr>
        <w:t>1. példa:</w:t>
      </w:r>
    </w:p>
    <w:p w14:paraId="2AAF583D" w14:textId="77777777" w:rsidR="008E3D05" w:rsidRDefault="008E3D05" w:rsidP="007E5326">
      <w:pPr>
        <w:rPr>
          <w:rFonts w:asciiTheme="minorHAnsi" w:eastAsiaTheme="minorEastAsia" w:hAnsiTheme="minorHAnsi" w:cstheme="minorBidi"/>
          <w:color w:val="000000" w:themeColor="text1"/>
          <w:lang w:val="hu-HU"/>
        </w:rPr>
      </w:pPr>
      <w:r w:rsidRPr="722FE6E6">
        <w:rPr>
          <w:rFonts w:asciiTheme="minorHAnsi" w:eastAsiaTheme="minorEastAsia" w:hAnsiTheme="minorHAnsi" w:cstheme="minorBidi"/>
          <w:color w:val="000000" w:themeColor="text1"/>
          <w:lang w:val="hu-HU"/>
        </w:rPr>
        <w:t>Az [1]-ben ez áll: "Az egyenáramok...."</w:t>
      </w:r>
    </w:p>
    <w:p w14:paraId="23D8E465" w14:textId="77777777" w:rsidR="008E3D05" w:rsidRDefault="008E3D05" w:rsidP="007E5326">
      <w:pPr>
        <w:rPr>
          <w:rFonts w:asciiTheme="minorHAnsi" w:eastAsiaTheme="minorEastAsia" w:hAnsiTheme="minorHAnsi" w:cstheme="minorBidi"/>
          <w:color w:val="000000" w:themeColor="text1"/>
          <w:lang w:val="hu-HU"/>
        </w:rPr>
      </w:pPr>
    </w:p>
    <w:p w14:paraId="52BEAE10" w14:textId="77777777" w:rsidR="008E3D05" w:rsidRDefault="008E3D05" w:rsidP="007E5326">
      <w:pPr>
        <w:rPr>
          <w:rFonts w:asciiTheme="minorHAnsi" w:eastAsiaTheme="minorEastAsia" w:hAnsiTheme="minorHAnsi" w:cstheme="minorBidi"/>
          <w:color w:val="000000" w:themeColor="text1"/>
          <w:lang w:val="hu-HU"/>
        </w:rPr>
      </w:pPr>
      <w:r w:rsidRPr="722FE6E6">
        <w:rPr>
          <w:rFonts w:asciiTheme="minorHAnsi" w:eastAsiaTheme="minorEastAsia" w:hAnsiTheme="minorHAnsi" w:cstheme="minorBidi"/>
          <w:color w:val="000000" w:themeColor="text1"/>
          <w:lang w:val="hu-HU"/>
        </w:rPr>
        <w:t>Referenciák listája:</w:t>
      </w:r>
    </w:p>
    <w:p w14:paraId="78287E91" w14:textId="77777777" w:rsidR="008E3D05" w:rsidRDefault="008E3D05" w:rsidP="007E5326">
      <w:pPr>
        <w:spacing w:before="0" w:line="240" w:lineRule="auto"/>
        <w:rPr>
          <w:rFonts w:asciiTheme="minorHAnsi" w:eastAsiaTheme="minorEastAsia" w:hAnsiTheme="minorHAnsi" w:cstheme="minorBidi"/>
          <w:lang w:val="hu-HU"/>
        </w:rPr>
      </w:pPr>
      <w:r w:rsidRPr="722FE6E6">
        <w:rPr>
          <w:rFonts w:asciiTheme="minorHAnsi" w:eastAsiaTheme="minorEastAsia" w:hAnsiTheme="minorHAnsi" w:cstheme="minorBidi"/>
          <w:color w:val="000000" w:themeColor="text1"/>
          <w:lang w:val="hu-HU"/>
        </w:rPr>
        <w:t xml:space="preserve">[1] Surutka J., </w:t>
      </w:r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>Osnovi elektrotehnike. Beograd: Naučna knjiga, 1989, str. 131.</w:t>
      </w:r>
    </w:p>
    <w:p w14:paraId="448C69F3" w14:textId="77777777" w:rsidR="008E3D05" w:rsidRDefault="008E3D05" w:rsidP="007E5326">
      <w:pPr>
        <w:spacing w:before="0" w:line="240" w:lineRule="auto"/>
        <w:rPr>
          <w:rFonts w:asciiTheme="minorHAnsi" w:eastAsiaTheme="minorEastAsia" w:hAnsiTheme="minorHAnsi" w:cstheme="minorBidi"/>
          <w:color w:val="000000" w:themeColor="text1"/>
          <w:lang w:val="sr-Latn-RS"/>
        </w:rPr>
      </w:pPr>
    </w:p>
    <w:p w14:paraId="59C9710F" w14:textId="77777777" w:rsidR="008E3D05" w:rsidRPr="00701B06" w:rsidRDefault="008E3D05" w:rsidP="007E5326">
      <w:pPr>
        <w:spacing w:before="0" w:line="240" w:lineRule="auto"/>
        <w:rPr>
          <w:rFonts w:asciiTheme="minorHAnsi" w:eastAsiaTheme="minorEastAsia" w:hAnsiTheme="minorHAnsi" w:cstheme="minorBidi"/>
          <w:color w:val="000000" w:themeColor="text1"/>
          <w:lang w:val="hu-HU"/>
        </w:rPr>
      </w:pPr>
      <w:r w:rsidRPr="00701B06">
        <w:rPr>
          <w:rFonts w:asciiTheme="minorHAnsi" w:eastAsiaTheme="minorEastAsia" w:hAnsiTheme="minorHAnsi" w:cstheme="minorBidi"/>
          <w:color w:val="000000" w:themeColor="text1"/>
          <w:lang w:val="hu-HU"/>
        </w:rPr>
        <w:t>Ha két sornál hosszabb az idézett szövegrész, az idézetet a szöveg behúzásával hangsúlyozzuk, és kisebb betűkkel írjuk.</w:t>
      </w:r>
    </w:p>
    <w:p w14:paraId="200327DD" w14:textId="77777777" w:rsidR="008E3D05" w:rsidRDefault="008E3D05" w:rsidP="007E5326">
      <w:pPr>
        <w:spacing w:before="0" w:line="240" w:lineRule="auto"/>
      </w:pPr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</w:p>
    <w:p w14:paraId="341D13D7" w14:textId="77777777" w:rsidR="008E3D05" w:rsidRPr="00701B06" w:rsidRDefault="008E3D05" w:rsidP="007E5326">
      <w:pPr>
        <w:spacing w:before="0" w:line="240" w:lineRule="auto"/>
        <w:rPr>
          <w:lang w:val="hu-HU"/>
        </w:rPr>
      </w:pPr>
      <w:r w:rsidRPr="00701B06">
        <w:rPr>
          <w:rFonts w:asciiTheme="minorHAnsi" w:eastAsiaTheme="minorEastAsia" w:hAnsiTheme="minorHAnsi" w:cstheme="minorBidi"/>
          <w:color w:val="000000" w:themeColor="text1"/>
          <w:lang w:val="hu-HU"/>
        </w:rPr>
        <w:t>2. példa:</w:t>
      </w:r>
    </w:p>
    <w:p w14:paraId="5A8EEEAE" w14:textId="7A1E12FE" w:rsidR="008E3D05" w:rsidRDefault="008E3D05" w:rsidP="007E5326">
      <w:pPr>
        <w:ind w:left="709"/>
        <w:rPr>
          <w:rFonts w:eastAsia="Calibri" w:cs="Calibri"/>
          <w:lang w:val="sr-Latn-RS"/>
        </w:rPr>
      </w:pPr>
      <w:r w:rsidRPr="722FE6E6">
        <w:rPr>
          <w:rFonts w:eastAsia="Calibri" w:cs="Calibri"/>
          <w:color w:val="000000" w:themeColor="text1"/>
          <w:sz w:val="20"/>
          <w:szCs w:val="20"/>
          <w:lang w:val="en-GB"/>
        </w:rPr>
        <w:t>It is important to know the validity of measurement data. Except for the counting of numbers, every measurement involves an error. Whether a certain error appears or not depends on measurement conditions. The method employed might cause a constant error whereas external or internal disturbances may cause a random change of the reading for constant measurand [2].</w:t>
      </w:r>
    </w:p>
    <w:p w14:paraId="38675F4E" w14:textId="77777777" w:rsidR="008E3D05" w:rsidRDefault="008E3D05" w:rsidP="007E5326">
      <w:pPr>
        <w:spacing w:before="0" w:line="240" w:lineRule="auto"/>
      </w:pPr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</w:p>
    <w:p w14:paraId="70C001DC" w14:textId="77777777" w:rsidR="008E3D05" w:rsidRPr="00701B06" w:rsidRDefault="008E3D05" w:rsidP="007E5326">
      <w:pPr>
        <w:spacing w:before="0" w:line="240" w:lineRule="auto"/>
        <w:rPr>
          <w:lang w:val="hu-HU"/>
        </w:rPr>
      </w:pPr>
      <w:r w:rsidRPr="00701B06">
        <w:rPr>
          <w:rFonts w:asciiTheme="minorHAnsi" w:eastAsiaTheme="minorEastAsia" w:hAnsiTheme="minorHAnsi" w:cstheme="minorBidi"/>
          <w:color w:val="000000" w:themeColor="text1"/>
          <w:lang w:val="hu-HU"/>
        </w:rPr>
        <w:t>Referenciák listája:</w:t>
      </w:r>
    </w:p>
    <w:p w14:paraId="11143C8D" w14:textId="77777777" w:rsidR="008E3D05" w:rsidRDefault="008E3D05" w:rsidP="007E5326">
      <w:pPr>
        <w:rPr>
          <w:rFonts w:eastAsia="Calibri" w:cs="Calibri"/>
          <w:lang w:val="sr-Latn-RS"/>
        </w:rPr>
      </w:pPr>
      <w:r w:rsidRPr="722FE6E6">
        <w:rPr>
          <w:rFonts w:eastAsia="Calibri" w:cs="Calibri"/>
          <w:color w:val="000000" w:themeColor="text1"/>
          <w:lang w:val="en-GB"/>
        </w:rPr>
        <w:t xml:space="preserve">[2] M. U. </w:t>
      </w:r>
      <w:proofErr w:type="spellStart"/>
      <w:r w:rsidRPr="722FE6E6">
        <w:rPr>
          <w:rFonts w:eastAsia="Calibri" w:cs="Calibri"/>
          <w:color w:val="000000" w:themeColor="text1"/>
          <w:lang w:val="en-GB"/>
        </w:rPr>
        <w:t>Reissland</w:t>
      </w:r>
      <w:proofErr w:type="spellEnd"/>
      <w:r w:rsidRPr="722FE6E6">
        <w:rPr>
          <w:rFonts w:eastAsia="Calibri" w:cs="Calibri"/>
          <w:color w:val="000000" w:themeColor="text1"/>
          <w:lang w:val="en-GB"/>
        </w:rPr>
        <w:t>, Electrical measurements: fundamentals, concepts, applications. New Delhi: New age international publishers, 1989, pp. 15.</w:t>
      </w:r>
    </w:p>
    <w:p w14:paraId="5063A8CA" w14:textId="77777777" w:rsidR="008E3D05" w:rsidRDefault="008E3D05" w:rsidP="007E5326">
      <w:pPr>
        <w:spacing w:before="0" w:line="240" w:lineRule="auto"/>
      </w:pPr>
      <w:r w:rsidRPr="722FE6E6">
        <w:rPr>
          <w:rFonts w:asciiTheme="minorHAnsi" w:eastAsiaTheme="minorEastAsia" w:hAnsiTheme="minorHAnsi" w:cstheme="minorBidi"/>
          <w:color w:val="000000" w:themeColor="text1"/>
          <w:lang w:val="sr-Latn-RS"/>
        </w:rPr>
        <w:t xml:space="preserve"> </w:t>
      </w:r>
    </w:p>
    <w:p w14:paraId="1A4F36BC" w14:textId="43B7F6AB" w:rsidR="008E3D05" w:rsidRPr="00701B06" w:rsidRDefault="008E3D05" w:rsidP="007E5326">
      <w:pPr>
        <w:spacing w:before="0" w:line="240" w:lineRule="auto"/>
        <w:rPr>
          <w:rFonts w:eastAsia="Calibri" w:cs="Calibri"/>
          <w:color w:val="000000" w:themeColor="text1"/>
          <w:lang w:val="hu-HU"/>
        </w:rPr>
      </w:pPr>
      <w:r w:rsidRPr="00701B06">
        <w:rPr>
          <w:rFonts w:eastAsia="Calibri" w:cs="Calibri"/>
          <w:color w:val="000000" w:themeColor="text1"/>
          <w:lang w:val="hu-HU"/>
        </w:rPr>
        <w:t xml:space="preserve">Az irodalomjegyzék a </w:t>
      </w:r>
      <w:r w:rsidR="007E5326" w:rsidRPr="00701B06">
        <w:rPr>
          <w:rFonts w:eastAsia="Calibri" w:cs="Calibri"/>
          <w:i/>
          <w:iCs/>
          <w:color w:val="000000" w:themeColor="text1"/>
          <w:lang w:val="hu-HU"/>
        </w:rPr>
        <w:t>Bibliográfia</w:t>
      </w:r>
      <w:r w:rsidR="007E5326" w:rsidRPr="00701B06">
        <w:rPr>
          <w:rFonts w:eastAsia="Calibri" w:cs="Calibri"/>
          <w:color w:val="000000" w:themeColor="text1"/>
          <w:lang w:val="hu-HU"/>
        </w:rPr>
        <w:t xml:space="preserve"> </w:t>
      </w:r>
      <w:r w:rsidRPr="00701B06">
        <w:rPr>
          <w:rFonts w:eastAsia="Calibri" w:cs="Calibri"/>
          <w:color w:val="000000" w:themeColor="text1"/>
          <w:lang w:val="hu-HU"/>
        </w:rPr>
        <w:t xml:space="preserve">stílusban </w:t>
      </w:r>
      <w:r w:rsidR="007E5326" w:rsidRPr="00701B06">
        <w:rPr>
          <w:rFonts w:eastAsia="Calibri" w:cs="Calibri"/>
          <w:color w:val="000000" w:themeColor="text1"/>
          <w:lang w:val="hu-HU"/>
        </w:rPr>
        <w:t>íródik</w:t>
      </w:r>
      <w:r w:rsidRPr="00701B06">
        <w:rPr>
          <w:rFonts w:eastAsia="Calibri" w:cs="Calibri"/>
          <w:color w:val="000000" w:themeColor="text1"/>
          <w:lang w:val="hu-HU"/>
        </w:rPr>
        <w:t xml:space="preserve">. A Hivatkozások fejezetben </w:t>
      </w:r>
      <w:r w:rsidR="007E5326" w:rsidRPr="00701B06">
        <w:rPr>
          <w:rFonts w:eastAsia="Calibri" w:cs="Calibri"/>
          <w:color w:val="000000" w:themeColor="text1"/>
          <w:lang w:val="hu-HU"/>
        </w:rPr>
        <w:t xml:space="preserve">adott </w:t>
      </w:r>
      <w:r w:rsidRPr="00701B06">
        <w:rPr>
          <w:rFonts w:eastAsia="Calibri" w:cs="Calibri"/>
          <w:color w:val="000000" w:themeColor="text1"/>
          <w:lang w:val="hu-HU"/>
        </w:rPr>
        <w:t>egy példa az IEEE ajánlások szerinti hivatkozások írására [1].</w:t>
      </w:r>
    </w:p>
    <w:p w14:paraId="7E6D5DEA" w14:textId="25F37CC0" w:rsidR="00917984" w:rsidRPr="00D81F74" w:rsidRDefault="00917984" w:rsidP="007E5326">
      <w:pPr>
        <w:rPr>
          <w:lang w:val="hu-HU"/>
        </w:rPr>
      </w:pPr>
    </w:p>
    <w:p w14:paraId="0024EB26" w14:textId="77777777" w:rsidR="00917984" w:rsidRPr="00D81F74" w:rsidRDefault="00917984" w:rsidP="007E5326">
      <w:pPr>
        <w:tabs>
          <w:tab w:val="left" w:pos="1073"/>
        </w:tabs>
        <w:rPr>
          <w:lang w:val="hu-HU"/>
        </w:rPr>
      </w:pPr>
    </w:p>
    <w:p w14:paraId="2A255841" w14:textId="1279E92D" w:rsidR="005815DA" w:rsidRPr="00D81F74" w:rsidRDefault="008A0B04" w:rsidP="005460F2">
      <w:pPr>
        <w:pStyle w:val="Heading1"/>
        <w:rPr>
          <w:lang w:val="hu-HU"/>
        </w:rPr>
      </w:pPr>
      <w:bookmarkStart w:id="22" w:name="_Toc119617287"/>
      <w:bookmarkStart w:id="23" w:name="_Toc128137957"/>
      <w:r w:rsidRPr="31F28929">
        <w:rPr>
          <w:lang w:val="hu-HU"/>
        </w:rPr>
        <w:lastRenderedPageBreak/>
        <w:t>Problémamegoldás</w:t>
      </w:r>
      <w:bookmarkEnd w:id="22"/>
      <w:bookmarkEnd w:id="23"/>
    </w:p>
    <w:p w14:paraId="0155EE91" w14:textId="66119542" w:rsidR="008A0B04" w:rsidRDefault="008A0B04" w:rsidP="008A0B04">
      <w:pPr>
        <w:tabs>
          <w:tab w:val="left" w:pos="1073"/>
        </w:tabs>
        <w:rPr>
          <w:lang w:val="hu-HU"/>
        </w:rPr>
      </w:pPr>
      <w:r w:rsidRPr="0BD99F41">
        <w:rPr>
          <w:lang w:val="hu-HU"/>
        </w:rPr>
        <w:t xml:space="preserve">Ez a fejezet a </w:t>
      </w:r>
      <w:r w:rsidR="00A66BFC">
        <w:rPr>
          <w:lang w:val="hu-HU"/>
        </w:rPr>
        <w:t>diplomamunka</w:t>
      </w:r>
      <w:r w:rsidRPr="0BD99F41">
        <w:rPr>
          <w:lang w:val="hu-HU"/>
        </w:rPr>
        <w:t xml:space="preserve"> l</w:t>
      </w:r>
      <w:r w:rsidR="007E5326">
        <w:rPr>
          <w:lang w:val="hu-HU"/>
        </w:rPr>
        <w:t>ényegi</w:t>
      </w:r>
      <w:r w:rsidRPr="0BD99F41">
        <w:rPr>
          <w:lang w:val="hu-HU"/>
        </w:rPr>
        <w:t xml:space="preserve"> része, melynek tartalmaznia kell minden</w:t>
      </w:r>
      <w:r w:rsidR="007E5326">
        <w:rPr>
          <w:lang w:val="hu-HU"/>
        </w:rPr>
        <w:t>,</w:t>
      </w:r>
      <w:r w:rsidRPr="0BD99F41">
        <w:rPr>
          <w:lang w:val="hu-HU"/>
        </w:rPr>
        <w:t xml:space="preserve"> </w:t>
      </w:r>
      <w:r w:rsidR="007E5326" w:rsidRPr="0BD99F41">
        <w:rPr>
          <w:lang w:val="hu-HU"/>
        </w:rPr>
        <w:t>a probléma megoldásá</w:t>
      </w:r>
      <w:r w:rsidR="009C32FE">
        <w:rPr>
          <w:lang w:val="hu-HU"/>
        </w:rPr>
        <w:t xml:space="preserve">t bemutató </w:t>
      </w:r>
      <w:r w:rsidR="007E5326">
        <w:rPr>
          <w:lang w:val="hu-HU"/>
        </w:rPr>
        <w:t>eszközt</w:t>
      </w:r>
      <w:r w:rsidR="009C32FE">
        <w:rPr>
          <w:lang w:val="hu-HU"/>
        </w:rPr>
        <w:t xml:space="preserve"> és eljárást</w:t>
      </w:r>
      <w:r w:rsidRPr="0BD99F41">
        <w:rPr>
          <w:lang w:val="hu-HU"/>
        </w:rPr>
        <w:t xml:space="preserve"> (szöveg</w:t>
      </w:r>
      <w:r w:rsidR="009C32FE">
        <w:rPr>
          <w:lang w:val="hu-HU"/>
        </w:rPr>
        <w:t>ezés</w:t>
      </w:r>
      <w:r w:rsidRPr="0BD99F41">
        <w:rPr>
          <w:lang w:val="hu-HU"/>
        </w:rPr>
        <w:t xml:space="preserve">, </w:t>
      </w:r>
      <w:r w:rsidR="009C32FE">
        <w:rPr>
          <w:lang w:val="hu-HU"/>
        </w:rPr>
        <w:t>levezetések</w:t>
      </w:r>
      <w:r w:rsidRPr="0BD99F41">
        <w:rPr>
          <w:lang w:val="hu-HU"/>
        </w:rPr>
        <w:t>, algoritmus</w:t>
      </w:r>
      <w:r w:rsidR="009C32FE">
        <w:rPr>
          <w:lang w:val="hu-HU"/>
        </w:rPr>
        <w:t>ok</w:t>
      </w:r>
      <w:r w:rsidRPr="0BD99F41">
        <w:rPr>
          <w:lang w:val="hu-HU"/>
        </w:rPr>
        <w:t xml:space="preserve">, </w:t>
      </w:r>
      <w:r w:rsidR="009C32FE">
        <w:rPr>
          <w:lang w:val="hu-HU"/>
        </w:rPr>
        <w:t>grafikonok, rajzok</w:t>
      </w:r>
      <w:r w:rsidRPr="0BD99F41">
        <w:rPr>
          <w:lang w:val="hu-HU"/>
        </w:rPr>
        <w:t xml:space="preserve"> és ábr</w:t>
      </w:r>
      <w:r w:rsidR="009C32FE">
        <w:rPr>
          <w:lang w:val="hu-HU"/>
        </w:rPr>
        <w:t>ák</w:t>
      </w:r>
      <w:r w:rsidRPr="0BD99F41">
        <w:rPr>
          <w:lang w:val="hu-HU"/>
        </w:rPr>
        <w:t>, táblázat</w:t>
      </w:r>
      <w:r w:rsidR="009C32FE">
        <w:rPr>
          <w:lang w:val="hu-HU"/>
        </w:rPr>
        <w:t>ok</w:t>
      </w:r>
      <w:r w:rsidRPr="0BD99F41">
        <w:rPr>
          <w:lang w:val="hu-HU"/>
        </w:rPr>
        <w:t>, egyenlet</w:t>
      </w:r>
      <w:r w:rsidR="009C32FE">
        <w:rPr>
          <w:lang w:val="hu-HU"/>
        </w:rPr>
        <w:t>ek…</w:t>
      </w:r>
      <w:r w:rsidRPr="0BD99F41">
        <w:rPr>
          <w:lang w:val="hu-HU"/>
        </w:rPr>
        <w:t xml:space="preserve">), </w:t>
      </w:r>
      <w:r w:rsidR="009C32FE">
        <w:rPr>
          <w:lang w:val="hu-HU"/>
        </w:rPr>
        <w:t xml:space="preserve">továbbá </w:t>
      </w:r>
      <w:r w:rsidRPr="0BD99F41">
        <w:rPr>
          <w:lang w:val="hu-HU"/>
        </w:rPr>
        <w:t>az eredményeket és az</w:t>
      </w:r>
      <w:r w:rsidR="009C32FE">
        <w:rPr>
          <w:lang w:val="hu-HU"/>
        </w:rPr>
        <w:t xml:space="preserve">ok </w:t>
      </w:r>
      <w:r w:rsidRPr="0BD99F41">
        <w:rPr>
          <w:lang w:val="hu-HU"/>
        </w:rPr>
        <w:t>elemzését.</w:t>
      </w:r>
    </w:p>
    <w:p w14:paraId="1C2CDC27" w14:textId="4A9D3B38" w:rsidR="00D95C84" w:rsidRDefault="008A0B04" w:rsidP="008A0B04">
      <w:pPr>
        <w:tabs>
          <w:tab w:val="left" w:pos="1073"/>
        </w:tabs>
        <w:rPr>
          <w:lang w:val="hu-HU"/>
        </w:rPr>
      </w:pPr>
      <w:r>
        <w:rPr>
          <w:lang w:val="hu-HU"/>
        </w:rPr>
        <w:t>E fejezet</w:t>
      </w:r>
      <w:r w:rsidR="009C32FE">
        <w:rPr>
          <w:lang w:val="hu-HU"/>
        </w:rPr>
        <w:t xml:space="preserve"> tartalma képezi a jelölt szakmai hozzájárulását, önálló, </w:t>
      </w:r>
      <w:r>
        <w:rPr>
          <w:lang w:val="hu-HU"/>
        </w:rPr>
        <w:t>saját megoldás</w:t>
      </w:r>
      <w:r w:rsidR="009C32FE">
        <w:rPr>
          <w:lang w:val="hu-HU"/>
        </w:rPr>
        <w:t>i javaslatát.</w:t>
      </w:r>
    </w:p>
    <w:p w14:paraId="0CF5BA4C" w14:textId="77777777" w:rsidR="00A071E5" w:rsidRPr="00D81F74" w:rsidRDefault="00A071E5" w:rsidP="008A0B04">
      <w:pPr>
        <w:tabs>
          <w:tab w:val="left" w:pos="1073"/>
        </w:tabs>
        <w:rPr>
          <w:lang w:val="hu-HU"/>
        </w:rPr>
      </w:pPr>
    </w:p>
    <w:p w14:paraId="00069312" w14:textId="2FB096F2" w:rsidR="005460F2" w:rsidRPr="00D81F74" w:rsidRDefault="008A0B04" w:rsidP="005460F2">
      <w:pPr>
        <w:pStyle w:val="Heading2"/>
        <w:rPr>
          <w:lang w:val="hu-HU"/>
        </w:rPr>
      </w:pPr>
      <w:bookmarkStart w:id="24" w:name="_Toc945276650"/>
      <w:bookmarkStart w:id="25" w:name="_Toc128137958"/>
      <w:r w:rsidRPr="31F28929">
        <w:rPr>
          <w:lang w:val="hu-HU"/>
        </w:rPr>
        <w:t>Magyarázat</w:t>
      </w:r>
      <w:bookmarkEnd w:id="24"/>
      <w:bookmarkEnd w:id="25"/>
    </w:p>
    <w:p w14:paraId="1744D748" w14:textId="1A807671" w:rsidR="0073164F" w:rsidRPr="00D81F74" w:rsidRDefault="008A0B04" w:rsidP="0073164F">
      <w:pPr>
        <w:pStyle w:val="Heading3"/>
        <w:rPr>
          <w:lang w:val="hu-HU"/>
        </w:rPr>
      </w:pPr>
      <w:bookmarkStart w:id="26" w:name="_Toc1846679967"/>
      <w:bookmarkStart w:id="27" w:name="_Toc128137959"/>
      <w:r w:rsidRPr="31F28929">
        <w:rPr>
          <w:lang w:val="hu-HU"/>
        </w:rPr>
        <w:t>Általános magyarázat</w:t>
      </w:r>
      <w:bookmarkEnd w:id="26"/>
      <w:bookmarkEnd w:id="27"/>
    </w:p>
    <w:p w14:paraId="3B388AAB" w14:textId="2167AEC2" w:rsidR="008A0B04" w:rsidRPr="00F63430" w:rsidRDefault="008A0B04" w:rsidP="008A0B04">
      <w:pPr>
        <w:rPr>
          <w:lang w:val="hu-HU"/>
        </w:rPr>
      </w:pPr>
      <w:r w:rsidRPr="0BD99F41">
        <w:rPr>
          <w:lang w:val="hu-HU"/>
        </w:rPr>
        <w:t xml:space="preserve">A </w:t>
      </w:r>
      <w:r w:rsidR="00A66BFC">
        <w:rPr>
          <w:lang w:val="hu-HU"/>
        </w:rPr>
        <w:t>diplomamunka</w:t>
      </w:r>
      <w:r w:rsidR="009C32FE">
        <w:rPr>
          <w:lang w:val="hu-HU"/>
        </w:rPr>
        <w:t xml:space="preserve"> írásakor az ezen utasításban adott formázást kell alkalmazni.</w:t>
      </w:r>
    </w:p>
    <w:p w14:paraId="032CA482" w14:textId="60B7175F" w:rsidR="008A0B04" w:rsidRPr="00F63430" w:rsidRDefault="008A0B04" w:rsidP="008A0B04">
      <w:pPr>
        <w:rPr>
          <w:lang w:val="hu-HU"/>
        </w:rPr>
      </w:pPr>
      <w:r w:rsidRPr="00F63430">
        <w:rPr>
          <w:lang w:val="hu-HU"/>
        </w:rPr>
        <w:t xml:space="preserve">A </w:t>
      </w:r>
      <w:r w:rsidR="004850F3">
        <w:rPr>
          <w:lang w:val="hu-HU"/>
        </w:rPr>
        <w:t>lap</w:t>
      </w:r>
      <w:r w:rsidRPr="00F63430">
        <w:rPr>
          <w:lang w:val="hu-HU"/>
        </w:rPr>
        <w:t xml:space="preserve"> és a </w:t>
      </w:r>
      <w:r w:rsidR="004850F3">
        <w:rPr>
          <w:lang w:val="hu-HU"/>
        </w:rPr>
        <w:t>szegélyek adatait</w:t>
      </w:r>
      <w:r w:rsidRPr="00F63430">
        <w:rPr>
          <w:lang w:val="hu-HU"/>
        </w:rPr>
        <w:t>, pontosabban az oldal k</w:t>
      </w:r>
      <w:r w:rsidR="004850F3">
        <w:rPr>
          <w:lang w:val="hu-HU"/>
        </w:rPr>
        <w:t>ülalakját</w:t>
      </w:r>
      <w:r w:rsidRPr="00F63430">
        <w:rPr>
          <w:lang w:val="hu-HU"/>
        </w:rPr>
        <w:t xml:space="preserve"> </w:t>
      </w:r>
      <w:r w:rsidR="004850F3" w:rsidRPr="00F63430">
        <w:rPr>
          <w:lang w:val="hu-HU"/>
        </w:rPr>
        <w:t xml:space="preserve">változtatni </w:t>
      </w:r>
      <w:r w:rsidR="004850F3">
        <w:rPr>
          <w:lang w:val="hu-HU"/>
        </w:rPr>
        <w:t>tilos!</w:t>
      </w:r>
    </w:p>
    <w:p w14:paraId="62AFAF4B" w14:textId="18ACA244" w:rsidR="008A0B04" w:rsidRPr="00F63430" w:rsidRDefault="008A0B04" w:rsidP="008A0B04">
      <w:pPr>
        <w:rPr>
          <w:lang w:val="hu-HU"/>
        </w:rPr>
      </w:pPr>
      <w:r w:rsidRPr="722FE6E6">
        <w:rPr>
          <w:lang w:val="hu-HU"/>
        </w:rPr>
        <w:t xml:space="preserve">A bevezető előtti fejezetcímek számozás nélküli </w:t>
      </w:r>
      <w:r w:rsidRPr="722FE6E6">
        <w:rPr>
          <w:i/>
          <w:iCs/>
          <w:lang w:val="hu-HU"/>
        </w:rPr>
        <w:t>Heading 1</w:t>
      </w:r>
      <w:r w:rsidRPr="722FE6E6">
        <w:rPr>
          <w:lang w:val="hu-HU"/>
        </w:rPr>
        <w:t xml:space="preserve"> stílusban </w:t>
      </w:r>
      <w:r w:rsidR="004850F3">
        <w:rPr>
          <w:lang w:val="hu-HU"/>
        </w:rPr>
        <w:t>íródnak, míg a</w:t>
      </w:r>
      <w:r w:rsidRPr="722FE6E6">
        <w:rPr>
          <w:lang w:val="hu-HU"/>
        </w:rPr>
        <w:t xml:space="preserve">z első, második, harmadik és negyedik szintű fejezetcímek számozott </w:t>
      </w:r>
      <w:r w:rsidRPr="722FE6E6">
        <w:rPr>
          <w:i/>
          <w:iCs/>
          <w:lang w:val="hu-HU"/>
        </w:rPr>
        <w:t xml:space="preserve">Heading 1, 2, 3 </w:t>
      </w:r>
      <w:r w:rsidR="004850F3" w:rsidRPr="004850F3">
        <w:rPr>
          <w:lang w:val="hu-HU"/>
        </w:rPr>
        <w:t>és</w:t>
      </w:r>
      <w:r w:rsidRPr="722FE6E6">
        <w:rPr>
          <w:lang w:val="hu-HU"/>
        </w:rPr>
        <w:t xml:space="preserve"> </w:t>
      </w:r>
      <w:r w:rsidRPr="722FE6E6">
        <w:rPr>
          <w:i/>
          <w:iCs/>
          <w:lang w:val="hu-HU"/>
        </w:rPr>
        <w:t>4</w:t>
      </w:r>
      <w:r w:rsidRPr="722FE6E6">
        <w:rPr>
          <w:lang w:val="hu-HU"/>
        </w:rPr>
        <w:t xml:space="preserve"> stílusban.</w:t>
      </w:r>
    </w:p>
    <w:p w14:paraId="08E4C690" w14:textId="77777777" w:rsidR="008A0B04" w:rsidRPr="00F63430" w:rsidRDefault="008A0B04" w:rsidP="008A0B04">
      <w:pPr>
        <w:rPr>
          <w:lang w:val="hu-HU"/>
        </w:rPr>
      </w:pPr>
      <w:r w:rsidRPr="00F63430">
        <w:rPr>
          <w:lang w:val="hu-HU"/>
        </w:rPr>
        <w:t xml:space="preserve">A szöveget </w:t>
      </w:r>
      <w:r w:rsidRPr="00F63430">
        <w:rPr>
          <w:i/>
          <w:lang w:val="hu-HU"/>
        </w:rPr>
        <w:t>Normal</w:t>
      </w:r>
      <w:r w:rsidRPr="00F63430">
        <w:rPr>
          <w:lang w:val="hu-HU"/>
        </w:rPr>
        <w:t xml:space="preserve"> stílusban írjuk.</w:t>
      </w:r>
    </w:p>
    <w:p w14:paraId="4BA24586" w14:textId="704720F5" w:rsidR="008A0B04" w:rsidRPr="00F63430" w:rsidRDefault="008A0B04" w:rsidP="008A0B04">
      <w:pPr>
        <w:rPr>
          <w:lang w:val="hu-HU"/>
        </w:rPr>
      </w:pPr>
      <w:r w:rsidRPr="00F63430">
        <w:rPr>
          <w:lang w:val="hu-HU"/>
        </w:rPr>
        <w:t xml:space="preserve">Amennyiben a szövegben </w:t>
      </w:r>
      <w:r w:rsidR="004850F3">
        <w:rPr>
          <w:lang w:val="hu-HU"/>
        </w:rPr>
        <w:t>tételes</w:t>
      </w:r>
      <w:r w:rsidRPr="00F63430">
        <w:rPr>
          <w:lang w:val="hu-HU"/>
        </w:rPr>
        <w:t xml:space="preserve"> felsorolás </w:t>
      </w:r>
      <w:r w:rsidR="004850F3">
        <w:rPr>
          <w:lang w:val="hu-HU"/>
        </w:rPr>
        <w:t>bukkan fel</w:t>
      </w:r>
      <w:r w:rsidRPr="00F63430">
        <w:rPr>
          <w:lang w:val="hu-HU"/>
        </w:rPr>
        <w:t xml:space="preserve">, azt a következő módon </w:t>
      </w:r>
      <w:r w:rsidR="004850F3">
        <w:rPr>
          <w:lang w:val="hu-HU"/>
        </w:rPr>
        <w:t>jelenítjük meg</w:t>
      </w:r>
      <w:r w:rsidRPr="00F63430">
        <w:rPr>
          <w:lang w:val="hu-HU"/>
        </w:rPr>
        <w:t>:</w:t>
      </w:r>
    </w:p>
    <w:p w14:paraId="2B51FCE6" w14:textId="15641A37" w:rsidR="008A0B04" w:rsidRPr="00F63430" w:rsidRDefault="008A0B04" w:rsidP="008A0B04">
      <w:pPr>
        <w:pStyle w:val="ListParagraph"/>
        <w:numPr>
          <w:ilvl w:val="0"/>
          <w:numId w:val="7"/>
        </w:numPr>
        <w:rPr>
          <w:lang w:val="hu-HU"/>
        </w:rPr>
      </w:pPr>
      <w:r w:rsidRPr="00F63430">
        <w:rPr>
          <w:lang w:val="hu-HU"/>
        </w:rPr>
        <w:t>Első tétel;</w:t>
      </w:r>
    </w:p>
    <w:p w14:paraId="035FC785" w14:textId="77777777" w:rsidR="008A0B04" w:rsidRPr="00F63430" w:rsidRDefault="008A0B04" w:rsidP="008A0B04">
      <w:pPr>
        <w:pStyle w:val="ListParagraph"/>
        <w:numPr>
          <w:ilvl w:val="0"/>
          <w:numId w:val="7"/>
        </w:numPr>
        <w:rPr>
          <w:lang w:val="hu-HU"/>
        </w:rPr>
      </w:pPr>
      <w:r w:rsidRPr="00F63430">
        <w:rPr>
          <w:lang w:val="hu-HU"/>
        </w:rPr>
        <w:t>Második tétel;</w:t>
      </w:r>
    </w:p>
    <w:p w14:paraId="0C75E321" w14:textId="77777777" w:rsidR="008A0B04" w:rsidRPr="00F63430" w:rsidRDefault="008A0B04" w:rsidP="008A0B04">
      <w:pPr>
        <w:pStyle w:val="ListParagraph"/>
        <w:numPr>
          <w:ilvl w:val="0"/>
          <w:numId w:val="7"/>
        </w:numPr>
        <w:rPr>
          <w:lang w:val="hu-HU"/>
        </w:rPr>
      </w:pPr>
      <w:r w:rsidRPr="00F63430">
        <w:rPr>
          <w:lang w:val="hu-HU"/>
        </w:rPr>
        <w:t>...;</w:t>
      </w:r>
    </w:p>
    <w:p w14:paraId="21972A1A" w14:textId="682C3219" w:rsidR="008A0B04" w:rsidRPr="00F63430" w:rsidRDefault="008A0B04" w:rsidP="008A0B04">
      <w:pPr>
        <w:pStyle w:val="ListParagraph"/>
        <w:numPr>
          <w:ilvl w:val="0"/>
          <w:numId w:val="7"/>
        </w:numPr>
        <w:rPr>
          <w:lang w:val="hu-HU"/>
        </w:rPr>
      </w:pPr>
      <w:r w:rsidRPr="722FE6E6">
        <w:rPr>
          <w:lang w:val="hu-HU"/>
        </w:rPr>
        <w:t xml:space="preserve">Utolsó tétel (a </w:t>
      </w:r>
      <w:r w:rsidRPr="722FE6E6">
        <w:rPr>
          <w:i/>
          <w:iCs/>
          <w:lang w:val="hu-HU"/>
        </w:rPr>
        <w:t xml:space="preserve">Bullets </w:t>
      </w:r>
      <w:r w:rsidRPr="004850F3">
        <w:rPr>
          <w:lang w:val="hu-HU"/>
        </w:rPr>
        <w:t>eszközt</w:t>
      </w:r>
      <w:r w:rsidRPr="722FE6E6">
        <w:rPr>
          <w:i/>
          <w:iCs/>
          <w:lang w:val="hu-HU"/>
        </w:rPr>
        <w:t xml:space="preserve"> </w:t>
      </w:r>
      <w:r w:rsidR="004850F3">
        <w:rPr>
          <w:lang w:val="hu-HU"/>
        </w:rPr>
        <w:t>használjuk</w:t>
      </w:r>
      <w:r w:rsidRPr="722FE6E6">
        <w:rPr>
          <w:lang w:val="hu-HU"/>
        </w:rPr>
        <w:t>).</w:t>
      </w:r>
    </w:p>
    <w:p w14:paraId="2B3F3FF6" w14:textId="4DB71D1B" w:rsidR="0073164F" w:rsidRPr="00D81F74" w:rsidRDefault="008A0B04" w:rsidP="008A0B04">
      <w:pPr>
        <w:rPr>
          <w:lang w:val="hu-HU"/>
        </w:rPr>
      </w:pPr>
      <w:r w:rsidRPr="00F63430">
        <w:rPr>
          <w:lang w:val="hu-HU"/>
        </w:rPr>
        <w:t xml:space="preserve">Amennyiben a szövegben </w:t>
      </w:r>
      <w:r w:rsidR="004850F3">
        <w:rPr>
          <w:lang w:val="hu-HU"/>
        </w:rPr>
        <w:t>számozással ellátott</w:t>
      </w:r>
      <w:r w:rsidRPr="00F63430">
        <w:rPr>
          <w:lang w:val="hu-HU"/>
        </w:rPr>
        <w:t xml:space="preserve"> felsorolás</w:t>
      </w:r>
      <w:r w:rsidR="004850F3">
        <w:rPr>
          <w:lang w:val="hu-HU"/>
        </w:rPr>
        <w:t>ra van szükség</w:t>
      </w:r>
      <w:r w:rsidRPr="00F63430">
        <w:rPr>
          <w:lang w:val="hu-HU"/>
        </w:rPr>
        <w:t>, azt a következő módon tüntetjük fel:</w:t>
      </w:r>
    </w:p>
    <w:p w14:paraId="34857797" w14:textId="1C102911" w:rsidR="0073164F" w:rsidRPr="00D81F74" w:rsidRDefault="004850F3" w:rsidP="00A16968">
      <w:pPr>
        <w:pStyle w:val="ListParagraph"/>
        <w:numPr>
          <w:ilvl w:val="0"/>
          <w:numId w:val="10"/>
        </w:numPr>
        <w:ind w:left="714" w:hanging="357"/>
        <w:rPr>
          <w:lang w:val="hu-HU"/>
        </w:rPr>
      </w:pPr>
      <w:r w:rsidRPr="00F63430">
        <w:rPr>
          <w:lang w:val="hu-HU"/>
        </w:rPr>
        <w:t>Első tétel</w:t>
      </w:r>
      <w:r w:rsidR="0073164F" w:rsidRPr="00D81F74">
        <w:rPr>
          <w:lang w:val="hu-HU"/>
        </w:rPr>
        <w:t>;</w:t>
      </w:r>
    </w:p>
    <w:p w14:paraId="7F49B0AC" w14:textId="7C6EF08E" w:rsidR="0073164F" w:rsidRPr="00D81F74" w:rsidRDefault="004850F3" w:rsidP="00A16968">
      <w:pPr>
        <w:pStyle w:val="ListParagraph"/>
        <w:numPr>
          <w:ilvl w:val="0"/>
          <w:numId w:val="10"/>
        </w:numPr>
        <w:ind w:left="714" w:hanging="357"/>
        <w:rPr>
          <w:lang w:val="hu-HU"/>
        </w:rPr>
      </w:pPr>
      <w:r w:rsidRPr="00F63430">
        <w:rPr>
          <w:lang w:val="hu-HU"/>
        </w:rPr>
        <w:t>Második tétel</w:t>
      </w:r>
      <w:r w:rsidR="0073164F" w:rsidRPr="00D81F74">
        <w:rPr>
          <w:lang w:val="hu-HU"/>
        </w:rPr>
        <w:t>;</w:t>
      </w:r>
    </w:p>
    <w:p w14:paraId="5FF0936D" w14:textId="77777777" w:rsidR="008A0B04" w:rsidRDefault="0073164F" w:rsidP="008A0B04">
      <w:pPr>
        <w:pStyle w:val="ListParagraph"/>
        <w:numPr>
          <w:ilvl w:val="0"/>
          <w:numId w:val="10"/>
        </w:numPr>
        <w:ind w:left="714" w:hanging="357"/>
        <w:rPr>
          <w:lang w:val="hu-HU"/>
        </w:rPr>
      </w:pPr>
      <w:r w:rsidRPr="008A0B04">
        <w:rPr>
          <w:lang w:val="hu-HU"/>
        </w:rPr>
        <w:t>..</w:t>
      </w:r>
    </w:p>
    <w:p w14:paraId="74FA2B04" w14:textId="1F30D2A9" w:rsidR="008A0B04" w:rsidRPr="008A0B04" w:rsidRDefault="008A0B04" w:rsidP="008A0B04">
      <w:pPr>
        <w:pStyle w:val="ListParagraph"/>
        <w:numPr>
          <w:ilvl w:val="0"/>
          <w:numId w:val="10"/>
        </w:numPr>
        <w:ind w:left="714" w:hanging="357"/>
        <w:rPr>
          <w:lang w:val="hu-HU"/>
        </w:rPr>
      </w:pPr>
      <w:r w:rsidRPr="008A0B04">
        <w:rPr>
          <w:lang w:val="hu-HU"/>
        </w:rPr>
        <w:t xml:space="preserve">Utolsó tétel (a </w:t>
      </w:r>
      <w:r w:rsidRPr="008A0B04">
        <w:rPr>
          <w:i/>
          <w:iCs/>
          <w:lang w:val="hu-HU"/>
        </w:rPr>
        <w:t>Numbering</w:t>
      </w:r>
      <w:r w:rsidRPr="008A0B04">
        <w:rPr>
          <w:lang w:val="hu-HU"/>
        </w:rPr>
        <w:t xml:space="preserve"> eszközt </w:t>
      </w:r>
      <w:r w:rsidR="004850F3">
        <w:rPr>
          <w:lang w:val="hu-HU"/>
        </w:rPr>
        <w:t>használjuk</w:t>
      </w:r>
      <w:r w:rsidRPr="008A0B04">
        <w:rPr>
          <w:lang w:val="hu-HU"/>
        </w:rPr>
        <w:t>).</w:t>
      </w:r>
    </w:p>
    <w:p w14:paraId="2550BA5D" w14:textId="5F134E1B" w:rsidR="0073164F" w:rsidRPr="00D81F74" w:rsidRDefault="004C4117" w:rsidP="0073164F">
      <w:pPr>
        <w:pStyle w:val="Heading3"/>
        <w:rPr>
          <w:lang w:val="hu-HU"/>
        </w:rPr>
      </w:pPr>
      <w:bookmarkStart w:id="28" w:name="_Toc1550965825"/>
      <w:bookmarkStart w:id="29" w:name="_Toc128137960"/>
      <w:r w:rsidRPr="31F28929">
        <w:rPr>
          <w:lang w:val="hu-HU"/>
        </w:rPr>
        <w:t>Lábjegyzetek</w:t>
      </w:r>
      <w:bookmarkEnd w:id="28"/>
      <w:bookmarkEnd w:id="29"/>
    </w:p>
    <w:p w14:paraId="250A4F30" w14:textId="025E75CD" w:rsidR="005815DA" w:rsidRPr="00D81F74" w:rsidRDefault="004C4117" w:rsidP="001E2163">
      <w:pPr>
        <w:tabs>
          <w:tab w:val="left" w:pos="1073"/>
        </w:tabs>
        <w:rPr>
          <w:lang w:val="hu-HU"/>
        </w:rPr>
      </w:pPr>
      <w:r w:rsidRPr="00F63430">
        <w:rPr>
          <w:lang w:val="hu-HU"/>
        </w:rPr>
        <w:t>A lábjegyzetek az oldal aljá</w:t>
      </w:r>
      <w:r w:rsidR="004850F3">
        <w:rPr>
          <w:lang w:val="hu-HU"/>
        </w:rPr>
        <w:t>n foglalnak helyet</w:t>
      </w:r>
      <w:r w:rsidRPr="00D81F74">
        <w:rPr>
          <w:rStyle w:val="FootnoteReference"/>
          <w:lang w:val="hu-HU"/>
        </w:rPr>
        <w:t xml:space="preserve"> </w:t>
      </w:r>
      <w:r w:rsidR="0073164F" w:rsidRPr="00D81F74">
        <w:rPr>
          <w:rStyle w:val="FootnoteReference"/>
          <w:lang w:val="hu-HU"/>
        </w:rPr>
        <w:footnoteReference w:id="1"/>
      </w:r>
      <w:r w:rsidR="000C11FE" w:rsidRPr="00D81F74">
        <w:rPr>
          <w:lang w:val="hu-HU"/>
        </w:rPr>
        <w:t>.</w:t>
      </w:r>
    </w:p>
    <w:p w14:paraId="7EF3613B" w14:textId="520FC207" w:rsidR="00F0496E" w:rsidRPr="00D81F74" w:rsidRDefault="004850F3" w:rsidP="00E65CA0">
      <w:pPr>
        <w:pStyle w:val="Heading3"/>
        <w:rPr>
          <w:lang w:val="hu-HU"/>
        </w:rPr>
      </w:pPr>
      <w:bookmarkStart w:id="30" w:name="_Toc1168090192"/>
      <w:bookmarkStart w:id="31" w:name="_Toc128137961"/>
      <w:r>
        <w:rPr>
          <w:lang w:val="hu-HU"/>
        </w:rPr>
        <w:t>Ábrák</w:t>
      </w:r>
      <w:r w:rsidR="004C4117" w:rsidRPr="31F28929">
        <w:rPr>
          <w:lang w:val="hu-HU"/>
        </w:rPr>
        <w:t xml:space="preserve"> és </w:t>
      </w:r>
      <w:r>
        <w:rPr>
          <w:lang w:val="hu-HU"/>
        </w:rPr>
        <w:t>grafikonok</w:t>
      </w:r>
      <w:bookmarkEnd w:id="30"/>
      <w:bookmarkEnd w:id="31"/>
    </w:p>
    <w:p w14:paraId="59E5FEAE" w14:textId="161D4BC1" w:rsidR="00F0496E" w:rsidRPr="00D81F74" w:rsidRDefault="004C4117" w:rsidP="00F0496E">
      <w:pPr>
        <w:rPr>
          <w:lang w:val="hu-HU" w:bidi="ar-SA"/>
        </w:rPr>
      </w:pPr>
      <w:r w:rsidRPr="722FE6E6">
        <w:rPr>
          <w:lang w:val="hu-HU" w:bidi="ar-SA"/>
        </w:rPr>
        <w:t>A</w:t>
      </w:r>
      <w:r w:rsidR="004850F3">
        <w:rPr>
          <w:lang w:val="hu-HU" w:bidi="ar-SA"/>
        </w:rPr>
        <w:t>z ábrák és grafikonok</w:t>
      </w:r>
      <w:r w:rsidRPr="722FE6E6">
        <w:rPr>
          <w:lang w:val="hu-HU" w:bidi="ar-SA"/>
        </w:rPr>
        <w:t xml:space="preserve"> elfogadható minőségben</w:t>
      </w:r>
      <w:r w:rsidR="005B56CA">
        <w:rPr>
          <w:lang w:val="hu-HU" w:bidi="ar-SA"/>
        </w:rPr>
        <w:t>,</w:t>
      </w:r>
      <w:r w:rsidRPr="722FE6E6">
        <w:rPr>
          <w:lang w:val="hu-HU" w:bidi="ar-SA"/>
        </w:rPr>
        <w:t xml:space="preserve"> fekete-fehér</w:t>
      </w:r>
      <w:r w:rsidR="005B56CA">
        <w:rPr>
          <w:lang w:val="hu-HU" w:bidi="ar-SA"/>
        </w:rPr>
        <w:t>b</w:t>
      </w:r>
      <w:r w:rsidRPr="722FE6E6">
        <w:rPr>
          <w:lang w:val="hu-HU" w:bidi="ar-SA"/>
        </w:rPr>
        <w:t>en</w:t>
      </w:r>
      <w:r w:rsidR="005B56CA">
        <w:rPr>
          <w:lang w:val="hu-HU" w:bidi="ar-SA"/>
        </w:rPr>
        <w:t xml:space="preserve"> vagy </w:t>
      </w:r>
      <w:r w:rsidRPr="722FE6E6">
        <w:rPr>
          <w:lang w:val="hu-HU" w:bidi="ar-SA"/>
        </w:rPr>
        <w:t>színes</w:t>
      </w:r>
      <w:r w:rsidR="005B56CA">
        <w:rPr>
          <w:lang w:val="hu-HU" w:bidi="ar-SA"/>
        </w:rPr>
        <w:t>b</w:t>
      </w:r>
      <w:r w:rsidRPr="722FE6E6">
        <w:rPr>
          <w:lang w:val="hu-HU" w:bidi="ar-SA"/>
        </w:rPr>
        <w:t>en k</w:t>
      </w:r>
      <w:r w:rsidR="005B56CA">
        <w:rPr>
          <w:lang w:val="hu-HU" w:bidi="ar-SA"/>
        </w:rPr>
        <w:t>észüljenek!</w:t>
      </w:r>
      <w:r w:rsidRPr="722FE6E6">
        <w:rPr>
          <w:lang w:val="hu-HU" w:bidi="ar-SA"/>
        </w:rPr>
        <w:t xml:space="preserve"> Minden </w:t>
      </w:r>
      <w:r w:rsidR="005B56CA">
        <w:rPr>
          <w:lang w:val="hu-HU" w:bidi="ar-SA"/>
        </w:rPr>
        <w:t>ábrának legyen képaláírása (mi látható az ábrán)</w:t>
      </w:r>
      <w:r w:rsidRPr="722FE6E6">
        <w:rPr>
          <w:lang w:val="hu-HU" w:bidi="ar-SA"/>
        </w:rPr>
        <w:t xml:space="preserve"> </w:t>
      </w:r>
      <w:r w:rsidRPr="722FE6E6">
        <w:rPr>
          <w:i/>
          <w:iCs/>
          <w:lang w:val="hu-HU" w:bidi="ar-SA"/>
        </w:rPr>
        <w:t xml:space="preserve">Caption </w:t>
      </w:r>
      <w:r w:rsidRPr="722FE6E6">
        <w:rPr>
          <w:lang w:val="hu-HU" w:bidi="ar-SA"/>
        </w:rPr>
        <w:t>stílusban (Használ</w:t>
      </w:r>
      <w:r w:rsidR="005B56CA">
        <w:rPr>
          <w:lang w:val="hu-HU" w:bidi="ar-SA"/>
        </w:rPr>
        <w:t>ni</w:t>
      </w:r>
      <w:r w:rsidRPr="722FE6E6">
        <w:rPr>
          <w:lang w:val="hu-HU" w:bidi="ar-SA"/>
        </w:rPr>
        <w:t xml:space="preserve"> az </w:t>
      </w:r>
      <w:r w:rsidR="007A767D">
        <w:rPr>
          <w:lang w:val="hu-HU" w:bidi="ar-SA"/>
        </w:rPr>
        <w:t>„</w:t>
      </w:r>
      <w:r w:rsidRPr="722FE6E6">
        <w:rPr>
          <w:i/>
          <w:iCs/>
          <w:lang w:val="hu-HU" w:bidi="ar-SA"/>
        </w:rPr>
        <w:t>Insert Caption</w:t>
      </w:r>
      <w:r w:rsidRPr="722FE6E6">
        <w:rPr>
          <w:lang w:val="hu-HU" w:bidi="ar-SA"/>
        </w:rPr>
        <w:t xml:space="preserve">” eszközt), és a szövegben </w:t>
      </w:r>
      <w:r w:rsidR="005B56CA">
        <w:rPr>
          <w:lang w:val="hu-HU" w:bidi="ar-SA"/>
        </w:rPr>
        <w:t xml:space="preserve">okvetlenül </w:t>
      </w:r>
      <w:r w:rsidRPr="722FE6E6">
        <w:rPr>
          <w:lang w:val="hu-HU" w:bidi="ar-SA"/>
        </w:rPr>
        <w:t>hivatkozni kell a</w:t>
      </w:r>
      <w:r w:rsidR="005B56CA">
        <w:rPr>
          <w:lang w:val="hu-HU" w:bidi="ar-SA"/>
        </w:rPr>
        <w:t>z ábrára</w:t>
      </w:r>
      <w:r w:rsidRPr="722FE6E6">
        <w:rPr>
          <w:lang w:val="hu-HU" w:bidi="ar-SA"/>
        </w:rPr>
        <w:t xml:space="preserve"> (</w:t>
      </w:r>
      <w:r w:rsidR="00C6299F">
        <w:rPr>
          <w:lang w:val="hu-HU" w:bidi="ar-SA"/>
        </w:rPr>
        <w:t xml:space="preserve">pl.: </w:t>
      </w:r>
      <w:r w:rsidRPr="722FE6E6">
        <w:rPr>
          <w:lang w:val="hu-HU" w:bidi="ar-SA"/>
        </w:rPr>
        <w:t>1. ábra), nem feltétlenül a mondat végén. Használ</w:t>
      </w:r>
      <w:r w:rsidR="005B56CA">
        <w:rPr>
          <w:lang w:val="hu-HU" w:bidi="ar-SA"/>
        </w:rPr>
        <w:t>ható</w:t>
      </w:r>
      <w:r w:rsidRPr="722FE6E6">
        <w:rPr>
          <w:lang w:val="hu-HU" w:bidi="ar-SA"/>
        </w:rPr>
        <w:t xml:space="preserve"> a </w:t>
      </w:r>
      <w:r w:rsidRPr="722FE6E6">
        <w:rPr>
          <w:i/>
          <w:iCs/>
          <w:lang w:val="hu-HU" w:bidi="ar-SA"/>
        </w:rPr>
        <w:t xml:space="preserve">Cross-reference </w:t>
      </w:r>
      <w:r w:rsidRPr="005B56CA">
        <w:rPr>
          <w:lang w:val="hu-HU" w:bidi="ar-SA"/>
        </w:rPr>
        <w:t>eszköztár</w:t>
      </w:r>
      <w:r w:rsidRPr="722FE6E6">
        <w:rPr>
          <w:i/>
          <w:iCs/>
          <w:lang w:val="hu-HU" w:bidi="ar-SA"/>
        </w:rPr>
        <w:t xml:space="preserve">. </w:t>
      </w:r>
      <w:r w:rsidRPr="722FE6E6">
        <w:rPr>
          <w:lang w:val="hu-HU" w:bidi="ar-SA"/>
        </w:rPr>
        <w:t>A kép</w:t>
      </w:r>
      <w:r w:rsidR="00C6299F">
        <w:rPr>
          <w:lang w:val="hu-HU" w:bidi="ar-SA"/>
        </w:rPr>
        <w:t xml:space="preserve">aláírások </w:t>
      </w:r>
      <w:r w:rsidRPr="722FE6E6">
        <w:rPr>
          <w:lang w:val="hu-HU" w:bidi="ar-SA"/>
        </w:rPr>
        <w:t>számozás</w:t>
      </w:r>
      <w:r w:rsidR="00C6299F">
        <w:rPr>
          <w:lang w:val="hu-HU" w:bidi="ar-SA"/>
        </w:rPr>
        <w:t>a</w:t>
      </w:r>
      <w:r w:rsidRPr="722FE6E6">
        <w:rPr>
          <w:lang w:val="hu-HU" w:bidi="ar-SA"/>
        </w:rPr>
        <w:t xml:space="preserve"> és </w:t>
      </w:r>
      <w:r w:rsidR="00C6299F">
        <w:rPr>
          <w:lang w:val="hu-HU" w:bidi="ar-SA"/>
        </w:rPr>
        <w:t>szövege</w:t>
      </w:r>
      <w:r w:rsidRPr="722FE6E6">
        <w:rPr>
          <w:lang w:val="hu-HU" w:bidi="ar-SA"/>
        </w:rPr>
        <w:t xml:space="preserve"> a</w:t>
      </w:r>
      <w:r w:rsidR="00C6299F">
        <w:rPr>
          <w:lang w:val="hu-HU" w:bidi="ar-SA"/>
        </w:rPr>
        <w:t>z</w:t>
      </w:r>
      <w:r w:rsidRPr="722FE6E6">
        <w:rPr>
          <w:lang w:val="hu-HU" w:bidi="ar-SA"/>
        </w:rPr>
        <w:t xml:space="preserve"> ábra/grafikon alá ke</w:t>
      </w:r>
      <w:r w:rsidR="00C6299F">
        <w:rPr>
          <w:lang w:val="hu-HU" w:bidi="ar-SA"/>
        </w:rPr>
        <w:t>rül</w:t>
      </w:r>
      <w:r w:rsidRPr="722FE6E6">
        <w:rPr>
          <w:lang w:val="hu-HU" w:bidi="ar-SA"/>
        </w:rPr>
        <w:t xml:space="preserve">. A </w:t>
      </w:r>
      <w:r w:rsidR="00C6299F">
        <w:rPr>
          <w:lang w:val="hu-HU" w:bidi="ar-SA"/>
        </w:rPr>
        <w:t xml:space="preserve">más irodalmi forrásból átvett ábrákra a képaláírás </w:t>
      </w:r>
      <w:r w:rsidR="009D52A1">
        <w:rPr>
          <w:lang w:val="hu-HU" w:bidi="ar-SA"/>
        </w:rPr>
        <w:t>után</w:t>
      </w:r>
      <w:r w:rsidR="00C6299F">
        <w:rPr>
          <w:lang w:val="hu-HU" w:bidi="ar-SA"/>
        </w:rPr>
        <w:t>, a már említett módon kell hivatkozni, a</w:t>
      </w:r>
      <w:r w:rsidRPr="722FE6E6">
        <w:rPr>
          <w:lang w:val="hu-HU" w:bidi="ar-SA"/>
        </w:rPr>
        <w:t xml:space="preserve"> saját </w:t>
      </w:r>
      <w:r w:rsidR="00C6299F">
        <w:rPr>
          <w:lang w:val="hu-HU" w:bidi="ar-SA"/>
        </w:rPr>
        <w:t>készítésű ábráknál természetesen nem.</w:t>
      </w:r>
    </w:p>
    <w:p w14:paraId="676848ED" w14:textId="299C41A4" w:rsidR="00D66645" w:rsidRPr="00D81F74" w:rsidRDefault="000B4132" w:rsidP="00D66645">
      <w:pPr>
        <w:pStyle w:val="Normalfigure-table"/>
        <w:keepNext/>
        <w:rPr>
          <w:lang w:val="hu-HU"/>
        </w:rPr>
      </w:pPr>
      <w:r w:rsidRPr="00D81F74">
        <w:rPr>
          <w:noProof/>
          <w:lang w:val="hu-HU" w:eastAsia="en-GB"/>
        </w:rPr>
        <w:lastRenderedPageBreak/>
        <w:drawing>
          <wp:inline distT="0" distB="0" distL="0" distR="0" wp14:anchorId="5380865B" wp14:editId="12D251E4">
            <wp:extent cx="1478280" cy="822960"/>
            <wp:effectExtent l="0" t="0" r="0" b="0"/>
            <wp:docPr id="1" name="Picture 2" descr="vts plavo 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ts plavo 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2A5A2" w14:textId="7D6FF1A4" w:rsidR="00D66645" w:rsidRPr="00936397" w:rsidRDefault="004C4117" w:rsidP="00D66645">
      <w:pPr>
        <w:pStyle w:val="Caption"/>
      </w:pPr>
      <w:r w:rsidRPr="00F63430">
        <w:rPr>
          <w:lang w:val="hu-HU"/>
        </w:rPr>
        <w:fldChar w:fldCharType="begin"/>
      </w:r>
      <w:r w:rsidRPr="00F63430">
        <w:rPr>
          <w:lang w:val="hu-HU"/>
        </w:rPr>
        <w:instrText xml:space="preserve"> SEQ ábra \* ARABIC </w:instrText>
      </w:r>
      <w:r w:rsidRPr="00F63430">
        <w:rPr>
          <w:lang w:val="hu-HU"/>
        </w:rPr>
        <w:fldChar w:fldCharType="separate"/>
      </w:r>
      <w:r w:rsidR="00E94BB3">
        <w:rPr>
          <w:noProof/>
          <w:lang w:val="hu-HU"/>
        </w:rPr>
        <w:t>1</w:t>
      </w:r>
      <w:r w:rsidRPr="00F63430">
        <w:rPr>
          <w:lang w:val="hu-HU"/>
        </w:rPr>
        <w:fldChar w:fldCharType="end"/>
      </w:r>
      <w:r w:rsidRPr="00F63430">
        <w:rPr>
          <w:lang w:val="hu-HU"/>
        </w:rPr>
        <w:t>. ábra</w:t>
      </w:r>
      <w:r w:rsidR="00C6299F">
        <w:rPr>
          <w:lang w:val="hu-HU"/>
        </w:rPr>
        <w:t>: Iskolánk logója</w:t>
      </w:r>
      <w:r w:rsidR="00936397">
        <w:t xml:space="preserve"> [11]</w:t>
      </w:r>
    </w:p>
    <w:p w14:paraId="14590328" w14:textId="49F8BF1D" w:rsidR="00D66645" w:rsidRDefault="004C4117" w:rsidP="00F0496E">
      <w:pPr>
        <w:rPr>
          <w:lang w:val="hu-HU" w:bidi="ar-SA"/>
        </w:rPr>
      </w:pPr>
      <w:r w:rsidRPr="00F63430">
        <w:rPr>
          <w:lang w:val="hu-HU" w:bidi="ar-SA"/>
        </w:rPr>
        <w:t>A</w:t>
      </w:r>
      <w:r w:rsidR="00C6299F">
        <w:rPr>
          <w:lang w:val="hu-HU" w:bidi="ar-SA"/>
        </w:rPr>
        <w:t xml:space="preserve">z ábráknak és grafikonoknak külön </w:t>
      </w:r>
      <w:r w:rsidRPr="00F63430">
        <w:rPr>
          <w:lang w:val="hu-HU" w:bidi="ar-SA"/>
        </w:rPr>
        <w:t xml:space="preserve">bekezdésben kell szerepelniük </w:t>
      </w:r>
      <w:r w:rsidRPr="00F63430">
        <w:rPr>
          <w:i/>
          <w:lang w:val="hu-HU" w:bidi="ar-SA"/>
        </w:rPr>
        <w:t>Normal figure-table</w:t>
      </w:r>
      <w:r>
        <w:rPr>
          <w:lang w:val="hu-HU" w:bidi="ar-SA"/>
        </w:rPr>
        <w:t xml:space="preserve"> </w:t>
      </w:r>
      <w:r w:rsidRPr="00F63430">
        <w:rPr>
          <w:lang w:val="hu-HU" w:bidi="ar-SA"/>
        </w:rPr>
        <w:t>stílusban</w:t>
      </w:r>
      <w:r w:rsidR="00C6299F">
        <w:rPr>
          <w:lang w:val="hu-HU" w:bidi="ar-SA"/>
        </w:rPr>
        <w:t>!</w:t>
      </w:r>
    </w:p>
    <w:p w14:paraId="66C89CA4" w14:textId="77777777" w:rsidR="00A071E5" w:rsidRPr="00D81F74" w:rsidRDefault="00A071E5" w:rsidP="00F0496E">
      <w:pPr>
        <w:rPr>
          <w:lang w:val="hu-HU" w:bidi="ar-SA"/>
        </w:rPr>
      </w:pPr>
    </w:p>
    <w:p w14:paraId="35DADE10" w14:textId="3210EC6B" w:rsidR="00AD715D" w:rsidRPr="00D81F74" w:rsidRDefault="004C4117" w:rsidP="00E65CA0">
      <w:pPr>
        <w:pStyle w:val="Heading3"/>
        <w:rPr>
          <w:lang w:val="hu-HU"/>
        </w:rPr>
      </w:pPr>
      <w:bookmarkStart w:id="32" w:name="_Toc1910631233"/>
      <w:bookmarkStart w:id="33" w:name="_Toc128137962"/>
      <w:r w:rsidRPr="31F28929">
        <w:rPr>
          <w:lang w:val="hu-HU"/>
        </w:rPr>
        <w:t>Táblázatok</w:t>
      </w:r>
      <w:bookmarkEnd w:id="32"/>
      <w:bookmarkEnd w:id="33"/>
    </w:p>
    <w:p w14:paraId="4A873E6C" w14:textId="352E8C09" w:rsidR="002E03E9" w:rsidRDefault="00F56DE1" w:rsidP="002E03E9">
      <w:pPr>
        <w:rPr>
          <w:lang w:bidi="ar-SA"/>
        </w:rPr>
      </w:pPr>
      <w:r w:rsidRPr="722FE6E6">
        <w:rPr>
          <w:lang w:val="hu-HU" w:bidi="ar-SA"/>
        </w:rPr>
        <w:t>A</w:t>
      </w:r>
      <w:r>
        <w:rPr>
          <w:lang w:val="hu-HU" w:bidi="ar-SA"/>
        </w:rPr>
        <w:t xml:space="preserve"> táblázatok</w:t>
      </w:r>
      <w:r w:rsidRPr="722FE6E6">
        <w:rPr>
          <w:lang w:val="hu-HU" w:bidi="ar-SA"/>
        </w:rPr>
        <w:t xml:space="preserve"> elfogadható minőségben</w:t>
      </w:r>
      <w:r>
        <w:rPr>
          <w:lang w:val="hu-HU" w:bidi="ar-SA"/>
        </w:rPr>
        <w:t>,</w:t>
      </w:r>
      <w:r w:rsidRPr="722FE6E6">
        <w:rPr>
          <w:lang w:val="hu-HU" w:bidi="ar-SA"/>
        </w:rPr>
        <w:t xml:space="preserve"> fekete-fehér</w:t>
      </w:r>
      <w:r>
        <w:rPr>
          <w:lang w:val="hu-HU" w:bidi="ar-SA"/>
        </w:rPr>
        <w:t>b</w:t>
      </w:r>
      <w:r w:rsidRPr="722FE6E6">
        <w:rPr>
          <w:lang w:val="hu-HU" w:bidi="ar-SA"/>
        </w:rPr>
        <w:t>en</w:t>
      </w:r>
      <w:r>
        <w:rPr>
          <w:lang w:val="hu-HU" w:bidi="ar-SA"/>
        </w:rPr>
        <w:t xml:space="preserve"> vagy </w:t>
      </w:r>
      <w:r w:rsidRPr="722FE6E6">
        <w:rPr>
          <w:lang w:val="hu-HU" w:bidi="ar-SA"/>
        </w:rPr>
        <w:t>színes</w:t>
      </w:r>
      <w:r>
        <w:rPr>
          <w:lang w:val="hu-HU" w:bidi="ar-SA"/>
        </w:rPr>
        <w:t>b</w:t>
      </w:r>
      <w:r w:rsidRPr="722FE6E6">
        <w:rPr>
          <w:lang w:val="hu-HU" w:bidi="ar-SA"/>
        </w:rPr>
        <w:t>en k</w:t>
      </w:r>
      <w:r>
        <w:rPr>
          <w:lang w:val="hu-HU" w:bidi="ar-SA"/>
        </w:rPr>
        <w:t>észüljenek!</w:t>
      </w:r>
      <w:r w:rsidR="004C4117" w:rsidRPr="722FE6E6">
        <w:rPr>
          <w:lang w:val="hu-HU" w:bidi="ar-SA"/>
        </w:rPr>
        <w:t xml:space="preserve"> Minden </w:t>
      </w:r>
      <w:r>
        <w:rPr>
          <w:lang w:val="hu-HU" w:bidi="ar-SA"/>
        </w:rPr>
        <w:t>táblázatot</w:t>
      </w:r>
      <w:r w:rsidR="004C4117" w:rsidRPr="722FE6E6">
        <w:rPr>
          <w:lang w:val="hu-HU" w:bidi="ar-SA"/>
        </w:rPr>
        <w:t xml:space="preserve"> </w:t>
      </w:r>
      <w:r w:rsidR="004C4117" w:rsidRPr="722FE6E6">
        <w:rPr>
          <w:i/>
          <w:iCs/>
          <w:lang w:val="hu-HU" w:bidi="ar-SA"/>
        </w:rPr>
        <w:t xml:space="preserve">Caption </w:t>
      </w:r>
      <w:r w:rsidR="004C4117" w:rsidRPr="722FE6E6">
        <w:rPr>
          <w:lang w:val="hu-HU" w:bidi="ar-SA"/>
        </w:rPr>
        <w:t>stílusban</w:t>
      </w:r>
      <w:r w:rsidR="009D52A1">
        <w:rPr>
          <w:lang w:val="hu-HU" w:bidi="ar-SA"/>
        </w:rPr>
        <w:t>,</w:t>
      </w:r>
      <w:r w:rsidR="004C4117" w:rsidRPr="722FE6E6">
        <w:rPr>
          <w:lang w:val="hu-HU" w:bidi="ar-SA"/>
        </w:rPr>
        <w:t xml:space="preserve"> </w:t>
      </w:r>
      <w:r>
        <w:rPr>
          <w:lang w:val="hu-HU" w:bidi="ar-SA"/>
        </w:rPr>
        <w:t xml:space="preserve">számozással és felirattal kell ellátni </w:t>
      </w:r>
      <w:r w:rsidR="004C4117" w:rsidRPr="722FE6E6">
        <w:rPr>
          <w:lang w:val="hu-HU" w:bidi="ar-SA"/>
        </w:rPr>
        <w:t>(Használ</w:t>
      </w:r>
      <w:r>
        <w:rPr>
          <w:lang w:val="hu-HU" w:bidi="ar-SA"/>
        </w:rPr>
        <w:t>ni</w:t>
      </w:r>
      <w:r w:rsidR="004C4117" w:rsidRPr="722FE6E6">
        <w:rPr>
          <w:lang w:val="hu-HU" w:bidi="ar-SA"/>
        </w:rPr>
        <w:t xml:space="preserve"> az </w:t>
      </w:r>
      <w:r w:rsidR="007A767D">
        <w:rPr>
          <w:lang w:val="hu-HU" w:bidi="ar-SA"/>
        </w:rPr>
        <w:t>„</w:t>
      </w:r>
      <w:r w:rsidR="004C4117" w:rsidRPr="722FE6E6">
        <w:rPr>
          <w:i/>
          <w:iCs/>
          <w:lang w:val="hu-HU" w:bidi="ar-SA"/>
        </w:rPr>
        <w:t>Insert Caption</w:t>
      </w:r>
      <w:r w:rsidR="004C4117" w:rsidRPr="722FE6E6">
        <w:rPr>
          <w:lang w:val="hu-HU" w:bidi="ar-SA"/>
        </w:rPr>
        <w:t xml:space="preserve">” eszközt), és a szövegben hivatkozni kell </w:t>
      </w:r>
      <w:r>
        <w:rPr>
          <w:lang w:val="hu-HU" w:bidi="ar-SA"/>
        </w:rPr>
        <w:t>rá</w:t>
      </w:r>
      <w:r w:rsidR="004C4117" w:rsidRPr="722FE6E6">
        <w:rPr>
          <w:lang w:val="hu-HU" w:bidi="ar-SA"/>
        </w:rPr>
        <w:t xml:space="preserve"> (</w:t>
      </w:r>
      <w:r>
        <w:rPr>
          <w:lang w:val="hu-HU" w:bidi="ar-SA"/>
        </w:rPr>
        <w:t xml:space="preserve">pl.: </w:t>
      </w:r>
      <w:r w:rsidR="004C4117" w:rsidRPr="722FE6E6">
        <w:rPr>
          <w:lang w:val="hu-HU" w:bidi="ar-SA"/>
        </w:rPr>
        <w:t>1. táblázat), nem feltétlenül a mondat végén. Használ</w:t>
      </w:r>
      <w:r>
        <w:rPr>
          <w:lang w:val="hu-HU" w:bidi="ar-SA"/>
        </w:rPr>
        <w:t>ni</w:t>
      </w:r>
      <w:r w:rsidR="004C4117" w:rsidRPr="722FE6E6">
        <w:rPr>
          <w:lang w:val="hu-HU" w:bidi="ar-SA"/>
        </w:rPr>
        <w:t xml:space="preserve"> a </w:t>
      </w:r>
      <w:r w:rsidR="004C4117" w:rsidRPr="722FE6E6">
        <w:rPr>
          <w:i/>
          <w:iCs/>
          <w:lang w:val="hu-HU" w:bidi="ar-SA"/>
        </w:rPr>
        <w:t xml:space="preserve">Cross-reference </w:t>
      </w:r>
      <w:r w:rsidR="004C4117" w:rsidRPr="00F56DE1">
        <w:rPr>
          <w:lang w:val="hu-HU" w:bidi="ar-SA"/>
        </w:rPr>
        <w:t>eszköztárat.</w:t>
      </w:r>
      <w:r w:rsidR="004C4117" w:rsidRPr="722FE6E6">
        <w:rPr>
          <w:i/>
          <w:iCs/>
          <w:lang w:val="hu-HU" w:bidi="ar-SA"/>
        </w:rPr>
        <w:t xml:space="preserve"> </w:t>
      </w:r>
      <w:r w:rsidR="004C4117" w:rsidRPr="722FE6E6">
        <w:rPr>
          <w:lang w:val="hu-HU" w:bidi="ar-SA"/>
        </w:rPr>
        <w:t>A táblázatok számozás</w:t>
      </w:r>
      <w:r>
        <w:rPr>
          <w:lang w:val="hu-HU" w:bidi="ar-SA"/>
        </w:rPr>
        <w:t>a</w:t>
      </w:r>
      <w:r w:rsidR="004C4117" w:rsidRPr="722FE6E6">
        <w:rPr>
          <w:lang w:val="hu-HU" w:bidi="ar-SA"/>
        </w:rPr>
        <w:t xml:space="preserve"> és </w:t>
      </w:r>
      <w:r>
        <w:rPr>
          <w:lang w:val="hu-HU" w:bidi="ar-SA"/>
        </w:rPr>
        <w:t>felirata</w:t>
      </w:r>
      <w:r w:rsidR="004C4117" w:rsidRPr="722FE6E6">
        <w:rPr>
          <w:lang w:val="hu-HU" w:bidi="ar-SA"/>
        </w:rPr>
        <w:t xml:space="preserve"> a táblázat föl</w:t>
      </w:r>
      <w:r>
        <w:rPr>
          <w:lang w:val="hu-HU" w:bidi="ar-SA"/>
        </w:rPr>
        <w:t>ött kap helyet</w:t>
      </w:r>
      <w:r w:rsidR="004C4117" w:rsidRPr="722FE6E6">
        <w:rPr>
          <w:lang w:val="hu-HU" w:bidi="ar-SA"/>
        </w:rPr>
        <w:t>, a</w:t>
      </w:r>
      <w:r>
        <w:rPr>
          <w:lang w:val="hu-HU" w:bidi="ar-SA"/>
        </w:rPr>
        <w:t xml:space="preserve">mint az az alábbi </w:t>
      </w:r>
      <w:r w:rsidR="004C4117" w:rsidRPr="722FE6E6">
        <w:rPr>
          <w:lang w:val="hu-HU" w:bidi="ar-SA"/>
        </w:rPr>
        <w:t>példában látható.</w:t>
      </w:r>
      <w:r w:rsidR="000D70D2">
        <w:rPr>
          <w:lang w:bidi="ar-SA"/>
        </w:rPr>
        <w:t xml:space="preserve"> </w:t>
      </w:r>
      <w:r w:rsidR="000D70D2" w:rsidRPr="000D70D2">
        <w:rPr>
          <w:lang w:val="hu-HU" w:bidi="ar-SA"/>
        </w:rPr>
        <w:t xml:space="preserve">Az esetleges hivatkozással kapcsolatos </w:t>
      </w:r>
      <w:r w:rsidR="000D70D2">
        <w:rPr>
          <w:lang w:val="hu-HU" w:bidi="ar-SA"/>
        </w:rPr>
        <w:t>követelmény</w:t>
      </w:r>
      <w:r w:rsidR="000D70D2" w:rsidRPr="000D70D2">
        <w:rPr>
          <w:lang w:val="hu-HU" w:bidi="ar-SA"/>
        </w:rPr>
        <w:t>ek azonosak az ábrákkal kapcsolatos</w:t>
      </w:r>
      <w:r w:rsidR="000D70D2">
        <w:rPr>
          <w:lang w:val="hu-HU" w:bidi="ar-SA"/>
        </w:rPr>
        <w:t>o</w:t>
      </w:r>
      <w:r w:rsidR="000D70D2" w:rsidRPr="000D70D2">
        <w:rPr>
          <w:lang w:val="hu-HU" w:bidi="ar-SA"/>
        </w:rPr>
        <w:t>kkal</w:t>
      </w:r>
      <w:r w:rsidR="000D70D2">
        <w:rPr>
          <w:lang w:val="hu-HU" w:bidi="ar-SA"/>
        </w:rPr>
        <w:t>.</w:t>
      </w:r>
      <w:r w:rsidR="000D70D2">
        <w:rPr>
          <w:lang w:bidi="ar-SA"/>
        </w:rPr>
        <w:t xml:space="preserve"> </w:t>
      </w:r>
    </w:p>
    <w:p w14:paraId="7081FED4" w14:textId="77777777" w:rsidR="000D70D2" w:rsidRPr="000D70D2" w:rsidRDefault="000D70D2" w:rsidP="002E03E9">
      <w:pPr>
        <w:rPr>
          <w:lang w:bidi="ar-SA"/>
        </w:rPr>
      </w:pPr>
    </w:p>
    <w:p w14:paraId="32CB14B9" w14:textId="14C27C93" w:rsidR="00AD715D" w:rsidRPr="00D81F74" w:rsidRDefault="00576986" w:rsidP="00AD715D">
      <w:pPr>
        <w:pStyle w:val="Caption"/>
        <w:keepNext/>
        <w:rPr>
          <w:lang w:val="hu-HU"/>
        </w:rPr>
      </w:pPr>
      <w:r w:rsidRPr="00F63430">
        <w:rPr>
          <w:lang w:val="hu-HU"/>
        </w:rPr>
        <w:fldChar w:fldCharType="begin"/>
      </w:r>
      <w:r w:rsidRPr="00F63430">
        <w:rPr>
          <w:lang w:val="hu-HU"/>
        </w:rPr>
        <w:instrText xml:space="preserve"> SEQ táblázat \* ARABIC </w:instrText>
      </w:r>
      <w:r w:rsidRPr="00F63430">
        <w:rPr>
          <w:lang w:val="hu-HU"/>
        </w:rPr>
        <w:fldChar w:fldCharType="separate"/>
      </w:r>
      <w:r w:rsidR="00E94BB3">
        <w:rPr>
          <w:noProof/>
          <w:lang w:val="hu-HU"/>
        </w:rPr>
        <w:t>1</w:t>
      </w:r>
      <w:r w:rsidRPr="00F63430">
        <w:rPr>
          <w:lang w:val="hu-HU"/>
        </w:rPr>
        <w:fldChar w:fldCharType="end"/>
      </w:r>
      <w:r w:rsidRPr="00F63430">
        <w:rPr>
          <w:lang w:val="hu-HU"/>
        </w:rPr>
        <w:t>. táblázat</w:t>
      </w:r>
      <w:r w:rsidR="00F56DE1">
        <w:rPr>
          <w:lang w:val="hu-HU"/>
        </w:rPr>
        <w:t xml:space="preserve">: Táblázat felirata </w:t>
      </w:r>
      <w:r w:rsidR="00F56DE1" w:rsidRPr="00F56DE1">
        <w:rPr>
          <w:b w:val="0"/>
          <w:bCs w:val="0"/>
          <w:i/>
          <w:iCs/>
          <w:lang w:val="hu-HU"/>
        </w:rPr>
        <w:t>(miről szólnak a táblázati adatok)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0F2FFA" w:rsidRPr="00D81F74" w14:paraId="7BF03752" w14:textId="77777777" w:rsidTr="00012A89">
        <w:tc>
          <w:tcPr>
            <w:tcW w:w="2463" w:type="dxa"/>
            <w:shd w:val="clear" w:color="auto" w:fill="BFBFBF" w:themeFill="background1" w:themeFillShade="BF"/>
          </w:tcPr>
          <w:p w14:paraId="37D3CF39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  <w:tc>
          <w:tcPr>
            <w:tcW w:w="2463" w:type="dxa"/>
            <w:shd w:val="clear" w:color="auto" w:fill="BFBFBF" w:themeFill="background1" w:themeFillShade="BF"/>
          </w:tcPr>
          <w:p w14:paraId="53C17C32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  <w:tc>
          <w:tcPr>
            <w:tcW w:w="2464" w:type="dxa"/>
            <w:shd w:val="clear" w:color="auto" w:fill="BFBFBF" w:themeFill="background1" w:themeFillShade="BF"/>
          </w:tcPr>
          <w:p w14:paraId="40C676BC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  <w:tc>
          <w:tcPr>
            <w:tcW w:w="2464" w:type="dxa"/>
            <w:shd w:val="clear" w:color="auto" w:fill="BFBFBF" w:themeFill="background1" w:themeFillShade="BF"/>
          </w:tcPr>
          <w:p w14:paraId="18C5EBB5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color w:val="000000" w:themeColor="text1"/>
                <w:lang w:val="hu-HU"/>
              </w:rPr>
            </w:pPr>
          </w:p>
        </w:tc>
      </w:tr>
      <w:tr w:rsidR="00FD4213" w:rsidRPr="00D81F74" w14:paraId="607A2FBE" w14:textId="77777777" w:rsidTr="00EF12E7"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874A50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lang w:val="hu-HU"/>
              </w:rPr>
            </w:pPr>
          </w:p>
        </w:tc>
        <w:tc>
          <w:tcPr>
            <w:tcW w:w="2463" w:type="dxa"/>
            <w:tcBorders>
              <w:top w:val="single" w:sz="8" w:space="0" w:color="000000"/>
              <w:bottom w:val="single" w:sz="8" w:space="0" w:color="000000"/>
            </w:tcBorders>
          </w:tcPr>
          <w:p w14:paraId="663AACE9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bottom w:val="single" w:sz="8" w:space="0" w:color="000000"/>
            </w:tcBorders>
          </w:tcPr>
          <w:p w14:paraId="74085C47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916BC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</w:tr>
      <w:tr w:rsidR="00FD4213" w:rsidRPr="00D81F74" w14:paraId="1B427054" w14:textId="77777777" w:rsidTr="00EF12E7">
        <w:tc>
          <w:tcPr>
            <w:tcW w:w="2463" w:type="dxa"/>
          </w:tcPr>
          <w:p w14:paraId="4A867932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b/>
                <w:bCs/>
                <w:lang w:val="hu-HU"/>
              </w:rPr>
            </w:pPr>
          </w:p>
        </w:tc>
        <w:tc>
          <w:tcPr>
            <w:tcW w:w="2463" w:type="dxa"/>
          </w:tcPr>
          <w:p w14:paraId="23E43F98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</w:tcPr>
          <w:p w14:paraId="06686830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  <w:tc>
          <w:tcPr>
            <w:tcW w:w="2464" w:type="dxa"/>
          </w:tcPr>
          <w:p w14:paraId="6E71B53A" w14:textId="77777777" w:rsidR="00FD4213" w:rsidRPr="00D81F74" w:rsidRDefault="00FD4213" w:rsidP="00EF12E7">
            <w:pPr>
              <w:pStyle w:val="Normalfigure-table"/>
              <w:keepNext/>
              <w:spacing w:line="240" w:lineRule="auto"/>
              <w:rPr>
                <w:lang w:val="hu-HU"/>
              </w:rPr>
            </w:pPr>
          </w:p>
        </w:tc>
      </w:tr>
    </w:tbl>
    <w:p w14:paraId="07C7D615" w14:textId="6AD58A24" w:rsidR="00AD715D" w:rsidRDefault="004C4117" w:rsidP="00AD715D">
      <w:pPr>
        <w:rPr>
          <w:lang w:val="hu-HU" w:bidi="ar-SA"/>
        </w:rPr>
      </w:pPr>
      <w:r w:rsidRPr="00F63430">
        <w:rPr>
          <w:lang w:val="hu-HU" w:bidi="ar-SA"/>
        </w:rPr>
        <w:t xml:space="preserve">A táblázatoknak </w:t>
      </w:r>
      <w:r w:rsidR="00F56DE1">
        <w:rPr>
          <w:lang w:val="hu-HU" w:bidi="ar-SA"/>
        </w:rPr>
        <w:t>külön</w:t>
      </w:r>
      <w:r w:rsidRPr="00F63430">
        <w:rPr>
          <w:lang w:val="hu-HU" w:bidi="ar-SA"/>
        </w:rPr>
        <w:t xml:space="preserve"> bekezdésben kell szerepelniük </w:t>
      </w:r>
      <w:r w:rsidRPr="00F63430">
        <w:rPr>
          <w:i/>
          <w:lang w:val="hu-HU" w:bidi="ar-SA"/>
        </w:rPr>
        <w:t>Normal figure-table</w:t>
      </w:r>
      <w:r w:rsidRPr="00F63430">
        <w:rPr>
          <w:lang w:val="hu-HU" w:bidi="ar-SA"/>
        </w:rPr>
        <w:t xml:space="preserve"> stílusban.</w:t>
      </w:r>
    </w:p>
    <w:p w14:paraId="1D217CDE" w14:textId="77777777" w:rsidR="00A071E5" w:rsidRPr="00D81F74" w:rsidRDefault="00A071E5" w:rsidP="00AD715D">
      <w:pPr>
        <w:rPr>
          <w:lang w:val="hu-HU" w:bidi="ar-SA"/>
        </w:rPr>
      </w:pPr>
    </w:p>
    <w:p w14:paraId="186C8DBE" w14:textId="7E949B13" w:rsidR="00AD715D" w:rsidRPr="00D81F74" w:rsidRDefault="004C4117" w:rsidP="00E65CA0">
      <w:pPr>
        <w:pStyle w:val="Heading3"/>
        <w:rPr>
          <w:lang w:val="hu-HU"/>
        </w:rPr>
      </w:pPr>
      <w:bookmarkStart w:id="34" w:name="_Toc2028345616"/>
      <w:bookmarkStart w:id="35" w:name="_Toc128137963"/>
      <w:r w:rsidRPr="31F28929">
        <w:rPr>
          <w:lang w:val="hu-HU"/>
        </w:rPr>
        <w:t>Egyenletek</w:t>
      </w:r>
      <w:bookmarkEnd w:id="34"/>
      <w:bookmarkEnd w:id="35"/>
    </w:p>
    <w:p w14:paraId="178668A6" w14:textId="6448E1E1" w:rsidR="00AD715D" w:rsidRPr="00D81F74" w:rsidRDefault="004C4117" w:rsidP="00AD715D">
      <w:pPr>
        <w:rPr>
          <w:lang w:val="hu-HU" w:bidi="ar-SA"/>
        </w:rPr>
      </w:pPr>
      <w:r w:rsidRPr="00F63430">
        <w:rPr>
          <w:lang w:val="hu-HU" w:bidi="ar-SA"/>
        </w:rPr>
        <w:t xml:space="preserve">Az egyenleteket jobb oldali </w:t>
      </w:r>
      <w:r w:rsidR="00C911C6">
        <w:rPr>
          <w:lang w:val="hu-HU" w:bidi="ar-SA"/>
        </w:rPr>
        <w:t>egyenesítéssel írjuk</w:t>
      </w:r>
      <w:r w:rsidRPr="00F63430">
        <w:rPr>
          <w:lang w:val="hu-HU" w:bidi="ar-SA"/>
        </w:rPr>
        <w:t>, és a szövegben zárójel</w:t>
      </w:r>
      <w:r w:rsidR="00C911C6">
        <w:rPr>
          <w:lang w:val="hu-HU" w:bidi="ar-SA"/>
        </w:rPr>
        <w:t>ben hivatkozunk rájuk</w:t>
      </w:r>
      <w:r w:rsidRPr="00F63430">
        <w:rPr>
          <w:lang w:val="hu-HU" w:bidi="ar-SA"/>
        </w:rPr>
        <w:t>, lehetőleg a mondat végén</w:t>
      </w:r>
      <w:r w:rsidR="00C911C6">
        <w:rPr>
          <w:lang w:val="hu-HU" w:bidi="ar-SA"/>
        </w:rPr>
        <w:t xml:space="preserve"> – pl.:</w:t>
      </w:r>
      <w:r w:rsidRPr="00F63430">
        <w:rPr>
          <w:lang w:val="hu-HU" w:bidi="ar-SA"/>
        </w:rPr>
        <w:t xml:space="preserve"> (</w:t>
      </w:r>
      <w:r w:rsidRPr="00F63430">
        <w:rPr>
          <w:lang w:val="hu-HU" w:bidi="ar-SA"/>
        </w:rPr>
        <w:fldChar w:fldCharType="begin"/>
      </w:r>
      <w:r w:rsidRPr="00F63430">
        <w:rPr>
          <w:lang w:val="hu-HU" w:bidi="ar-SA"/>
        </w:rPr>
        <w:instrText xml:space="preserve"> REF _Ref254269517 \h </w:instrText>
      </w:r>
      <w:r w:rsidRPr="00F63430">
        <w:rPr>
          <w:lang w:val="hu-HU" w:bidi="ar-SA"/>
        </w:rPr>
      </w:r>
      <w:r w:rsidRPr="00F63430">
        <w:rPr>
          <w:lang w:val="hu-HU" w:bidi="ar-SA"/>
        </w:rPr>
        <w:fldChar w:fldCharType="separate"/>
      </w:r>
      <w:r w:rsidR="00E94BB3">
        <w:rPr>
          <w:noProof/>
          <w:lang w:val="hu-HU" w:bidi="ar-SA"/>
        </w:rPr>
        <w:t>1</w:t>
      </w:r>
      <w:r w:rsidRPr="00F63430">
        <w:rPr>
          <w:lang w:val="hu-HU" w:bidi="ar-SA"/>
        </w:rPr>
        <w:fldChar w:fldCharType="end"/>
      </w:r>
      <w:r w:rsidRPr="00F63430">
        <w:rPr>
          <w:lang w:val="hu-HU" w:bidi="ar-SA"/>
        </w:rPr>
        <w:t>). Használ</w:t>
      </w:r>
      <w:r w:rsidR="00C911C6">
        <w:rPr>
          <w:lang w:val="hu-HU" w:bidi="ar-SA"/>
        </w:rPr>
        <w:t>ni</w:t>
      </w:r>
      <w:r w:rsidRPr="00F63430">
        <w:rPr>
          <w:lang w:val="hu-HU" w:bidi="ar-SA"/>
        </w:rPr>
        <w:t xml:space="preserve"> a </w:t>
      </w:r>
      <w:r w:rsidRPr="722FE6E6">
        <w:rPr>
          <w:i/>
          <w:iCs/>
          <w:lang w:val="hu-HU" w:bidi="ar-SA"/>
        </w:rPr>
        <w:t xml:space="preserve">Cross-reference </w:t>
      </w:r>
      <w:r w:rsidRPr="00C911C6">
        <w:rPr>
          <w:lang w:val="hu-HU" w:bidi="ar-SA"/>
        </w:rPr>
        <w:t>eszköztárat</w:t>
      </w:r>
      <w:r w:rsidRPr="722FE6E6">
        <w:rPr>
          <w:i/>
          <w:iCs/>
          <w:lang w:val="hu-HU" w:bidi="ar-SA"/>
        </w:rPr>
        <w:t xml:space="preserve">. </w:t>
      </w:r>
      <w:r w:rsidRPr="722FE6E6">
        <w:rPr>
          <w:lang w:val="hu-HU" w:bidi="ar-SA"/>
        </w:rPr>
        <w:t>Az egyenletek</w:t>
      </w:r>
      <w:r w:rsidR="00C911C6">
        <w:rPr>
          <w:lang w:val="hu-HU" w:bidi="ar-SA"/>
        </w:rPr>
        <w:t>et</w:t>
      </w:r>
      <w:r w:rsidRPr="722FE6E6">
        <w:rPr>
          <w:lang w:val="hu-HU" w:bidi="ar-SA"/>
        </w:rPr>
        <w:t xml:space="preserve"> a </w:t>
      </w:r>
      <w:r w:rsidRPr="722FE6E6">
        <w:rPr>
          <w:i/>
          <w:iCs/>
          <w:lang w:val="hu-HU" w:bidi="ar-SA"/>
        </w:rPr>
        <w:t xml:space="preserve">Microsoft Equation </w:t>
      </w:r>
      <w:r w:rsidRPr="722FE6E6">
        <w:rPr>
          <w:lang w:val="hu-HU" w:bidi="ar-SA"/>
        </w:rPr>
        <w:t xml:space="preserve">szerkesztőben </w:t>
      </w:r>
      <w:r w:rsidR="00C911C6">
        <w:rPr>
          <w:lang w:val="hu-HU" w:bidi="ar-SA"/>
        </w:rPr>
        <w:t>írjuk</w:t>
      </w:r>
      <w:r w:rsidRPr="722FE6E6">
        <w:rPr>
          <w:lang w:val="hu-HU" w:bidi="ar-SA"/>
        </w:rPr>
        <w:t>.</w:t>
      </w:r>
      <w:r w:rsidR="002E03E9" w:rsidRPr="00D81F74">
        <w:rPr>
          <w:lang w:val="hu-HU" w:bidi="ar-SA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861"/>
        <w:gridCol w:w="1767"/>
      </w:tblGrid>
      <w:tr w:rsidR="00AD715D" w:rsidRPr="00D81F74" w14:paraId="7E1E5F9D" w14:textId="77777777" w:rsidTr="009E3138">
        <w:tc>
          <w:tcPr>
            <w:tcW w:w="7861" w:type="dxa"/>
            <w:vAlign w:val="center"/>
          </w:tcPr>
          <w:p w14:paraId="1A696BBE" w14:textId="043F58B9" w:rsidR="001938C6" w:rsidRPr="00D81F74" w:rsidRDefault="00000000" w:rsidP="009E3138">
            <w:pPr>
              <w:tabs>
                <w:tab w:val="left" w:pos="1073"/>
              </w:tabs>
              <w:spacing w:before="120" w:after="120" w:line="240" w:lineRule="auto"/>
              <w:jc w:val="center"/>
              <w:rPr>
                <w:lang w:val="hu-HU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hu-HU"/>
                      </w:rPr>
                    </m:ctrlPr>
                  </m:sSupPr>
                  <m:e>
                    <m:r>
                      <w:rPr>
                        <w:rFonts w:ascii="Cambria Math"/>
                        <w:lang w:val="hu-HU"/>
                      </w:rPr>
                      <m:t>a</m:t>
                    </m:r>
                  </m:e>
                  <m:sup>
                    <m:r>
                      <w:rPr>
                        <w:rFonts w:ascii="Cambria Math"/>
                        <w:lang w:val="hu-HU"/>
                      </w:rPr>
                      <m:t>2</m:t>
                    </m:r>
                  </m:sup>
                </m:sSup>
                <m:r>
                  <w:rPr>
                    <w:rFonts w:ascii="Cambria Math"/>
                    <w:lang w:val="hu-HU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hu-HU"/>
                      </w:rPr>
                    </m:ctrlPr>
                  </m:funcPr>
                  <m:fName>
                    <m:r>
                      <w:rPr>
                        <w:rFonts w:ascii="Cambria Math"/>
                        <w:lang w:val="hu-HU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lang w:val="hu-HU"/>
                      </w:rPr>
                      <m:t>β</m:t>
                    </m:r>
                  </m:e>
                </m:func>
              </m:oMath>
            </m:oMathPara>
          </w:p>
        </w:tc>
        <w:tc>
          <w:tcPr>
            <w:tcW w:w="1767" w:type="dxa"/>
            <w:vAlign w:val="center"/>
          </w:tcPr>
          <w:p w14:paraId="59571DC8" w14:textId="2CD58EAB" w:rsidR="00AD715D" w:rsidRPr="00D81F74" w:rsidRDefault="00A44768" w:rsidP="009E3138">
            <w:pPr>
              <w:pStyle w:val="Caption"/>
              <w:spacing w:before="120" w:after="120"/>
              <w:rPr>
                <w:lang w:val="hu-HU" w:bidi="ar-SA"/>
              </w:rPr>
            </w:pPr>
            <w:r w:rsidRPr="00D81F74">
              <w:rPr>
                <w:lang w:val="hu-HU" w:bidi="ar-SA"/>
              </w:rPr>
              <w:fldChar w:fldCharType="begin"/>
            </w:r>
            <w:r w:rsidR="00215A2C" w:rsidRPr="00D81F74">
              <w:rPr>
                <w:lang w:val="hu-HU" w:bidi="ar-SA"/>
              </w:rPr>
              <w:instrText xml:space="preserve"> SEQ Jednačina \* ARABIC </w:instrText>
            </w:r>
            <w:r w:rsidRPr="00D81F74">
              <w:rPr>
                <w:lang w:val="hu-HU" w:bidi="ar-SA"/>
              </w:rPr>
              <w:fldChar w:fldCharType="separate"/>
            </w:r>
            <w:bookmarkStart w:id="36" w:name="_Ref254269517"/>
            <w:r w:rsidR="00E94BB3">
              <w:rPr>
                <w:noProof/>
                <w:lang w:val="hu-HU" w:bidi="ar-SA"/>
              </w:rPr>
              <w:t>1</w:t>
            </w:r>
            <w:bookmarkEnd w:id="36"/>
            <w:r w:rsidRPr="00D81F74">
              <w:rPr>
                <w:lang w:val="hu-HU" w:bidi="ar-SA"/>
              </w:rPr>
              <w:fldChar w:fldCharType="end"/>
            </w:r>
          </w:p>
        </w:tc>
      </w:tr>
    </w:tbl>
    <w:p w14:paraId="033045AB" w14:textId="380DD3DC" w:rsidR="002E03E9" w:rsidRPr="00D81F74" w:rsidRDefault="00C911C6" w:rsidP="002E03E9">
      <w:pPr>
        <w:rPr>
          <w:lang w:val="hu-HU"/>
        </w:rPr>
      </w:pPr>
      <w:r>
        <w:rPr>
          <w:lang w:val="hu-HU"/>
        </w:rPr>
        <w:t>Ez e</w:t>
      </w:r>
      <w:r w:rsidR="004C4117" w:rsidRPr="00F63430">
        <w:rPr>
          <w:lang w:val="hu-HU"/>
        </w:rPr>
        <w:t>gy egyenlet példája. Az egyszerű formázás érdekében, ajánlatos ezt átmásolni minden szükséges egyenlethez.</w:t>
      </w:r>
    </w:p>
    <w:p w14:paraId="6E4701B1" w14:textId="15D4AA22" w:rsidR="00802E3A" w:rsidRPr="00D81F74" w:rsidRDefault="004C4117" w:rsidP="00E65CA0">
      <w:pPr>
        <w:pStyle w:val="Heading3"/>
        <w:rPr>
          <w:lang w:val="hu-HU"/>
        </w:rPr>
      </w:pPr>
      <w:bookmarkStart w:id="37" w:name="_Toc810027148"/>
      <w:bookmarkStart w:id="38" w:name="_Toc128137964"/>
      <w:r w:rsidRPr="31F28929">
        <w:rPr>
          <w:lang w:val="hu-HU"/>
        </w:rPr>
        <w:t>Programkód</w:t>
      </w:r>
      <w:bookmarkEnd w:id="37"/>
      <w:bookmarkEnd w:id="38"/>
    </w:p>
    <w:p w14:paraId="0C3FCA75" w14:textId="4D86AFF8" w:rsidR="00455B0A" w:rsidRPr="00D81F74" w:rsidRDefault="004C4117" w:rsidP="00455B0A">
      <w:pPr>
        <w:rPr>
          <w:lang w:val="hu-HU"/>
        </w:rPr>
      </w:pPr>
      <w:r w:rsidRPr="722FE6E6">
        <w:rPr>
          <w:rFonts w:eastAsia="Calibri" w:cs="Calibri"/>
          <w:lang w:val="hu-HU"/>
        </w:rPr>
        <w:t xml:space="preserve">A programkód nem része a munkának. A </w:t>
      </w:r>
      <w:r w:rsidR="007A767D">
        <w:rPr>
          <w:rFonts w:eastAsia="Calibri" w:cs="Calibri"/>
          <w:lang w:val="hu-HU"/>
        </w:rPr>
        <w:t>„</w:t>
      </w:r>
      <w:r w:rsidR="00C911C6">
        <w:rPr>
          <w:rFonts w:eastAsia="Calibri" w:cs="Calibri"/>
          <w:lang w:val="hu-HU"/>
        </w:rPr>
        <w:t>Problémamegoldás</w:t>
      </w:r>
      <w:r w:rsidRPr="722FE6E6">
        <w:rPr>
          <w:rFonts w:eastAsia="Calibri" w:cs="Calibri"/>
          <w:lang w:val="hu-HU"/>
        </w:rPr>
        <w:t>" fejezetben a programkód csak kivételes</w:t>
      </w:r>
      <w:r w:rsidR="00C911C6">
        <w:rPr>
          <w:rFonts w:eastAsia="Calibri" w:cs="Calibri"/>
          <w:lang w:val="hu-HU"/>
        </w:rPr>
        <w:t>en bukkan fel</w:t>
      </w:r>
      <w:r w:rsidRPr="722FE6E6">
        <w:rPr>
          <w:rFonts w:eastAsia="Calibri" w:cs="Calibri"/>
          <w:lang w:val="hu-HU"/>
        </w:rPr>
        <w:t xml:space="preserve">, </w:t>
      </w:r>
      <w:r w:rsidR="009D52A1" w:rsidRPr="722FE6E6">
        <w:rPr>
          <w:rFonts w:eastAsia="Calibri" w:cs="Calibri"/>
          <w:lang w:val="hu-HU"/>
        </w:rPr>
        <w:t>például,</w:t>
      </w:r>
      <w:r w:rsidRPr="722FE6E6">
        <w:rPr>
          <w:rFonts w:eastAsia="Calibri" w:cs="Calibri"/>
          <w:lang w:val="hu-HU"/>
        </w:rPr>
        <w:t xml:space="preserve"> </w:t>
      </w:r>
      <w:r w:rsidR="00C911C6">
        <w:rPr>
          <w:rFonts w:eastAsia="Calibri" w:cs="Calibri"/>
          <w:lang w:val="hu-HU"/>
        </w:rPr>
        <w:t xml:space="preserve">ha egy </w:t>
      </w:r>
      <w:r w:rsidRPr="722FE6E6">
        <w:rPr>
          <w:rFonts w:eastAsia="Calibri" w:cs="Calibri"/>
          <w:lang w:val="hu-HU"/>
        </w:rPr>
        <w:t xml:space="preserve">alkalmazás bizonyos funkcióinak megértése ezt megköveteli. A teljes programkód megadható a </w:t>
      </w:r>
      <w:r w:rsidR="007A767D">
        <w:rPr>
          <w:rFonts w:eastAsia="Calibri" w:cs="Calibri"/>
          <w:lang w:val="hu-HU"/>
        </w:rPr>
        <w:t>„</w:t>
      </w:r>
      <w:r w:rsidRPr="722FE6E6">
        <w:rPr>
          <w:rFonts w:eastAsia="Calibri" w:cs="Calibri"/>
          <w:lang w:val="hu-HU"/>
        </w:rPr>
        <w:t xml:space="preserve">Mellékletek" </w:t>
      </w:r>
      <w:r w:rsidR="00C911C6">
        <w:rPr>
          <w:rFonts w:eastAsia="Calibri" w:cs="Calibri"/>
          <w:lang w:val="hu-HU"/>
        </w:rPr>
        <w:t>fejezetben</w:t>
      </w:r>
      <w:r w:rsidRPr="722FE6E6">
        <w:rPr>
          <w:rFonts w:eastAsia="Calibri" w:cs="Calibri"/>
          <w:lang w:val="hu-HU"/>
        </w:rPr>
        <w:t>.</w:t>
      </w:r>
    </w:p>
    <w:p w14:paraId="1E18AF15" w14:textId="226B9F8D" w:rsidR="00722C2A" w:rsidRPr="00D81F74" w:rsidRDefault="004C4117" w:rsidP="00722C2A">
      <w:pPr>
        <w:rPr>
          <w:lang w:val="hu-HU"/>
        </w:rPr>
      </w:pPr>
      <w:r w:rsidRPr="722FE6E6">
        <w:rPr>
          <w:rFonts w:eastAsia="Calibri" w:cs="Calibri"/>
          <w:lang w:val="hu-HU"/>
        </w:rPr>
        <w:t xml:space="preserve">A programkódokat </w:t>
      </w:r>
      <w:r w:rsidRPr="722FE6E6">
        <w:rPr>
          <w:i/>
          <w:iCs/>
          <w:lang w:val="hu-HU"/>
        </w:rPr>
        <w:t>Normal program code</w:t>
      </w:r>
      <w:r w:rsidRPr="722FE6E6">
        <w:rPr>
          <w:lang w:val="hu-HU"/>
        </w:rPr>
        <w:t xml:space="preserve"> </w:t>
      </w:r>
      <w:r w:rsidRPr="722FE6E6">
        <w:rPr>
          <w:rFonts w:eastAsia="Calibri" w:cs="Calibri"/>
          <w:lang w:val="hu-HU"/>
        </w:rPr>
        <w:t>stílusban írj</w:t>
      </w:r>
      <w:r w:rsidR="00C911C6">
        <w:rPr>
          <w:rFonts w:eastAsia="Calibri" w:cs="Calibri"/>
          <w:lang w:val="hu-HU"/>
        </w:rPr>
        <w:t>uk</w:t>
      </w:r>
      <w:r w:rsidRPr="722FE6E6">
        <w:rPr>
          <w:rFonts w:eastAsia="Calibri" w:cs="Calibri"/>
          <w:lang w:val="hu-HU"/>
        </w:rPr>
        <w:t>.</w:t>
      </w:r>
    </w:p>
    <w:p w14:paraId="299178DD" w14:textId="77777777" w:rsidR="00722C2A" w:rsidRPr="00D81F74" w:rsidRDefault="00722C2A" w:rsidP="00722C2A">
      <w:pPr>
        <w:rPr>
          <w:lang w:val="hu-HU"/>
        </w:rPr>
      </w:pPr>
    </w:p>
    <w:p w14:paraId="004111E4" w14:textId="77777777" w:rsidR="001E4B2E" w:rsidRPr="00D81F74" w:rsidRDefault="001E4B2E" w:rsidP="001E4B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left"/>
        <w:rPr>
          <w:rFonts w:ascii="Courier New" w:hAnsi="Courier New"/>
          <w:sz w:val="18"/>
          <w:lang w:val="hu-HU" w:bidi="ar-SA"/>
        </w:rPr>
      </w:pPr>
      <w:r w:rsidRPr="00D81F74">
        <w:rPr>
          <w:rFonts w:ascii="Courier New" w:hAnsi="Courier New"/>
          <w:sz w:val="18"/>
          <w:lang w:val="hu-HU" w:bidi="ar-SA"/>
        </w:rPr>
        <w:t>printf("Hello, World!");</w:t>
      </w:r>
    </w:p>
    <w:p w14:paraId="3518E6A7" w14:textId="6E8ED282" w:rsidR="00802E3A" w:rsidRPr="00D81F74" w:rsidRDefault="00802E3A" w:rsidP="001E4B2E">
      <w:pPr>
        <w:pStyle w:val="Normalprogramcode"/>
        <w:ind w:left="0"/>
        <w:rPr>
          <w:lang w:val="hu-HU"/>
        </w:rPr>
      </w:pPr>
    </w:p>
    <w:p w14:paraId="3E689C5F" w14:textId="77777777" w:rsidR="00722C2A" w:rsidRPr="00D81F74" w:rsidRDefault="00722C2A" w:rsidP="00802E3A">
      <w:pPr>
        <w:pStyle w:val="Normalprogramcode"/>
        <w:rPr>
          <w:lang w:val="hu-HU"/>
        </w:rPr>
      </w:pPr>
    </w:p>
    <w:p w14:paraId="1755582E" w14:textId="0939A9B7" w:rsidR="00802E3A" w:rsidRPr="00D81F74" w:rsidRDefault="004C4117" w:rsidP="00802E3A">
      <w:pPr>
        <w:pStyle w:val="Normalprogramcodeframed"/>
        <w:rPr>
          <w:lang w:val="hu-HU"/>
        </w:rPr>
      </w:pPr>
      <w:r w:rsidRPr="00F63430">
        <w:rPr>
          <w:lang w:val="hu-HU"/>
        </w:rPr>
        <w:t xml:space="preserve">A programkódokat </w:t>
      </w:r>
      <w:r w:rsidR="00C911C6" w:rsidRPr="00F63430">
        <w:rPr>
          <w:i/>
          <w:lang w:val="hu-HU"/>
        </w:rPr>
        <w:t>Normal program code framed</w:t>
      </w:r>
      <w:r w:rsidR="00C911C6" w:rsidRPr="00F63430">
        <w:rPr>
          <w:lang w:val="hu-HU"/>
        </w:rPr>
        <w:t xml:space="preserve"> </w:t>
      </w:r>
      <w:r w:rsidRPr="00F63430">
        <w:rPr>
          <w:lang w:val="hu-HU"/>
        </w:rPr>
        <w:t>stílusban</w:t>
      </w:r>
      <w:r w:rsidR="00C911C6">
        <w:rPr>
          <w:lang w:val="hu-HU"/>
        </w:rPr>
        <w:t xml:space="preserve"> is</w:t>
      </w:r>
      <w:r w:rsidRPr="00F63430">
        <w:rPr>
          <w:lang w:val="hu-HU"/>
        </w:rPr>
        <w:t xml:space="preserve"> ír</w:t>
      </w:r>
      <w:r w:rsidR="00C911C6">
        <w:rPr>
          <w:lang w:val="hu-HU"/>
        </w:rPr>
        <w:t>hatjuk</w:t>
      </w:r>
      <w:r w:rsidRPr="00F63430">
        <w:rPr>
          <w:lang w:val="hu-HU"/>
        </w:rPr>
        <w:t>.</w:t>
      </w:r>
    </w:p>
    <w:p w14:paraId="4024A970" w14:textId="4031F1F0" w:rsidR="00215A2C" w:rsidRPr="00D81F74" w:rsidRDefault="004C4117" w:rsidP="0067783F">
      <w:pPr>
        <w:pStyle w:val="Heading1"/>
        <w:rPr>
          <w:lang w:val="hu-HU"/>
        </w:rPr>
      </w:pPr>
      <w:bookmarkStart w:id="39" w:name="_Toc111040409"/>
      <w:bookmarkStart w:id="40" w:name="_Toc128137965"/>
      <w:r w:rsidRPr="31F28929">
        <w:rPr>
          <w:lang w:val="hu-HU"/>
        </w:rPr>
        <w:lastRenderedPageBreak/>
        <w:t>Összegzés</w:t>
      </w:r>
      <w:bookmarkEnd w:id="39"/>
      <w:bookmarkEnd w:id="40"/>
    </w:p>
    <w:p w14:paraId="5E08DDF8" w14:textId="4CFBE6CD" w:rsidR="005A64BB" w:rsidRDefault="005A64BB" w:rsidP="00B34373">
      <w:pPr>
        <w:rPr>
          <w:lang w:val="hu-HU"/>
        </w:rPr>
      </w:pPr>
      <w:r>
        <w:rPr>
          <w:lang w:val="hu-HU"/>
        </w:rPr>
        <w:t xml:space="preserve">Itt kell </w:t>
      </w:r>
      <w:r w:rsidR="004C4117" w:rsidRPr="0BD99F41">
        <w:rPr>
          <w:lang w:val="hu-HU"/>
        </w:rPr>
        <w:t xml:space="preserve">feltüntetni a </w:t>
      </w:r>
      <w:r w:rsidR="00A66BFC">
        <w:rPr>
          <w:lang w:val="hu-HU"/>
        </w:rPr>
        <w:t>diplomamunka</w:t>
      </w:r>
      <w:r w:rsidR="004C4117" w:rsidRPr="0BD99F41">
        <w:rPr>
          <w:lang w:val="hu-HU"/>
        </w:rPr>
        <w:t xml:space="preserve"> </w:t>
      </w:r>
      <w:r>
        <w:rPr>
          <w:lang w:val="hu-HU"/>
        </w:rPr>
        <w:t>alap</w:t>
      </w:r>
      <w:r w:rsidR="009D52A1">
        <w:rPr>
          <w:lang w:val="hu-HU"/>
        </w:rPr>
        <w:t xml:space="preserve">vető </w:t>
      </w:r>
      <w:r w:rsidR="004C4117" w:rsidRPr="0BD99F41">
        <w:rPr>
          <w:lang w:val="hu-HU"/>
        </w:rPr>
        <w:t xml:space="preserve">eredményeit, melyek </w:t>
      </w:r>
      <w:r w:rsidR="009D52A1" w:rsidRPr="0BD99F41">
        <w:rPr>
          <w:lang w:val="hu-HU"/>
        </w:rPr>
        <w:t xml:space="preserve">a kitűzött célok </w:t>
      </w:r>
      <w:r w:rsidR="009D52A1">
        <w:rPr>
          <w:lang w:val="hu-HU"/>
        </w:rPr>
        <w:t>megvalósítását</w:t>
      </w:r>
      <w:r w:rsidR="009D52A1" w:rsidRPr="0BD99F41">
        <w:rPr>
          <w:lang w:val="hu-HU"/>
        </w:rPr>
        <w:t xml:space="preserve"> </w:t>
      </w:r>
      <w:r w:rsidR="004C4117" w:rsidRPr="0BD99F41">
        <w:rPr>
          <w:lang w:val="hu-HU"/>
        </w:rPr>
        <w:t>bizonyít</w:t>
      </w:r>
      <w:r>
        <w:rPr>
          <w:lang w:val="hu-HU"/>
        </w:rPr>
        <w:t>ják</w:t>
      </w:r>
      <w:r w:rsidR="004C4117" w:rsidRPr="0BD99F41">
        <w:rPr>
          <w:lang w:val="hu-HU"/>
        </w:rPr>
        <w:t xml:space="preserve">. </w:t>
      </w:r>
      <w:r>
        <w:rPr>
          <w:lang w:val="hu-HU"/>
        </w:rPr>
        <w:t>Amennyiben azokat nem sikerült megvalósítani</w:t>
      </w:r>
      <w:r w:rsidR="004C4117" w:rsidRPr="0BD99F41">
        <w:rPr>
          <w:lang w:val="hu-HU"/>
        </w:rPr>
        <w:t>, az</w:t>
      </w:r>
      <w:r>
        <w:rPr>
          <w:lang w:val="hu-HU"/>
        </w:rPr>
        <w:t xml:space="preserve"> okokat indokolni kell</w:t>
      </w:r>
      <w:r w:rsidR="004C4117" w:rsidRPr="0BD99F41">
        <w:rPr>
          <w:lang w:val="hu-HU"/>
        </w:rPr>
        <w:t xml:space="preserve">. </w:t>
      </w:r>
    </w:p>
    <w:p w14:paraId="168F20DF" w14:textId="0161F15B" w:rsidR="0067783F" w:rsidRPr="00D81F74" w:rsidRDefault="005A64BB" w:rsidP="00B34373">
      <w:pPr>
        <w:rPr>
          <w:lang w:val="hu-HU"/>
        </w:rPr>
      </w:pPr>
      <w:r>
        <w:rPr>
          <w:lang w:val="hu-HU"/>
        </w:rPr>
        <w:t>Említsük meg továbbá a</w:t>
      </w:r>
      <w:r w:rsidRPr="005A64BB">
        <w:rPr>
          <w:lang w:val="hu-HU"/>
        </w:rPr>
        <w:t xml:space="preserve"> szükséges lépéseket a bemutatott megoldások jövőbeni </w:t>
      </w:r>
      <w:r>
        <w:rPr>
          <w:lang w:val="hu-HU"/>
        </w:rPr>
        <w:t>jobb</w:t>
      </w:r>
      <w:r w:rsidRPr="005A64BB">
        <w:rPr>
          <w:lang w:val="hu-HU"/>
        </w:rPr>
        <w:t>ítása</w:t>
      </w:r>
      <w:r>
        <w:rPr>
          <w:lang w:val="hu-HU"/>
        </w:rPr>
        <w:t>, a</w:t>
      </w:r>
      <w:r w:rsidRPr="005A64BB">
        <w:rPr>
          <w:lang w:val="hu-HU"/>
        </w:rPr>
        <w:t>vagy kiegészítése érdekében</w:t>
      </w:r>
      <w:r w:rsidR="004C4117" w:rsidRPr="0BD99F41">
        <w:rPr>
          <w:lang w:val="hu-HU"/>
        </w:rPr>
        <w:t>.</w:t>
      </w:r>
    </w:p>
    <w:p w14:paraId="0BECD93E" w14:textId="72335B19" w:rsidR="007D17F2" w:rsidRPr="00D81F74" w:rsidRDefault="004C4117" w:rsidP="007D17F2">
      <w:pPr>
        <w:pStyle w:val="Heading1nonumbering"/>
        <w:rPr>
          <w:lang w:val="hu-HU" w:bidi="ar-SA"/>
        </w:rPr>
      </w:pPr>
      <w:bookmarkStart w:id="41" w:name="_Toc1439310270"/>
      <w:bookmarkStart w:id="42" w:name="_Toc128137966"/>
      <w:r w:rsidRPr="31F28929">
        <w:rPr>
          <w:lang w:val="hu-HU" w:bidi="ar-SA"/>
        </w:rPr>
        <w:lastRenderedPageBreak/>
        <w:t>Irodalom</w:t>
      </w:r>
      <w:bookmarkEnd w:id="41"/>
      <w:bookmarkEnd w:id="42"/>
    </w:p>
    <w:p w14:paraId="2057A9DC" w14:textId="66803C07" w:rsidR="00A5115B" w:rsidRPr="00D81F74" w:rsidRDefault="00BA15D1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>IEEE referencing style</w:t>
      </w:r>
      <w:r w:rsidR="009D755C" w:rsidRPr="00D81F74">
        <w:rPr>
          <w:lang w:val="hu-HU"/>
        </w:rPr>
        <w:t xml:space="preserve"> </w:t>
      </w:r>
      <w:r w:rsidR="00085DA4" w:rsidRPr="00D81F74">
        <w:rPr>
          <w:lang w:val="hu-HU"/>
        </w:rPr>
        <w:t xml:space="preserve">[Online]. </w:t>
      </w:r>
      <w:r w:rsidR="00DD35CB" w:rsidRPr="00D81F74">
        <w:rPr>
          <w:lang w:val="hu-HU"/>
        </w:rPr>
        <w:t>https://www.vts.su.ac.rs/data/files/1/documents/IEEE-Citation-StyleGuide.pdf</w:t>
      </w:r>
      <w:r w:rsidR="00A5115B" w:rsidRPr="00D81F74">
        <w:rPr>
          <w:lang w:val="hu-HU"/>
        </w:rPr>
        <w:t xml:space="preserve"> [</w:t>
      </w:r>
      <w:r w:rsidR="007766E2" w:rsidRPr="00D81F74">
        <w:rPr>
          <w:lang w:val="hu-HU"/>
        </w:rPr>
        <w:t>2</w:t>
      </w:r>
      <w:r w:rsidR="00A5115B" w:rsidRPr="00D81F74">
        <w:rPr>
          <w:lang w:val="hu-HU"/>
        </w:rPr>
        <w:t xml:space="preserve">0. </w:t>
      </w:r>
      <w:r w:rsidR="003038FF" w:rsidRPr="00D81F74">
        <w:rPr>
          <w:lang w:val="hu-HU"/>
        </w:rPr>
        <w:t>12</w:t>
      </w:r>
      <w:r w:rsidR="00A5115B" w:rsidRPr="00D81F74">
        <w:rPr>
          <w:lang w:val="hu-HU"/>
        </w:rPr>
        <w:t>. 2022]</w:t>
      </w:r>
    </w:p>
    <w:p w14:paraId="517FB00F" w14:textId="497D31BA" w:rsidR="00A5115B" w:rsidRPr="00D81F74" w:rsidRDefault="003038FF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 xml:space="preserve">N. Milić, </w:t>
      </w:r>
      <w:r w:rsidRPr="00D81F74">
        <w:rPr>
          <w:i/>
          <w:lang w:val="hu-HU"/>
        </w:rPr>
        <w:t>Citiranje literature u naučnom radu</w:t>
      </w:r>
      <w:r w:rsidR="00A5115B" w:rsidRPr="00D81F74">
        <w:rPr>
          <w:lang w:val="hu-HU"/>
        </w:rPr>
        <w:t xml:space="preserve"> </w:t>
      </w:r>
      <w:r w:rsidR="00085DA4" w:rsidRPr="00D81F74">
        <w:rPr>
          <w:lang w:val="hu-HU"/>
        </w:rPr>
        <w:t>[Online]</w:t>
      </w:r>
      <w:r w:rsidR="00A5115B" w:rsidRPr="00D81F74">
        <w:rPr>
          <w:lang w:val="hu-HU"/>
        </w:rPr>
        <w:t xml:space="preserve">. </w:t>
      </w:r>
      <w:r w:rsidRPr="00D81F74">
        <w:rPr>
          <w:lang w:val="hu-HU"/>
        </w:rPr>
        <w:t xml:space="preserve">https://nub.rs/fileadmin/informacione_usluge/citiranje/Natasa_Milic-Citiranje_literature_u_naucnom_radu.pdf </w:t>
      </w:r>
      <w:r w:rsidR="00A5115B" w:rsidRPr="00D81F74">
        <w:rPr>
          <w:lang w:val="hu-HU"/>
        </w:rPr>
        <w:t>[07. 01. 2023]</w:t>
      </w:r>
    </w:p>
    <w:p w14:paraId="248D2841" w14:textId="0B6322B2" w:rsidR="00BA15D1" w:rsidRPr="00D81F74" w:rsidRDefault="009D755C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 xml:space="preserve">W. K. Chen, </w:t>
      </w:r>
      <w:r w:rsidRPr="00D81F74">
        <w:rPr>
          <w:i/>
          <w:iCs/>
          <w:lang w:val="hu-HU"/>
        </w:rPr>
        <w:t>Linear Networks and Systems.</w:t>
      </w:r>
      <w:r w:rsidRPr="00D81F74">
        <w:rPr>
          <w:lang w:val="hu-HU"/>
        </w:rPr>
        <w:t xml:space="preserve"> Belmont, CA: Wadsworth, 1993.</w:t>
      </w:r>
    </w:p>
    <w:p w14:paraId="37028D7C" w14:textId="179BD7AC" w:rsidR="00BA15D1" w:rsidRPr="00D81F74" w:rsidRDefault="009D755C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>F. Giannini and G. Leuzzi,</w:t>
      </w:r>
      <w:r w:rsidR="00BA15D1" w:rsidRPr="00D81F74">
        <w:rPr>
          <w:lang w:val="hu-HU"/>
        </w:rPr>
        <w:t xml:space="preserve"> </w:t>
      </w:r>
      <w:r w:rsidRPr="00D81F74">
        <w:rPr>
          <w:i/>
          <w:iCs/>
          <w:lang w:val="hu-HU"/>
        </w:rPr>
        <w:t>Nonlinear Microwave Circuit Design</w:t>
      </w:r>
      <w:r w:rsidRPr="00D81F74">
        <w:rPr>
          <w:lang w:val="hu-HU"/>
        </w:rPr>
        <w:t>. Chichester: J. Wiley and Sons, 2004.</w:t>
      </w:r>
    </w:p>
    <w:p w14:paraId="72FF8A23" w14:textId="51540945" w:rsidR="00BA15D1" w:rsidRPr="00D81F74" w:rsidRDefault="009D755C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 xml:space="preserve">U. J. Gelinas, et al., </w:t>
      </w:r>
      <w:r w:rsidRPr="00D81F74">
        <w:rPr>
          <w:i/>
          <w:iCs/>
          <w:lang w:val="hu-HU"/>
        </w:rPr>
        <w:t>Business Processes and Information Technology.</w:t>
      </w:r>
      <w:r w:rsidRPr="00D81F74">
        <w:rPr>
          <w:lang w:val="hu-HU"/>
        </w:rPr>
        <w:t xml:space="preserve"> Cincinnati: South-Western/Thomson Learning, 2004.</w:t>
      </w:r>
    </w:p>
    <w:p w14:paraId="03D57B7D" w14:textId="074EB2B7" w:rsidR="00B4474D" w:rsidRPr="00D81F74" w:rsidRDefault="00B4474D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 xml:space="preserve">B.M. Todorović, </w:t>
      </w:r>
      <w:r w:rsidRPr="00D81F74">
        <w:rPr>
          <w:i/>
          <w:iCs/>
          <w:lang w:val="hu-HU"/>
        </w:rPr>
        <w:t>Osnove telekomunikacija</w:t>
      </w:r>
      <w:r w:rsidRPr="00D81F74">
        <w:rPr>
          <w:lang w:val="hu-HU"/>
        </w:rPr>
        <w:t>, Akademska misao, 2021.</w:t>
      </w:r>
    </w:p>
    <w:p w14:paraId="2F909405" w14:textId="3D1376F1" w:rsidR="00BA15D1" w:rsidRPr="00D81F74" w:rsidRDefault="009D755C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>L. Liu and H. Miao, A specification based approach to testing polymorphic attributes</w:t>
      </w:r>
      <w:r w:rsidR="00F774AE" w:rsidRPr="00D81F74">
        <w:rPr>
          <w:lang w:val="hu-HU"/>
        </w:rPr>
        <w:t>,</w:t>
      </w:r>
      <w:r w:rsidRPr="00D81F74">
        <w:rPr>
          <w:lang w:val="hu-HU"/>
        </w:rPr>
        <w:t xml:space="preserve"> in</w:t>
      </w:r>
      <w:r w:rsidR="00BA15D1" w:rsidRPr="00D81F74">
        <w:rPr>
          <w:i/>
          <w:iCs/>
          <w:lang w:val="hu-HU"/>
        </w:rPr>
        <w:t xml:space="preserve"> </w:t>
      </w:r>
      <w:r w:rsidRPr="00D81F74">
        <w:rPr>
          <w:i/>
          <w:iCs/>
          <w:lang w:val="hu-HU"/>
        </w:rPr>
        <w:t>Formal Methods and Software Engineering: Proceedings of the 6th International Conference on Formal Engineering Methods, ICFEM 2004</w:t>
      </w:r>
      <w:r w:rsidRPr="00D81F74">
        <w:rPr>
          <w:lang w:val="hu-HU"/>
        </w:rPr>
        <w:t>, Seattle, WA, USA, Nov.</w:t>
      </w:r>
      <w:r w:rsidR="00BA15D1" w:rsidRPr="00D81F74">
        <w:rPr>
          <w:lang w:val="hu-HU"/>
        </w:rPr>
        <w:t xml:space="preserve"> </w:t>
      </w:r>
      <w:r w:rsidRPr="00D81F74">
        <w:rPr>
          <w:lang w:val="hu-HU"/>
        </w:rPr>
        <w:t>8-12, 2004, J. Davies, W. Schulte, M. Barnett, Eds. Berlin: Springer, 2004. pp. 306-19.</w:t>
      </w:r>
    </w:p>
    <w:p w14:paraId="425AF816" w14:textId="3AA4CC5B" w:rsidR="00695B84" w:rsidRPr="00D81F74" w:rsidRDefault="009D755C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 xml:space="preserve">T. Schlick, </w:t>
      </w:r>
      <w:r w:rsidRPr="00D81F74">
        <w:rPr>
          <w:i/>
          <w:iCs/>
          <w:lang w:val="hu-HU"/>
        </w:rPr>
        <w:t>Molecular modelling and simulation: an interdisciplinary guide</w:t>
      </w:r>
      <w:r w:rsidRPr="00D81F74">
        <w:rPr>
          <w:lang w:val="hu-HU"/>
        </w:rPr>
        <w:t xml:space="preserve">. Springer, 2010. [E-book] </w:t>
      </w:r>
      <w:r w:rsidR="00D34B1D" w:rsidRPr="00D81F74">
        <w:rPr>
          <w:lang w:val="hu-HU"/>
        </w:rPr>
        <w:t>Available</w:t>
      </w:r>
      <w:r w:rsidR="00A5115B" w:rsidRPr="00D81F74">
        <w:rPr>
          <w:lang w:val="hu-HU"/>
        </w:rPr>
        <w:t>:</w:t>
      </w:r>
      <w:r w:rsidRPr="00D81F74">
        <w:rPr>
          <w:lang w:val="hu-HU"/>
        </w:rPr>
        <w:t xml:space="preserve"> http://www.springerlink.com/content/p406v4/#section=745673&amp;page=1 [</w:t>
      </w:r>
      <w:r w:rsidR="00F774AE" w:rsidRPr="00D81F74">
        <w:rPr>
          <w:lang w:val="hu-HU"/>
        </w:rPr>
        <w:t>20. 03. 2022</w:t>
      </w:r>
      <w:r w:rsidRPr="00D81F74">
        <w:rPr>
          <w:lang w:val="hu-HU"/>
        </w:rPr>
        <w:t>].</w:t>
      </w:r>
    </w:p>
    <w:p w14:paraId="74EEF6DA" w14:textId="25BDE763" w:rsidR="00695B84" w:rsidRPr="00D81F74" w:rsidRDefault="00695B84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 xml:space="preserve">YouTube. </w:t>
      </w:r>
      <w:r w:rsidRPr="00D81F74">
        <w:rPr>
          <w:i/>
          <w:lang w:val="hu-HU"/>
        </w:rPr>
        <w:t>Tutorial on Setting up LaTeX</w:t>
      </w:r>
      <w:r w:rsidRPr="00D81F74">
        <w:rPr>
          <w:lang w:val="hu-HU"/>
        </w:rPr>
        <w:t>. Youtube.com. [Online]. http://www.youtube.com/watch?v=jt8_7IRaETw [20. 03. 2022].</w:t>
      </w:r>
    </w:p>
    <w:p w14:paraId="3D9507F0" w14:textId="19CCC844" w:rsidR="00941010" w:rsidRDefault="0094294C" w:rsidP="00576986">
      <w:pPr>
        <w:pStyle w:val="Bibliography"/>
        <w:numPr>
          <w:ilvl w:val="0"/>
          <w:numId w:val="31"/>
        </w:numPr>
        <w:tabs>
          <w:tab w:val="left" w:pos="567"/>
        </w:tabs>
        <w:ind w:left="567" w:hanging="567"/>
        <w:rPr>
          <w:lang w:val="hu-HU"/>
        </w:rPr>
      </w:pPr>
      <w:r w:rsidRPr="00D81F74">
        <w:rPr>
          <w:lang w:val="hu-HU"/>
        </w:rPr>
        <w:t xml:space="preserve">Cancer-Pain.org [homepage on the Internet]. New York: Association of Cancer Online Resources, Inc.; c2000-01 [updated 2002 May 16; cited 2002 Jul 9]. </w:t>
      </w:r>
      <w:r w:rsidR="00936397" w:rsidRPr="00A071E5">
        <w:rPr>
          <w:lang w:val="hu-HU"/>
        </w:rPr>
        <w:t>http://www.cancer-pain.org/</w:t>
      </w:r>
      <w:r w:rsidRPr="00D81F74">
        <w:rPr>
          <w:lang w:val="hu-HU"/>
        </w:rPr>
        <w:t>.</w:t>
      </w:r>
    </w:p>
    <w:p w14:paraId="1414D089" w14:textId="1C0170AE" w:rsidR="00936397" w:rsidRPr="007A767D" w:rsidRDefault="00936397" w:rsidP="007A767D">
      <w:pPr>
        <w:pStyle w:val="Bibliography"/>
        <w:tabs>
          <w:tab w:val="left" w:pos="567"/>
        </w:tabs>
        <w:ind w:left="0" w:firstLine="0"/>
        <w:rPr>
          <w:lang w:val="hu-HU"/>
        </w:rPr>
      </w:pPr>
      <w:r w:rsidRPr="007A767D">
        <w:rPr>
          <w:lang w:val="hu-HU"/>
        </w:rPr>
        <w:t>[11]</w:t>
      </w:r>
      <w:r w:rsidR="007A767D" w:rsidRPr="007A767D">
        <w:rPr>
          <w:lang w:val="hu-HU"/>
        </w:rPr>
        <w:tab/>
      </w:r>
      <w:r w:rsidRPr="007A767D">
        <w:rPr>
          <w:lang w:val="hu-HU"/>
        </w:rPr>
        <w:t>https://www.vts.su.ac.rs/dokumenti</w:t>
      </w:r>
    </w:p>
    <w:p w14:paraId="53CD10FC" w14:textId="4CD01B73" w:rsidR="002B048E" w:rsidRPr="00D81F74" w:rsidRDefault="004C4117" w:rsidP="002B048E">
      <w:pPr>
        <w:pStyle w:val="Heading1"/>
        <w:rPr>
          <w:lang w:val="hu-HU"/>
        </w:rPr>
      </w:pPr>
      <w:bookmarkStart w:id="43" w:name="_Toc136054171"/>
      <w:bookmarkStart w:id="44" w:name="_Toc128137967"/>
      <w:r w:rsidRPr="31F28929">
        <w:rPr>
          <w:lang w:val="hu-HU"/>
        </w:rPr>
        <w:lastRenderedPageBreak/>
        <w:t>Mellékletek</w:t>
      </w:r>
      <w:bookmarkEnd w:id="43"/>
      <w:bookmarkEnd w:id="44"/>
    </w:p>
    <w:p w14:paraId="074E37BC" w14:textId="602B9E89" w:rsidR="001E4B2E" w:rsidRDefault="004C4117" w:rsidP="001E4B2E">
      <w:pPr>
        <w:rPr>
          <w:rFonts w:eastAsia="Calibri" w:cs="Calibri"/>
          <w:color w:val="000000" w:themeColor="text1"/>
          <w:lang w:val="hu-HU"/>
        </w:rPr>
      </w:pPr>
      <w:r w:rsidRPr="722FE6E6">
        <w:rPr>
          <w:rFonts w:eastAsia="Calibri" w:cs="Calibri"/>
          <w:color w:val="000000" w:themeColor="text1"/>
          <w:lang w:val="hu-HU"/>
        </w:rPr>
        <w:t>A mellékletek</w:t>
      </w:r>
      <w:r w:rsidR="00B07622">
        <w:rPr>
          <w:rFonts w:eastAsia="Calibri" w:cs="Calibri"/>
          <w:color w:val="000000" w:themeColor="text1"/>
          <w:lang w:val="hu-HU"/>
        </w:rPr>
        <w:t xml:space="preserve">be </w:t>
      </w:r>
      <w:r w:rsidRPr="722FE6E6">
        <w:rPr>
          <w:rFonts w:eastAsia="Calibri" w:cs="Calibri"/>
          <w:color w:val="000000" w:themeColor="text1"/>
          <w:lang w:val="hu-HU"/>
        </w:rPr>
        <w:t>mindazo</w:t>
      </w:r>
      <w:r w:rsidR="00B07622">
        <w:rPr>
          <w:rFonts w:eastAsia="Calibri" w:cs="Calibri"/>
          <w:color w:val="000000" w:themeColor="text1"/>
          <w:lang w:val="hu-HU"/>
        </w:rPr>
        <w:t xml:space="preserve">n, </w:t>
      </w:r>
      <w:r w:rsidRPr="722FE6E6">
        <w:rPr>
          <w:rFonts w:eastAsia="Calibri" w:cs="Calibri"/>
          <w:color w:val="000000" w:themeColor="text1"/>
          <w:lang w:val="hu-HU"/>
        </w:rPr>
        <w:t>a dolgozat elkészítés</w:t>
      </w:r>
      <w:r w:rsidR="00B07622">
        <w:rPr>
          <w:rFonts w:eastAsia="Calibri" w:cs="Calibri"/>
          <w:color w:val="000000" w:themeColor="text1"/>
          <w:lang w:val="hu-HU"/>
        </w:rPr>
        <w:t xml:space="preserve">e során </w:t>
      </w:r>
      <w:r w:rsidRPr="722FE6E6">
        <w:rPr>
          <w:rFonts w:eastAsia="Calibri" w:cs="Calibri"/>
          <w:color w:val="000000" w:themeColor="text1"/>
          <w:lang w:val="hu-HU"/>
        </w:rPr>
        <w:t>használt anyagok</w:t>
      </w:r>
      <w:r w:rsidR="00B07622">
        <w:rPr>
          <w:rFonts w:eastAsia="Calibri" w:cs="Calibri"/>
          <w:color w:val="000000" w:themeColor="text1"/>
          <w:lang w:val="hu-HU"/>
        </w:rPr>
        <w:t xml:space="preserve"> kerülnek</w:t>
      </w:r>
      <w:r w:rsidRPr="722FE6E6">
        <w:rPr>
          <w:rFonts w:eastAsia="Calibri" w:cs="Calibri"/>
          <w:color w:val="000000" w:themeColor="text1"/>
          <w:lang w:val="hu-HU"/>
        </w:rPr>
        <w:t xml:space="preserve">, melyek </w:t>
      </w:r>
      <w:r w:rsidR="00B07622">
        <w:rPr>
          <w:rFonts w:eastAsia="Calibri" w:cs="Calibri"/>
          <w:color w:val="000000" w:themeColor="text1"/>
          <w:lang w:val="hu-HU"/>
        </w:rPr>
        <w:t>feleslegesen terhelnék a dolgozat</w:t>
      </w:r>
      <w:r w:rsidR="009D52A1">
        <w:rPr>
          <w:rFonts w:eastAsia="Calibri" w:cs="Calibri"/>
          <w:color w:val="000000" w:themeColor="text1"/>
          <w:lang w:val="hu-HU"/>
        </w:rPr>
        <w:t>ot</w:t>
      </w:r>
      <w:r w:rsidR="00B07622">
        <w:rPr>
          <w:rFonts w:eastAsia="Calibri" w:cs="Calibri"/>
          <w:color w:val="000000" w:themeColor="text1"/>
          <w:lang w:val="hu-HU"/>
        </w:rPr>
        <w:t xml:space="preserve"> </w:t>
      </w:r>
      <w:r w:rsidRPr="722FE6E6">
        <w:rPr>
          <w:rFonts w:eastAsia="Calibri" w:cs="Calibri"/>
          <w:color w:val="000000" w:themeColor="text1"/>
          <w:lang w:val="hu-HU"/>
        </w:rPr>
        <w:t>(</w:t>
      </w:r>
      <w:r w:rsidR="007A767D">
        <w:rPr>
          <w:rFonts w:eastAsia="Calibri" w:cs="Calibri"/>
          <w:color w:val="000000" w:themeColor="text1"/>
          <w:lang w:val="hu-HU"/>
        </w:rPr>
        <w:t>„</w:t>
      </w:r>
      <w:r w:rsidRPr="722FE6E6">
        <w:rPr>
          <w:rFonts w:eastAsia="Calibri" w:cs="Calibri"/>
          <w:color w:val="000000" w:themeColor="text1"/>
          <w:lang w:val="hu-HU"/>
        </w:rPr>
        <w:t xml:space="preserve">Szakirodalmi áttekintés" és </w:t>
      </w:r>
      <w:r w:rsidR="007A767D">
        <w:rPr>
          <w:rFonts w:eastAsia="Calibri" w:cs="Calibri"/>
          <w:color w:val="000000" w:themeColor="text1"/>
          <w:lang w:val="hu-HU"/>
        </w:rPr>
        <w:t>„</w:t>
      </w:r>
      <w:r w:rsidRPr="722FE6E6">
        <w:rPr>
          <w:rFonts w:eastAsia="Calibri" w:cs="Calibri"/>
          <w:color w:val="000000" w:themeColor="text1"/>
          <w:lang w:val="hu-HU"/>
        </w:rPr>
        <w:t>Problémamegoldás" fejezetek</w:t>
      </w:r>
      <w:r w:rsidR="009D52A1">
        <w:rPr>
          <w:rFonts w:eastAsia="Calibri" w:cs="Calibri"/>
          <w:color w:val="000000" w:themeColor="text1"/>
          <w:lang w:val="hu-HU"/>
        </w:rPr>
        <w:t>et</w:t>
      </w:r>
      <w:r w:rsidRPr="722FE6E6">
        <w:rPr>
          <w:rFonts w:eastAsia="Calibri" w:cs="Calibri"/>
          <w:color w:val="000000" w:themeColor="text1"/>
          <w:lang w:val="hu-HU"/>
        </w:rPr>
        <w:t>). Ezek lehetnek kísérleti eredmények, felmérések, nyomtatványok, programkódok, illetve műszaki dokumentáció.</w:t>
      </w:r>
    </w:p>
    <w:p w14:paraId="046DD2B4" w14:textId="77777777" w:rsidR="00A071E5" w:rsidRPr="00D81F74" w:rsidRDefault="00A071E5" w:rsidP="001E4B2E">
      <w:pPr>
        <w:rPr>
          <w:lang w:val="hu-HU" w:bidi="ar-SA"/>
        </w:rPr>
      </w:pPr>
    </w:p>
    <w:p w14:paraId="7D11746D" w14:textId="29E94C75" w:rsidR="002B048E" w:rsidRPr="00D81F74" w:rsidRDefault="004C4117" w:rsidP="002B048E">
      <w:pPr>
        <w:pStyle w:val="Heading2"/>
        <w:rPr>
          <w:lang w:val="hu-HU"/>
        </w:rPr>
      </w:pPr>
      <w:bookmarkStart w:id="45" w:name="_Toc368844426"/>
      <w:bookmarkStart w:id="46" w:name="_Toc128137968"/>
      <w:r w:rsidRPr="31F28929">
        <w:rPr>
          <w:lang w:val="hu-HU"/>
        </w:rPr>
        <w:t>Nyomtatott mellékletek</w:t>
      </w:r>
      <w:bookmarkEnd w:id="45"/>
      <w:bookmarkEnd w:id="46"/>
    </w:p>
    <w:p w14:paraId="21AC747B" w14:textId="0438EA35" w:rsidR="002B048E" w:rsidRDefault="004C4117" w:rsidP="002B048E">
      <w:pPr>
        <w:rPr>
          <w:lang w:val="hu-HU"/>
        </w:rPr>
      </w:pPr>
      <w:r w:rsidRPr="722FE6E6">
        <w:rPr>
          <w:lang w:val="hu-HU"/>
        </w:rPr>
        <w:t xml:space="preserve">Különálló táblázatok, képek és ábrák, </w:t>
      </w:r>
      <w:r w:rsidR="00B07622">
        <w:rPr>
          <w:lang w:val="hu-HU"/>
        </w:rPr>
        <w:t xml:space="preserve">diagramok, </w:t>
      </w:r>
      <w:r w:rsidR="009D52A1" w:rsidRPr="722FE6E6">
        <w:rPr>
          <w:lang w:val="hu-HU"/>
        </w:rPr>
        <w:t>programkódok</w:t>
      </w:r>
      <w:r w:rsidRPr="722FE6E6">
        <w:rPr>
          <w:lang w:val="hu-HU"/>
        </w:rPr>
        <w:t xml:space="preserve"> stb.</w:t>
      </w:r>
    </w:p>
    <w:p w14:paraId="167DAA2E" w14:textId="77777777" w:rsidR="00A071E5" w:rsidRPr="00D81F74" w:rsidRDefault="00A071E5" w:rsidP="002B048E">
      <w:pPr>
        <w:rPr>
          <w:lang w:val="hu-HU"/>
        </w:rPr>
      </w:pPr>
    </w:p>
    <w:p w14:paraId="6FFD6853" w14:textId="27F91877" w:rsidR="002B048E" w:rsidRPr="00D81F74" w:rsidRDefault="004C4117" w:rsidP="002B048E">
      <w:pPr>
        <w:pStyle w:val="Heading2"/>
        <w:rPr>
          <w:lang w:val="hu-HU"/>
        </w:rPr>
      </w:pPr>
      <w:bookmarkStart w:id="47" w:name="_Toc621944696"/>
      <w:bookmarkStart w:id="48" w:name="_Toc778057456"/>
      <w:bookmarkStart w:id="49" w:name="_Toc1789687829"/>
      <w:bookmarkStart w:id="50" w:name="_Toc760154779"/>
      <w:bookmarkStart w:id="51" w:name="_Toc128137969"/>
      <w:r w:rsidRPr="31F28929">
        <w:rPr>
          <w:lang w:val="hu-HU"/>
        </w:rPr>
        <w:t>Elektronikus mellékletek</w:t>
      </w:r>
      <w:bookmarkEnd w:id="47"/>
      <w:bookmarkEnd w:id="48"/>
      <w:bookmarkEnd w:id="49"/>
      <w:bookmarkEnd w:id="50"/>
      <w:bookmarkEnd w:id="51"/>
    </w:p>
    <w:p w14:paraId="67982997" w14:textId="68D70A91" w:rsidR="002B048E" w:rsidRPr="00D81F74" w:rsidRDefault="004C4117" w:rsidP="002B048E">
      <w:pPr>
        <w:rPr>
          <w:lang w:val="hu-HU"/>
        </w:rPr>
      </w:pPr>
      <w:r w:rsidRPr="0BD99F41">
        <w:rPr>
          <w:lang w:val="hu-HU"/>
        </w:rPr>
        <w:t xml:space="preserve">DVD, mely tartalmazza a </w:t>
      </w:r>
      <w:r w:rsidR="00B07622">
        <w:rPr>
          <w:lang w:val="hu-HU"/>
        </w:rPr>
        <w:t xml:space="preserve">teljes </w:t>
      </w:r>
      <w:r w:rsidR="00A66BFC">
        <w:rPr>
          <w:lang w:val="hu-HU"/>
        </w:rPr>
        <w:t>diplomamunk</w:t>
      </w:r>
      <w:r w:rsidR="006E30C8">
        <w:rPr>
          <w:lang w:val="hu-HU"/>
        </w:rPr>
        <w:t>á</w:t>
      </w:r>
      <w:r w:rsidR="00B07622">
        <w:rPr>
          <w:lang w:val="hu-HU"/>
        </w:rPr>
        <w:t>t</w:t>
      </w:r>
      <w:r w:rsidRPr="0BD99F41">
        <w:rPr>
          <w:lang w:val="hu-HU"/>
        </w:rPr>
        <w:t xml:space="preserve"> </w:t>
      </w:r>
      <w:r w:rsidR="00B07622" w:rsidRPr="00B07622">
        <w:rPr>
          <w:i/>
          <w:iCs/>
          <w:lang w:val="hu-HU"/>
        </w:rPr>
        <w:t>*.</w:t>
      </w:r>
      <w:r w:rsidRPr="00B07622">
        <w:rPr>
          <w:i/>
          <w:iCs/>
          <w:lang w:val="hu-HU"/>
        </w:rPr>
        <w:t>docx</w:t>
      </w:r>
      <w:r w:rsidRPr="0BD99F41">
        <w:rPr>
          <w:lang w:val="hu-HU"/>
        </w:rPr>
        <w:t xml:space="preserve"> (vagy </w:t>
      </w:r>
      <w:r w:rsidR="00B07622" w:rsidRPr="00B07622">
        <w:rPr>
          <w:i/>
          <w:iCs/>
          <w:lang w:val="hu-HU"/>
        </w:rPr>
        <w:t>*.</w:t>
      </w:r>
      <w:r w:rsidRPr="00B07622">
        <w:rPr>
          <w:i/>
          <w:iCs/>
          <w:lang w:val="hu-HU"/>
        </w:rPr>
        <w:t>doc</w:t>
      </w:r>
      <w:r w:rsidRPr="0BD99F41">
        <w:rPr>
          <w:lang w:val="hu-HU"/>
        </w:rPr>
        <w:t xml:space="preserve">) és </w:t>
      </w:r>
      <w:r w:rsidR="00B07622" w:rsidRPr="00B07622">
        <w:rPr>
          <w:i/>
          <w:iCs/>
          <w:lang w:val="hu-HU"/>
        </w:rPr>
        <w:t>*.</w:t>
      </w:r>
      <w:r w:rsidRPr="00B07622">
        <w:rPr>
          <w:i/>
          <w:iCs/>
          <w:lang w:val="hu-HU"/>
        </w:rPr>
        <w:t>pdf</w:t>
      </w:r>
      <w:r w:rsidRPr="0BD99F41">
        <w:rPr>
          <w:lang w:val="hu-HU"/>
        </w:rPr>
        <w:t xml:space="preserve"> formá</w:t>
      </w:r>
      <w:r w:rsidR="00B07622">
        <w:rPr>
          <w:lang w:val="hu-HU"/>
        </w:rPr>
        <w:t>tum</w:t>
      </w:r>
      <w:r w:rsidRPr="0BD99F41">
        <w:rPr>
          <w:lang w:val="hu-HU"/>
        </w:rPr>
        <w:t xml:space="preserve">ban, valamint </w:t>
      </w:r>
      <w:r w:rsidR="00B07622">
        <w:rPr>
          <w:lang w:val="hu-HU"/>
        </w:rPr>
        <w:t xml:space="preserve">azt a </w:t>
      </w:r>
      <w:r w:rsidRPr="0BD99F41">
        <w:rPr>
          <w:lang w:val="hu-HU"/>
        </w:rPr>
        <w:t>PowerPoint prezentációt</w:t>
      </w:r>
      <w:r w:rsidR="00B07622">
        <w:rPr>
          <w:lang w:val="hu-HU"/>
        </w:rPr>
        <w:t xml:space="preserve"> (</w:t>
      </w:r>
      <w:r w:rsidR="00B07622" w:rsidRPr="00B07622">
        <w:rPr>
          <w:i/>
          <w:iCs/>
          <w:lang w:val="hu-HU"/>
        </w:rPr>
        <w:t>*.ppt</w:t>
      </w:r>
      <w:r w:rsidR="00B07622">
        <w:rPr>
          <w:lang w:val="hu-HU"/>
        </w:rPr>
        <w:t xml:space="preserve"> vagy </w:t>
      </w:r>
      <w:r w:rsidR="00B07622" w:rsidRPr="00B07622">
        <w:rPr>
          <w:i/>
          <w:iCs/>
          <w:lang w:val="hu-HU"/>
        </w:rPr>
        <w:t>*.pptx</w:t>
      </w:r>
      <w:r w:rsidR="00B07622">
        <w:rPr>
          <w:lang w:val="hu-HU"/>
        </w:rPr>
        <w:t>)</w:t>
      </w:r>
      <w:r w:rsidRPr="0BD99F41">
        <w:rPr>
          <w:lang w:val="hu-HU"/>
        </w:rPr>
        <w:t xml:space="preserve">, melyet a hallgató </w:t>
      </w:r>
      <w:r w:rsidR="00A66BFC">
        <w:rPr>
          <w:lang w:val="hu-HU"/>
        </w:rPr>
        <w:t>diplomamunk</w:t>
      </w:r>
      <w:r w:rsidR="006E30C8">
        <w:rPr>
          <w:lang w:val="hu-HU"/>
        </w:rPr>
        <w:t>áj</w:t>
      </w:r>
      <w:r w:rsidR="00B07622">
        <w:rPr>
          <w:lang w:val="hu-HU"/>
        </w:rPr>
        <w:t>a</w:t>
      </w:r>
      <w:r w:rsidRPr="0BD99F41">
        <w:rPr>
          <w:lang w:val="hu-HU"/>
        </w:rPr>
        <w:t xml:space="preserve"> védése</w:t>
      </w:r>
      <w:r w:rsidR="00B07622">
        <w:rPr>
          <w:lang w:val="hu-HU"/>
        </w:rPr>
        <w:t xml:space="preserve"> során</w:t>
      </w:r>
      <w:r w:rsidRPr="0BD99F41">
        <w:rPr>
          <w:lang w:val="hu-HU"/>
        </w:rPr>
        <w:t xml:space="preserve"> haszná</w:t>
      </w:r>
      <w:r w:rsidR="00B07622">
        <w:rPr>
          <w:lang w:val="hu-HU"/>
        </w:rPr>
        <w:t>l</w:t>
      </w:r>
      <w:r w:rsidRPr="0BD99F41">
        <w:rPr>
          <w:lang w:val="hu-HU"/>
        </w:rPr>
        <w:t>.</w:t>
      </w:r>
    </w:p>
    <w:p w14:paraId="56B2C1D2" w14:textId="2AF2575F" w:rsidR="00085DA4" w:rsidRPr="00D81F74" w:rsidRDefault="00085DA4" w:rsidP="002B048E">
      <w:pPr>
        <w:rPr>
          <w:lang w:val="hu-HU"/>
        </w:rPr>
      </w:pPr>
    </w:p>
    <w:p w14:paraId="2E0EAD02" w14:textId="77777777" w:rsidR="00085DA4" w:rsidRPr="00D81F74" w:rsidRDefault="00085DA4" w:rsidP="002B048E">
      <w:pPr>
        <w:rPr>
          <w:lang w:val="hu-HU"/>
        </w:rPr>
      </w:pPr>
    </w:p>
    <w:sectPr w:rsidR="00085DA4" w:rsidRPr="00D81F74" w:rsidSect="00115E1B">
      <w:headerReference w:type="default" r:id="rId9"/>
      <w:footerReference w:type="default" r:id="rId10"/>
      <w:headerReference w:type="first" r:id="rId11"/>
      <w:pgSz w:w="11907" w:h="16840" w:code="9"/>
      <w:pgMar w:top="1418" w:right="851" w:bottom="1418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EA359" w14:textId="77777777" w:rsidR="00AB0ACA" w:rsidRDefault="00AB0ACA" w:rsidP="001E2163">
      <w:pPr>
        <w:spacing w:line="240" w:lineRule="auto"/>
      </w:pPr>
      <w:r>
        <w:separator/>
      </w:r>
    </w:p>
  </w:endnote>
  <w:endnote w:type="continuationSeparator" w:id="0">
    <w:p w14:paraId="696A551D" w14:textId="77777777" w:rsidR="00AB0ACA" w:rsidRDefault="00AB0ACA" w:rsidP="001E2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898"/>
      <w:gridCol w:w="2956"/>
    </w:tblGrid>
    <w:tr w:rsidR="0067783F" w:rsidRPr="00AA285F" w14:paraId="7B303C58" w14:textId="77777777">
      <w:trPr>
        <w:trHeight w:val="360"/>
      </w:trPr>
      <w:tc>
        <w:tcPr>
          <w:tcW w:w="3500" w:type="pct"/>
          <w:tcBorders>
            <w:top w:val="single" w:sz="4" w:space="0" w:color="auto"/>
          </w:tcBorders>
          <w:vAlign w:val="center"/>
        </w:tcPr>
        <w:p w14:paraId="3AF15FEB" w14:textId="77777777" w:rsidR="0067783F" w:rsidRPr="00A40342" w:rsidRDefault="0067783F" w:rsidP="00491F0C">
          <w:pPr>
            <w:pStyle w:val="Footer"/>
            <w:rPr>
              <w:lang w:val="sr-Cyrl-CS"/>
            </w:rPr>
          </w:pPr>
        </w:p>
      </w:tc>
      <w:tc>
        <w:tcPr>
          <w:tcW w:w="1500" w:type="pct"/>
          <w:tcBorders>
            <w:top w:val="single" w:sz="4" w:space="0" w:color="auto"/>
          </w:tcBorders>
          <w:shd w:val="clear" w:color="auto" w:fill="auto"/>
          <w:vAlign w:val="center"/>
        </w:tcPr>
        <w:p w14:paraId="58F99E06" w14:textId="77777777" w:rsidR="0067783F" w:rsidRPr="00AA285F" w:rsidRDefault="00A40342" w:rsidP="00491F0C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8C6E5A">
            <w:rPr>
              <w:rStyle w:val="PageNumber"/>
              <w:noProof/>
            </w:rPr>
            <w:t>16</w:t>
          </w:r>
          <w:r>
            <w:rPr>
              <w:rStyle w:val="PageNumber"/>
            </w:rPr>
            <w:fldChar w:fldCharType="end"/>
          </w:r>
        </w:p>
      </w:tc>
    </w:tr>
  </w:tbl>
  <w:p w14:paraId="0487F8F4" w14:textId="77777777" w:rsidR="0067783F" w:rsidRDefault="006778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34C4F" w14:textId="77777777" w:rsidR="00AB0ACA" w:rsidRDefault="00AB0ACA" w:rsidP="001E2163">
      <w:pPr>
        <w:spacing w:line="240" w:lineRule="auto"/>
      </w:pPr>
      <w:r>
        <w:separator/>
      </w:r>
    </w:p>
  </w:footnote>
  <w:footnote w:type="continuationSeparator" w:id="0">
    <w:p w14:paraId="43D11EDA" w14:textId="77777777" w:rsidR="00AB0ACA" w:rsidRDefault="00AB0ACA" w:rsidP="001E2163">
      <w:pPr>
        <w:spacing w:line="240" w:lineRule="auto"/>
      </w:pPr>
      <w:r>
        <w:continuationSeparator/>
      </w:r>
    </w:p>
  </w:footnote>
  <w:footnote w:id="1">
    <w:p w14:paraId="7B66E38A" w14:textId="08B8E5FD" w:rsidR="0067783F" w:rsidRPr="004333E4" w:rsidRDefault="0067783F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>
        <w:t xml:space="preserve"> </w:t>
      </w:r>
      <w:r w:rsidR="004C4117">
        <w:t xml:space="preserve">Az </w:t>
      </w:r>
      <w:r w:rsidR="004C4117">
        <w:rPr>
          <w:i/>
        </w:rPr>
        <w:t xml:space="preserve">Insert Footnote </w:t>
      </w:r>
      <w:r w:rsidR="00C6299F">
        <w:t>eszközt</w:t>
      </w:r>
      <w:r w:rsidR="004C4117" w:rsidRPr="00BE18AD">
        <w:t xml:space="preserve"> használ</w:t>
      </w:r>
      <w:r w:rsidR="00C6299F">
        <w:t>juk</w:t>
      </w:r>
      <w:r w:rsidR="004C4117">
        <w:rPr>
          <w:lang w:val="nb-N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898"/>
      <w:gridCol w:w="2956"/>
    </w:tblGrid>
    <w:tr w:rsidR="0067783F" w:rsidRPr="00AA285F" w14:paraId="1D2B12FB" w14:textId="77777777">
      <w:trPr>
        <w:trHeight w:val="360"/>
      </w:trPr>
      <w:tc>
        <w:tcPr>
          <w:tcW w:w="3500" w:type="pct"/>
          <w:tcBorders>
            <w:top w:val="nil"/>
            <w:bottom w:val="single" w:sz="4" w:space="0" w:color="auto"/>
          </w:tcBorders>
          <w:vAlign w:val="center"/>
        </w:tcPr>
        <w:p w14:paraId="0A52C7E3" w14:textId="7688BE1F" w:rsidR="0067783F" w:rsidRPr="00AA285F" w:rsidRDefault="00D144FB" w:rsidP="005460F2">
          <w:pPr>
            <w:pStyle w:val="Header"/>
          </w:pPr>
          <w:r w:rsidRPr="00AA285F">
            <w:t>VISOKA TEHNIČKA ŠKOLA STRUKOVNIH STUDIJA</w:t>
          </w:r>
          <w:r>
            <w:t xml:space="preserve"> U </w:t>
          </w:r>
          <w:r w:rsidRPr="00AA285F">
            <w:t>SUBOTIC</w:t>
          </w:r>
          <w:r>
            <w:t>I</w:t>
          </w:r>
          <w:r w:rsidRPr="00AA285F">
            <w:br/>
            <w:t>SZABADKAI MŰSZAKI SZAKFŐISKOLA</w:t>
          </w:r>
          <w:r>
            <w:t xml:space="preserve"> SZABADKA</w:t>
          </w:r>
          <w:r w:rsidR="0067783F" w:rsidRPr="00AA285F">
            <w:br/>
            <w:t>SUBOTICA TECH – COLLEGE OF APPLIED SCIENCES</w:t>
          </w:r>
        </w:p>
      </w:tc>
      <w:tc>
        <w:tcPr>
          <w:tcW w:w="1500" w:type="pct"/>
          <w:tcBorders>
            <w:top w:val="nil"/>
            <w:bottom w:val="single" w:sz="4" w:space="0" w:color="auto"/>
          </w:tcBorders>
          <w:shd w:val="clear" w:color="auto" w:fill="auto"/>
          <w:vAlign w:val="center"/>
        </w:tcPr>
        <w:p w14:paraId="24CB0FD5" w14:textId="40DF082F" w:rsidR="0067783F" w:rsidRPr="00AA285F" w:rsidRDefault="000B4132" w:rsidP="00491F0C">
          <w:pPr>
            <w:pStyle w:val="Header"/>
            <w:jc w:val="right"/>
            <w:rPr>
              <w:noProof/>
            </w:rPr>
          </w:pPr>
          <w:r>
            <w:rPr>
              <w:noProof/>
              <w:lang w:val="en-GB" w:eastAsia="en-GB" w:bidi="ar-SA"/>
            </w:rPr>
            <w:drawing>
              <wp:inline distT="0" distB="0" distL="0" distR="0" wp14:anchorId="7CD36899" wp14:editId="050F8E9E">
                <wp:extent cx="769620" cy="426720"/>
                <wp:effectExtent l="0" t="0" r="0" b="0"/>
                <wp:docPr id="3" name="Picture 3" descr="vts plavo 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vts plavo 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8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83EE4B" w14:textId="77777777" w:rsidR="0067783F" w:rsidRDefault="0067783F" w:rsidP="00C06B9D">
    <w:pPr>
      <w:pStyle w:val="Header"/>
      <w:tabs>
        <w:tab w:val="clear" w:pos="4680"/>
        <w:tab w:val="clear" w:pos="9360"/>
        <w:tab w:val="left" w:pos="269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898"/>
      <w:gridCol w:w="2956"/>
    </w:tblGrid>
    <w:tr w:rsidR="0067783F" w:rsidRPr="00AA285F" w14:paraId="2850757F" w14:textId="77777777">
      <w:trPr>
        <w:trHeight w:val="360"/>
      </w:trPr>
      <w:tc>
        <w:tcPr>
          <w:tcW w:w="3500" w:type="pct"/>
          <w:vAlign w:val="center"/>
        </w:tcPr>
        <w:p w14:paraId="44C63E1F" w14:textId="61240E43" w:rsidR="0067783F" w:rsidRPr="00AA285F" w:rsidRDefault="0067783F" w:rsidP="00AD715D">
          <w:pPr>
            <w:pStyle w:val="Header"/>
          </w:pPr>
          <w:r w:rsidRPr="00AA285F">
            <w:t>VISOKA TEHNIČKA ŠKOLA STRUKOVNIH STUDIJA</w:t>
          </w:r>
          <w:r w:rsidR="00D144FB">
            <w:t xml:space="preserve"> U </w:t>
          </w:r>
          <w:r w:rsidRPr="00AA285F">
            <w:t>SUBOTIC</w:t>
          </w:r>
          <w:r w:rsidR="00D144FB">
            <w:t>I</w:t>
          </w:r>
          <w:r w:rsidRPr="00AA285F">
            <w:br/>
          </w:r>
          <w:r w:rsidR="00D144FB" w:rsidRPr="00AA285F">
            <w:t>SZABADKAI MŰSZAKI SZAKFŐISKOLA</w:t>
          </w:r>
          <w:r w:rsidR="00D144FB">
            <w:t xml:space="preserve"> SZABADKA</w:t>
          </w:r>
          <w:r w:rsidRPr="00AA285F">
            <w:br/>
            <w:t>SUBOTICA TECH – COLLEGE OF APPLIED SCIENCES</w:t>
          </w:r>
        </w:p>
      </w:tc>
      <w:tc>
        <w:tcPr>
          <w:tcW w:w="1500" w:type="pct"/>
          <w:shd w:val="clear" w:color="auto" w:fill="auto"/>
          <w:vAlign w:val="center"/>
        </w:tcPr>
        <w:p w14:paraId="044A0FE5" w14:textId="03B2D6E0" w:rsidR="0067783F" w:rsidRPr="00AA285F" w:rsidRDefault="000B4132" w:rsidP="0067783F">
          <w:pPr>
            <w:pStyle w:val="Footer"/>
            <w:jc w:val="right"/>
            <w:rPr>
              <w:noProof/>
            </w:rPr>
          </w:pPr>
          <w:r>
            <w:rPr>
              <w:noProof/>
              <w:lang w:val="en-GB" w:eastAsia="en-GB" w:bidi="ar-SA"/>
            </w:rPr>
            <w:drawing>
              <wp:inline distT="0" distB="0" distL="0" distR="0" wp14:anchorId="5560BE07" wp14:editId="69E4A5A0">
                <wp:extent cx="769620" cy="426720"/>
                <wp:effectExtent l="0" t="0" r="0" b="0"/>
                <wp:docPr id="4" name="Picture 4" descr="vts plavo 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vts plavo 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8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B8508B" w14:textId="77777777" w:rsidR="0067783F" w:rsidRDefault="006778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A7C72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18EC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A8F0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0E2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4AC1C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FC17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4EC6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6C7C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469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10D6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74E0D"/>
    <w:multiLevelType w:val="hybridMultilevel"/>
    <w:tmpl w:val="2AD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C771E0"/>
    <w:multiLevelType w:val="multilevel"/>
    <w:tmpl w:val="32F8B4B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BA20001"/>
    <w:multiLevelType w:val="hybridMultilevel"/>
    <w:tmpl w:val="8CA64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E72FC"/>
    <w:multiLevelType w:val="hybridMultilevel"/>
    <w:tmpl w:val="7B108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9948A2"/>
    <w:multiLevelType w:val="hybridMultilevel"/>
    <w:tmpl w:val="88303D4E"/>
    <w:lvl w:ilvl="0" w:tplc="5CB4C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061E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1CC6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A3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9463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4076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3C97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20C9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8A5A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226670"/>
    <w:multiLevelType w:val="hybridMultilevel"/>
    <w:tmpl w:val="A0EAB1E6"/>
    <w:lvl w:ilvl="0" w:tplc="E3B679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F4A8C"/>
    <w:multiLevelType w:val="multilevel"/>
    <w:tmpl w:val="D010B3C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C6E44FA"/>
    <w:multiLevelType w:val="hybridMultilevel"/>
    <w:tmpl w:val="B5DA1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F4D97"/>
    <w:multiLevelType w:val="hybridMultilevel"/>
    <w:tmpl w:val="A72E2FFC"/>
    <w:lvl w:ilvl="0" w:tplc="325EC9B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476F4047"/>
    <w:multiLevelType w:val="hybridMultilevel"/>
    <w:tmpl w:val="2EC00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A42D0"/>
    <w:multiLevelType w:val="hybridMultilevel"/>
    <w:tmpl w:val="C8BC5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43A50"/>
    <w:multiLevelType w:val="multilevel"/>
    <w:tmpl w:val="D010B3C4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1B34F40"/>
    <w:multiLevelType w:val="multilevel"/>
    <w:tmpl w:val="335256B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89F6F85"/>
    <w:multiLevelType w:val="hybridMultilevel"/>
    <w:tmpl w:val="F90AA722"/>
    <w:lvl w:ilvl="0" w:tplc="540EF8C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3555C3"/>
    <w:multiLevelType w:val="multilevel"/>
    <w:tmpl w:val="563A50F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73BDC35F"/>
    <w:multiLevelType w:val="hybridMultilevel"/>
    <w:tmpl w:val="ADD2DF92"/>
    <w:lvl w:ilvl="0" w:tplc="A1723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E11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642F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307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8285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4439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4A8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F8EB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C422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24094"/>
    <w:multiLevelType w:val="hybridMultilevel"/>
    <w:tmpl w:val="763077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3860958">
    <w:abstractNumId w:val="26"/>
  </w:num>
  <w:num w:numId="2" w16cid:durableId="883717875">
    <w:abstractNumId w:val="21"/>
  </w:num>
  <w:num w:numId="3" w16cid:durableId="17590557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5057617">
    <w:abstractNumId w:val="23"/>
  </w:num>
  <w:num w:numId="5" w16cid:durableId="1237782136">
    <w:abstractNumId w:val="17"/>
  </w:num>
  <w:num w:numId="6" w16cid:durableId="1046368556">
    <w:abstractNumId w:val="11"/>
  </w:num>
  <w:num w:numId="7" w16cid:durableId="2058318209">
    <w:abstractNumId w:val="10"/>
  </w:num>
  <w:num w:numId="8" w16cid:durableId="483741471">
    <w:abstractNumId w:val="16"/>
  </w:num>
  <w:num w:numId="9" w16cid:durableId="172575335">
    <w:abstractNumId w:val="22"/>
  </w:num>
  <w:num w:numId="10" w16cid:durableId="1951862586">
    <w:abstractNumId w:val="24"/>
  </w:num>
  <w:num w:numId="11" w16cid:durableId="1346133179">
    <w:abstractNumId w:val="9"/>
  </w:num>
  <w:num w:numId="12" w16cid:durableId="588850669">
    <w:abstractNumId w:val="7"/>
  </w:num>
  <w:num w:numId="13" w16cid:durableId="215817324">
    <w:abstractNumId w:val="6"/>
  </w:num>
  <w:num w:numId="14" w16cid:durableId="475414678">
    <w:abstractNumId w:val="5"/>
  </w:num>
  <w:num w:numId="15" w16cid:durableId="795755634">
    <w:abstractNumId w:val="4"/>
  </w:num>
  <w:num w:numId="16" w16cid:durableId="1536380689">
    <w:abstractNumId w:val="8"/>
  </w:num>
  <w:num w:numId="17" w16cid:durableId="1900432405">
    <w:abstractNumId w:val="3"/>
  </w:num>
  <w:num w:numId="18" w16cid:durableId="836916803">
    <w:abstractNumId w:val="2"/>
  </w:num>
  <w:num w:numId="19" w16cid:durableId="2036538089">
    <w:abstractNumId w:val="1"/>
  </w:num>
  <w:num w:numId="20" w16cid:durableId="2063871162">
    <w:abstractNumId w:val="0"/>
  </w:num>
  <w:num w:numId="21" w16cid:durableId="1762950159">
    <w:abstractNumId w:val="21"/>
  </w:num>
  <w:num w:numId="22" w16cid:durableId="722561009">
    <w:abstractNumId w:val="21"/>
  </w:num>
  <w:num w:numId="23" w16cid:durableId="1819497742">
    <w:abstractNumId w:val="21"/>
  </w:num>
  <w:num w:numId="24" w16cid:durableId="314996095">
    <w:abstractNumId w:val="21"/>
  </w:num>
  <w:num w:numId="25" w16cid:durableId="839858124">
    <w:abstractNumId w:val="21"/>
  </w:num>
  <w:num w:numId="26" w16cid:durableId="1831671879">
    <w:abstractNumId w:val="21"/>
  </w:num>
  <w:num w:numId="27" w16cid:durableId="760763808">
    <w:abstractNumId w:val="21"/>
  </w:num>
  <w:num w:numId="28" w16cid:durableId="1843811995">
    <w:abstractNumId w:val="21"/>
  </w:num>
  <w:num w:numId="29" w16cid:durableId="124468355">
    <w:abstractNumId w:val="21"/>
  </w:num>
  <w:num w:numId="30" w16cid:durableId="1773238013">
    <w:abstractNumId w:val="21"/>
  </w:num>
  <w:num w:numId="31" w16cid:durableId="1985624991">
    <w:abstractNumId w:val="18"/>
  </w:num>
  <w:num w:numId="32" w16cid:durableId="1660306961">
    <w:abstractNumId w:val="13"/>
  </w:num>
  <w:num w:numId="33" w16cid:durableId="419257647">
    <w:abstractNumId w:val="12"/>
  </w:num>
  <w:num w:numId="34" w16cid:durableId="1666123999">
    <w:abstractNumId w:val="20"/>
  </w:num>
  <w:num w:numId="35" w16cid:durableId="923999908">
    <w:abstractNumId w:val="21"/>
  </w:num>
  <w:num w:numId="36" w16cid:durableId="2095666772">
    <w:abstractNumId w:val="15"/>
  </w:num>
  <w:num w:numId="37" w16cid:durableId="792092155">
    <w:abstractNumId w:val="19"/>
  </w:num>
  <w:num w:numId="38" w16cid:durableId="988560055">
    <w:abstractNumId w:val="14"/>
  </w:num>
  <w:num w:numId="39" w16cid:durableId="92400130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C0MLOwNDUwtTQzMbdU0lEKTi0uzszPAykwqQUAYk90AywAAAA="/>
  </w:docVars>
  <w:rsids>
    <w:rsidRoot w:val="00484EF9"/>
    <w:rsid w:val="00012A89"/>
    <w:rsid w:val="0002413D"/>
    <w:rsid w:val="00024338"/>
    <w:rsid w:val="00045952"/>
    <w:rsid w:val="00052E79"/>
    <w:rsid w:val="00055D33"/>
    <w:rsid w:val="000566F5"/>
    <w:rsid w:val="00065EAD"/>
    <w:rsid w:val="00085DA4"/>
    <w:rsid w:val="00086EC1"/>
    <w:rsid w:val="000A7179"/>
    <w:rsid w:val="000B4132"/>
    <w:rsid w:val="000C11FE"/>
    <w:rsid w:val="000C6342"/>
    <w:rsid w:val="000D2DA8"/>
    <w:rsid w:val="000D70D2"/>
    <w:rsid w:val="000E0505"/>
    <w:rsid w:val="000F111B"/>
    <w:rsid w:val="000F2FFA"/>
    <w:rsid w:val="000F528E"/>
    <w:rsid w:val="000F5A04"/>
    <w:rsid w:val="00105525"/>
    <w:rsid w:val="00110B9F"/>
    <w:rsid w:val="00115E1B"/>
    <w:rsid w:val="00124CBD"/>
    <w:rsid w:val="00142F00"/>
    <w:rsid w:val="00145AB2"/>
    <w:rsid w:val="0015222E"/>
    <w:rsid w:val="001555DC"/>
    <w:rsid w:val="001663B5"/>
    <w:rsid w:val="0017207F"/>
    <w:rsid w:val="001938C6"/>
    <w:rsid w:val="001967E2"/>
    <w:rsid w:val="001C427D"/>
    <w:rsid w:val="001E2163"/>
    <w:rsid w:val="001E4B2E"/>
    <w:rsid w:val="001E65A8"/>
    <w:rsid w:val="001F58DC"/>
    <w:rsid w:val="002072A3"/>
    <w:rsid w:val="00215A2C"/>
    <w:rsid w:val="00220C03"/>
    <w:rsid w:val="002273E8"/>
    <w:rsid w:val="00236015"/>
    <w:rsid w:val="002477F4"/>
    <w:rsid w:val="00256A5B"/>
    <w:rsid w:val="00265427"/>
    <w:rsid w:val="002663B3"/>
    <w:rsid w:val="002669C5"/>
    <w:rsid w:val="00280F91"/>
    <w:rsid w:val="002B048E"/>
    <w:rsid w:val="002B6946"/>
    <w:rsid w:val="002C2810"/>
    <w:rsid w:val="002E03E9"/>
    <w:rsid w:val="002E40DE"/>
    <w:rsid w:val="002E4F1F"/>
    <w:rsid w:val="002E7436"/>
    <w:rsid w:val="002F404E"/>
    <w:rsid w:val="002F6401"/>
    <w:rsid w:val="003038FF"/>
    <w:rsid w:val="00330BA0"/>
    <w:rsid w:val="00336561"/>
    <w:rsid w:val="00350AC0"/>
    <w:rsid w:val="00355D8E"/>
    <w:rsid w:val="003602EC"/>
    <w:rsid w:val="00397953"/>
    <w:rsid w:val="003B59E8"/>
    <w:rsid w:val="003E6CFC"/>
    <w:rsid w:val="003E7D6F"/>
    <w:rsid w:val="003F3B04"/>
    <w:rsid w:val="003F5668"/>
    <w:rsid w:val="00415F24"/>
    <w:rsid w:val="004163A0"/>
    <w:rsid w:val="004303FA"/>
    <w:rsid w:val="004333E4"/>
    <w:rsid w:val="00441CFC"/>
    <w:rsid w:val="0045017E"/>
    <w:rsid w:val="00451EC2"/>
    <w:rsid w:val="00455B0A"/>
    <w:rsid w:val="0046583B"/>
    <w:rsid w:val="004722B8"/>
    <w:rsid w:val="00473482"/>
    <w:rsid w:val="00484EF9"/>
    <w:rsid w:val="004850F3"/>
    <w:rsid w:val="00491F0C"/>
    <w:rsid w:val="00493845"/>
    <w:rsid w:val="004A54D0"/>
    <w:rsid w:val="004C1E76"/>
    <w:rsid w:val="004C4117"/>
    <w:rsid w:val="004D66EB"/>
    <w:rsid w:val="00522418"/>
    <w:rsid w:val="00525729"/>
    <w:rsid w:val="00527B8A"/>
    <w:rsid w:val="00534C94"/>
    <w:rsid w:val="005460F2"/>
    <w:rsid w:val="00556B58"/>
    <w:rsid w:val="00565A7D"/>
    <w:rsid w:val="00576986"/>
    <w:rsid w:val="00580524"/>
    <w:rsid w:val="005815DA"/>
    <w:rsid w:val="00583158"/>
    <w:rsid w:val="005915BA"/>
    <w:rsid w:val="00592FD1"/>
    <w:rsid w:val="005A64BB"/>
    <w:rsid w:val="005B47C5"/>
    <w:rsid w:val="005B56CA"/>
    <w:rsid w:val="005F7B7A"/>
    <w:rsid w:val="00621C69"/>
    <w:rsid w:val="00674F61"/>
    <w:rsid w:val="00674FA7"/>
    <w:rsid w:val="0067783F"/>
    <w:rsid w:val="00695B84"/>
    <w:rsid w:val="006B540A"/>
    <w:rsid w:val="006D224C"/>
    <w:rsid w:val="006E30C8"/>
    <w:rsid w:val="006E32C1"/>
    <w:rsid w:val="00701B06"/>
    <w:rsid w:val="007021D4"/>
    <w:rsid w:val="007058ED"/>
    <w:rsid w:val="007066C3"/>
    <w:rsid w:val="00715DBF"/>
    <w:rsid w:val="0072225D"/>
    <w:rsid w:val="00722C2A"/>
    <w:rsid w:val="0073164F"/>
    <w:rsid w:val="00750096"/>
    <w:rsid w:val="00762443"/>
    <w:rsid w:val="00765BDF"/>
    <w:rsid w:val="00772BFC"/>
    <w:rsid w:val="007766E2"/>
    <w:rsid w:val="007A767D"/>
    <w:rsid w:val="007C68C7"/>
    <w:rsid w:val="007C7B9B"/>
    <w:rsid w:val="007D17F2"/>
    <w:rsid w:val="007E5326"/>
    <w:rsid w:val="00802E3A"/>
    <w:rsid w:val="00807EC0"/>
    <w:rsid w:val="008178DD"/>
    <w:rsid w:val="00840343"/>
    <w:rsid w:val="00840D35"/>
    <w:rsid w:val="00844FD2"/>
    <w:rsid w:val="00850784"/>
    <w:rsid w:val="0085535A"/>
    <w:rsid w:val="00861DBA"/>
    <w:rsid w:val="008772DA"/>
    <w:rsid w:val="0088204A"/>
    <w:rsid w:val="008937B5"/>
    <w:rsid w:val="008A0B04"/>
    <w:rsid w:val="008A53D0"/>
    <w:rsid w:val="008B1931"/>
    <w:rsid w:val="008C0A86"/>
    <w:rsid w:val="008C6E5A"/>
    <w:rsid w:val="008D1E0D"/>
    <w:rsid w:val="008E3D05"/>
    <w:rsid w:val="008F50FF"/>
    <w:rsid w:val="00917984"/>
    <w:rsid w:val="00930844"/>
    <w:rsid w:val="00936397"/>
    <w:rsid w:val="00941010"/>
    <w:rsid w:val="00941464"/>
    <w:rsid w:val="0094294C"/>
    <w:rsid w:val="00950F1F"/>
    <w:rsid w:val="0097647E"/>
    <w:rsid w:val="0098767A"/>
    <w:rsid w:val="00997683"/>
    <w:rsid w:val="009B464C"/>
    <w:rsid w:val="009C32FE"/>
    <w:rsid w:val="009D38E6"/>
    <w:rsid w:val="009D52A1"/>
    <w:rsid w:val="009D755C"/>
    <w:rsid w:val="009E1767"/>
    <w:rsid w:val="009E3138"/>
    <w:rsid w:val="009E3DA6"/>
    <w:rsid w:val="009F2B91"/>
    <w:rsid w:val="00A055DC"/>
    <w:rsid w:val="00A06940"/>
    <w:rsid w:val="00A071E5"/>
    <w:rsid w:val="00A16968"/>
    <w:rsid w:val="00A312BB"/>
    <w:rsid w:val="00A40342"/>
    <w:rsid w:val="00A44768"/>
    <w:rsid w:val="00A47525"/>
    <w:rsid w:val="00A47578"/>
    <w:rsid w:val="00A5115B"/>
    <w:rsid w:val="00A522EE"/>
    <w:rsid w:val="00A52F83"/>
    <w:rsid w:val="00A542EC"/>
    <w:rsid w:val="00A66BFC"/>
    <w:rsid w:val="00AA285F"/>
    <w:rsid w:val="00AA7A13"/>
    <w:rsid w:val="00AB0ACA"/>
    <w:rsid w:val="00AB446F"/>
    <w:rsid w:val="00AC0367"/>
    <w:rsid w:val="00AC209E"/>
    <w:rsid w:val="00AD3F10"/>
    <w:rsid w:val="00AD6B85"/>
    <w:rsid w:val="00AD715D"/>
    <w:rsid w:val="00AE020B"/>
    <w:rsid w:val="00B07454"/>
    <w:rsid w:val="00B07622"/>
    <w:rsid w:val="00B132DE"/>
    <w:rsid w:val="00B1794A"/>
    <w:rsid w:val="00B209C2"/>
    <w:rsid w:val="00B34373"/>
    <w:rsid w:val="00B4474D"/>
    <w:rsid w:val="00B46ACE"/>
    <w:rsid w:val="00B64F68"/>
    <w:rsid w:val="00B727E8"/>
    <w:rsid w:val="00B840F3"/>
    <w:rsid w:val="00B87B2B"/>
    <w:rsid w:val="00BA15D1"/>
    <w:rsid w:val="00BD3357"/>
    <w:rsid w:val="00C06B9D"/>
    <w:rsid w:val="00C128CE"/>
    <w:rsid w:val="00C15F83"/>
    <w:rsid w:val="00C3148A"/>
    <w:rsid w:val="00C51F07"/>
    <w:rsid w:val="00C574EA"/>
    <w:rsid w:val="00C6275E"/>
    <w:rsid w:val="00C6299F"/>
    <w:rsid w:val="00C911C6"/>
    <w:rsid w:val="00CA7575"/>
    <w:rsid w:val="00CB567F"/>
    <w:rsid w:val="00CC4F43"/>
    <w:rsid w:val="00CF2C25"/>
    <w:rsid w:val="00CF4110"/>
    <w:rsid w:val="00D144FB"/>
    <w:rsid w:val="00D20442"/>
    <w:rsid w:val="00D24268"/>
    <w:rsid w:val="00D34B1D"/>
    <w:rsid w:val="00D35676"/>
    <w:rsid w:val="00D36564"/>
    <w:rsid w:val="00D42DCF"/>
    <w:rsid w:val="00D432EE"/>
    <w:rsid w:val="00D57DF8"/>
    <w:rsid w:val="00D61D43"/>
    <w:rsid w:val="00D66645"/>
    <w:rsid w:val="00D7444E"/>
    <w:rsid w:val="00D81F74"/>
    <w:rsid w:val="00D82DFB"/>
    <w:rsid w:val="00D852D5"/>
    <w:rsid w:val="00D95C84"/>
    <w:rsid w:val="00DD35CB"/>
    <w:rsid w:val="00DF0226"/>
    <w:rsid w:val="00DF4887"/>
    <w:rsid w:val="00E45101"/>
    <w:rsid w:val="00E4554A"/>
    <w:rsid w:val="00E54C35"/>
    <w:rsid w:val="00E55C58"/>
    <w:rsid w:val="00E56CE8"/>
    <w:rsid w:val="00E56EB7"/>
    <w:rsid w:val="00E62F48"/>
    <w:rsid w:val="00E65CA0"/>
    <w:rsid w:val="00E92CA9"/>
    <w:rsid w:val="00E94BB3"/>
    <w:rsid w:val="00E95BE6"/>
    <w:rsid w:val="00EA3A84"/>
    <w:rsid w:val="00EA6FC4"/>
    <w:rsid w:val="00EB4177"/>
    <w:rsid w:val="00EB4804"/>
    <w:rsid w:val="00ED2BD6"/>
    <w:rsid w:val="00F0496E"/>
    <w:rsid w:val="00F12BB1"/>
    <w:rsid w:val="00F1306D"/>
    <w:rsid w:val="00F25A4C"/>
    <w:rsid w:val="00F4161E"/>
    <w:rsid w:val="00F45985"/>
    <w:rsid w:val="00F56DE1"/>
    <w:rsid w:val="00F617C0"/>
    <w:rsid w:val="00F73FAA"/>
    <w:rsid w:val="00F7568B"/>
    <w:rsid w:val="00F774AE"/>
    <w:rsid w:val="00FB07CA"/>
    <w:rsid w:val="00FC20A0"/>
    <w:rsid w:val="00FD4213"/>
    <w:rsid w:val="00FD55D0"/>
    <w:rsid w:val="00FE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757197"/>
  <w15:docId w15:val="{7172EA13-9F13-4B4B-93AF-F06399913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9C2"/>
    <w:pPr>
      <w:spacing w:before="60" w:line="276" w:lineRule="auto"/>
      <w:jc w:val="both"/>
    </w:pPr>
    <w:rPr>
      <w:sz w:val="22"/>
      <w:szCs w:val="22"/>
      <w:lang w:val="sr-Latn-C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9C2"/>
    <w:pPr>
      <w:keepNext/>
      <w:keepLines/>
      <w:pageBreakBefore/>
      <w:numPr>
        <w:numId w:val="30"/>
      </w:numPr>
      <w:spacing w:before="840"/>
      <w:contextualSpacing/>
      <w:jc w:val="left"/>
      <w:outlineLvl w:val="0"/>
    </w:pPr>
    <w:rPr>
      <w:rFonts w:ascii="Cambria" w:hAnsi="Cambria"/>
      <w:b/>
      <w:bCs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B209C2"/>
    <w:pPr>
      <w:keepNext/>
      <w:keepLines/>
      <w:numPr>
        <w:ilvl w:val="1"/>
        <w:numId w:val="30"/>
      </w:numPr>
      <w:spacing w:before="200"/>
      <w:jc w:val="left"/>
      <w:outlineLvl w:val="1"/>
    </w:pPr>
    <w:rPr>
      <w:rFonts w:ascii="Cambria" w:hAnsi="Cambria"/>
      <w:b/>
      <w:bCs/>
      <w:sz w:val="26"/>
      <w:szCs w:val="26"/>
      <w:lang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B209C2"/>
    <w:pPr>
      <w:keepNext/>
      <w:keepLines/>
      <w:numPr>
        <w:ilvl w:val="2"/>
        <w:numId w:val="30"/>
      </w:numPr>
      <w:spacing w:before="200" w:line="271" w:lineRule="auto"/>
      <w:jc w:val="left"/>
      <w:outlineLvl w:val="2"/>
    </w:pPr>
    <w:rPr>
      <w:rFonts w:ascii="Cambria" w:hAnsi="Cambria"/>
      <w:b/>
      <w:bCs/>
      <w:sz w:val="20"/>
      <w:szCs w:val="20"/>
      <w:lang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9C2"/>
    <w:pPr>
      <w:keepNext/>
      <w:keepLines/>
      <w:numPr>
        <w:ilvl w:val="3"/>
        <w:numId w:val="30"/>
      </w:numPr>
      <w:spacing w:before="200"/>
      <w:jc w:val="left"/>
      <w:outlineLvl w:val="3"/>
    </w:pPr>
    <w:rPr>
      <w:rFonts w:ascii="Cambria" w:hAnsi="Cambria"/>
      <w:b/>
      <w:bCs/>
      <w:i/>
      <w:iCs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B209C2"/>
    <w:pPr>
      <w:spacing w:before="200"/>
      <w:outlineLvl w:val="4"/>
    </w:pPr>
    <w:rPr>
      <w:rFonts w:ascii="Cambria" w:hAnsi="Cambria"/>
      <w:b/>
      <w:bCs/>
      <w:color w:val="7F7F7F"/>
      <w:sz w:val="20"/>
      <w:szCs w:val="20"/>
      <w:lang w:val="en-US"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B209C2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en-US"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B209C2"/>
    <w:pPr>
      <w:outlineLvl w:val="6"/>
    </w:pPr>
    <w:rPr>
      <w:rFonts w:ascii="Cambria" w:hAnsi="Cambria"/>
      <w:i/>
      <w:iCs/>
      <w:sz w:val="20"/>
      <w:szCs w:val="20"/>
      <w:lang w:val="en-US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B209C2"/>
    <w:pPr>
      <w:outlineLvl w:val="7"/>
    </w:pPr>
    <w:rPr>
      <w:rFonts w:ascii="Cambria" w:hAnsi="Cambria"/>
      <w:sz w:val="20"/>
      <w:szCs w:val="20"/>
      <w:lang w:val="en-US"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B209C2"/>
    <w:pPr>
      <w:outlineLvl w:val="8"/>
    </w:pPr>
    <w:rPr>
      <w:rFonts w:ascii="Cambria" w:hAnsi="Cambria"/>
      <w:i/>
      <w:iCs/>
      <w:spacing w:val="5"/>
      <w:sz w:val="20"/>
      <w:szCs w:val="20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0F2"/>
    <w:pPr>
      <w:tabs>
        <w:tab w:val="center" w:pos="4680"/>
        <w:tab w:val="right" w:pos="9360"/>
      </w:tabs>
      <w:spacing w:line="240" w:lineRule="auto"/>
      <w:jc w:val="left"/>
    </w:pPr>
  </w:style>
  <w:style w:type="character" w:customStyle="1" w:styleId="HeaderChar">
    <w:name w:val="Header Char"/>
    <w:link w:val="Header"/>
    <w:uiPriority w:val="99"/>
    <w:rsid w:val="005460F2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5460F2"/>
    <w:pPr>
      <w:tabs>
        <w:tab w:val="center" w:pos="4680"/>
        <w:tab w:val="right" w:pos="9360"/>
      </w:tabs>
      <w:spacing w:line="240" w:lineRule="auto"/>
      <w:jc w:val="left"/>
    </w:pPr>
  </w:style>
  <w:style w:type="character" w:customStyle="1" w:styleId="FooterChar">
    <w:name w:val="Footer Char"/>
    <w:link w:val="Footer"/>
    <w:uiPriority w:val="99"/>
    <w:rsid w:val="005460F2"/>
    <w:rPr>
      <w:lang w:val="sr-Latn-CS"/>
    </w:rPr>
  </w:style>
  <w:style w:type="character" w:styleId="PlaceholderText">
    <w:name w:val="Placeholder Text"/>
    <w:uiPriority w:val="99"/>
    <w:semiHidden/>
    <w:rsid w:val="001E21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1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E2163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1"/>
    <w:qFormat/>
    <w:rsid w:val="00B209C2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209C2"/>
  </w:style>
  <w:style w:type="character" w:customStyle="1" w:styleId="Heading3Char">
    <w:name w:val="Heading 3 Char"/>
    <w:link w:val="Heading3"/>
    <w:uiPriority w:val="9"/>
    <w:rsid w:val="00B209C2"/>
    <w:rPr>
      <w:rFonts w:ascii="Cambria" w:eastAsia="Times New Roman" w:hAnsi="Cambria" w:cs="Times New Roman"/>
      <w:b/>
      <w:bCs/>
      <w:lang w:val="sr-Latn-CS"/>
    </w:rPr>
  </w:style>
  <w:style w:type="table" w:styleId="TableGrid">
    <w:name w:val="Table Grid"/>
    <w:basedOn w:val="TableNormal"/>
    <w:uiPriority w:val="59"/>
    <w:rsid w:val="005815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209C2"/>
    <w:pPr>
      <w:pBdr>
        <w:bottom w:val="single" w:sz="4" w:space="1" w:color="auto"/>
      </w:pBdr>
      <w:spacing w:line="240" w:lineRule="auto"/>
      <w:contextualSpacing/>
      <w:jc w:val="center"/>
    </w:pPr>
    <w:rPr>
      <w:rFonts w:ascii="Cambria" w:hAnsi="Cambria"/>
      <w:caps/>
      <w:spacing w:val="5"/>
      <w:sz w:val="52"/>
      <w:szCs w:val="52"/>
      <w:lang w:bidi="ar-SA"/>
    </w:rPr>
  </w:style>
  <w:style w:type="character" w:customStyle="1" w:styleId="TitleChar">
    <w:name w:val="Title Char"/>
    <w:link w:val="Title"/>
    <w:uiPriority w:val="10"/>
    <w:rsid w:val="00B209C2"/>
    <w:rPr>
      <w:rFonts w:ascii="Cambria" w:eastAsia="Times New Roman" w:hAnsi="Cambria" w:cs="Times New Roman"/>
      <w:caps/>
      <w:spacing w:val="5"/>
      <w:sz w:val="52"/>
      <w:szCs w:val="52"/>
      <w:lang w:val="sr-Latn-CS"/>
    </w:rPr>
  </w:style>
  <w:style w:type="paragraph" w:customStyle="1" w:styleId="NormalImeiPrezime">
    <w:name w:val="Normal Ime i Prezime"/>
    <w:basedOn w:val="Normal"/>
    <w:next w:val="Normal"/>
    <w:qFormat/>
    <w:rsid w:val="00B209C2"/>
    <w:pPr>
      <w:spacing w:line="240" w:lineRule="auto"/>
      <w:jc w:val="center"/>
    </w:pPr>
    <w:rPr>
      <w:caps/>
      <w:sz w:val="28"/>
    </w:rPr>
  </w:style>
  <w:style w:type="character" w:customStyle="1" w:styleId="Heading1Char">
    <w:name w:val="Heading 1 Char"/>
    <w:link w:val="Heading1"/>
    <w:uiPriority w:val="9"/>
    <w:rsid w:val="00B209C2"/>
    <w:rPr>
      <w:rFonts w:ascii="Cambria" w:eastAsia="Times New Roman" w:hAnsi="Cambria" w:cs="Times New Roman"/>
      <w:b/>
      <w:bCs/>
      <w:sz w:val="28"/>
      <w:szCs w:val="28"/>
      <w:lang w:val="sr-Latn-CS"/>
    </w:rPr>
  </w:style>
  <w:style w:type="character" w:customStyle="1" w:styleId="Heading2Char">
    <w:name w:val="Heading 2 Char"/>
    <w:link w:val="Heading2"/>
    <w:uiPriority w:val="9"/>
    <w:rsid w:val="00B209C2"/>
    <w:rPr>
      <w:rFonts w:ascii="Cambria" w:eastAsia="Times New Roman" w:hAnsi="Cambria" w:cs="Times New Roman"/>
      <w:b/>
      <w:bCs/>
      <w:sz w:val="26"/>
      <w:szCs w:val="26"/>
      <w:lang w:val="sr-Latn-CS"/>
    </w:rPr>
  </w:style>
  <w:style w:type="character" w:customStyle="1" w:styleId="Heading4Char">
    <w:name w:val="Heading 4 Char"/>
    <w:link w:val="Heading4"/>
    <w:uiPriority w:val="9"/>
    <w:rsid w:val="00B209C2"/>
    <w:rPr>
      <w:rFonts w:ascii="Cambria" w:eastAsia="Times New Roman" w:hAnsi="Cambria" w:cs="Times New Roman"/>
      <w:b/>
      <w:bCs/>
      <w:i/>
      <w:iCs/>
      <w:lang w:val="sr-Latn-CS"/>
    </w:rPr>
  </w:style>
  <w:style w:type="character" w:customStyle="1" w:styleId="Heading5Char">
    <w:name w:val="Heading 5 Char"/>
    <w:link w:val="Heading5"/>
    <w:uiPriority w:val="9"/>
    <w:rsid w:val="00B209C2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B209C2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B209C2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B209C2"/>
    <w:rPr>
      <w:rFonts w:ascii="Cambria" w:eastAsia="Times New Roman" w:hAnsi="Cambria" w:cs="Times New Roman"/>
    </w:rPr>
  </w:style>
  <w:style w:type="character" w:customStyle="1" w:styleId="Heading9Char">
    <w:name w:val="Heading 9 Char"/>
    <w:link w:val="Heading9"/>
    <w:uiPriority w:val="9"/>
    <w:rsid w:val="00B209C2"/>
    <w:rPr>
      <w:rFonts w:ascii="Cambria" w:eastAsia="Times New Roman" w:hAnsi="Cambria" w:cs="Times New Roman"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9C2"/>
    <w:pPr>
      <w:spacing w:after="600"/>
    </w:pPr>
    <w:rPr>
      <w:rFonts w:ascii="Cambria" w:hAnsi="Cambria"/>
      <w:i/>
      <w:iCs/>
      <w:spacing w:val="13"/>
      <w:sz w:val="24"/>
      <w:szCs w:val="24"/>
      <w:lang w:val="en-US" w:bidi="ar-SA"/>
    </w:rPr>
  </w:style>
  <w:style w:type="character" w:customStyle="1" w:styleId="SubtitleChar">
    <w:name w:val="Subtitle Char"/>
    <w:link w:val="Subtitle"/>
    <w:uiPriority w:val="11"/>
    <w:rsid w:val="00B209C2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209C2"/>
    <w:rPr>
      <w:b/>
      <w:bCs/>
    </w:rPr>
  </w:style>
  <w:style w:type="character" w:styleId="Emphasis">
    <w:name w:val="Emphasis"/>
    <w:uiPriority w:val="20"/>
    <w:qFormat/>
    <w:rsid w:val="00B209C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next w:val="Normal"/>
    <w:uiPriority w:val="34"/>
    <w:qFormat/>
    <w:rsid w:val="00B209C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09C2"/>
    <w:pPr>
      <w:spacing w:before="200"/>
      <w:ind w:left="360" w:right="360"/>
    </w:pPr>
    <w:rPr>
      <w:i/>
      <w:iCs/>
      <w:sz w:val="20"/>
      <w:szCs w:val="20"/>
      <w:lang w:val="en-US" w:bidi="ar-SA"/>
    </w:rPr>
  </w:style>
  <w:style w:type="character" w:customStyle="1" w:styleId="QuoteChar">
    <w:name w:val="Quote Char"/>
    <w:link w:val="Quote"/>
    <w:uiPriority w:val="29"/>
    <w:rsid w:val="00B209C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9C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0"/>
      <w:szCs w:val="20"/>
      <w:lang w:val="en-US" w:bidi="ar-SA"/>
    </w:rPr>
  </w:style>
  <w:style w:type="character" w:customStyle="1" w:styleId="IntenseQuoteChar">
    <w:name w:val="Intense Quote Char"/>
    <w:link w:val="IntenseQuote"/>
    <w:uiPriority w:val="30"/>
    <w:rsid w:val="00B209C2"/>
    <w:rPr>
      <w:b/>
      <w:bCs/>
      <w:i/>
      <w:iCs/>
    </w:rPr>
  </w:style>
  <w:style w:type="character" w:styleId="SubtleEmphasis">
    <w:name w:val="Subtle Emphasis"/>
    <w:uiPriority w:val="19"/>
    <w:qFormat/>
    <w:rsid w:val="00B209C2"/>
    <w:rPr>
      <w:i/>
      <w:iCs/>
    </w:rPr>
  </w:style>
  <w:style w:type="character" w:styleId="IntenseEmphasis">
    <w:name w:val="Intense Emphasis"/>
    <w:uiPriority w:val="21"/>
    <w:qFormat/>
    <w:rsid w:val="00B209C2"/>
    <w:rPr>
      <w:b/>
      <w:bCs/>
    </w:rPr>
  </w:style>
  <w:style w:type="character" w:styleId="SubtleReference">
    <w:name w:val="Subtle Reference"/>
    <w:uiPriority w:val="31"/>
    <w:qFormat/>
    <w:rsid w:val="00B209C2"/>
    <w:rPr>
      <w:smallCaps/>
    </w:rPr>
  </w:style>
  <w:style w:type="character" w:styleId="IntenseReference">
    <w:name w:val="Intense Reference"/>
    <w:uiPriority w:val="32"/>
    <w:qFormat/>
    <w:rsid w:val="00B209C2"/>
    <w:rPr>
      <w:smallCaps/>
      <w:spacing w:val="5"/>
      <w:u w:val="single"/>
    </w:rPr>
  </w:style>
  <w:style w:type="character" w:styleId="BookTitle">
    <w:name w:val="Book Title"/>
    <w:uiPriority w:val="33"/>
    <w:qFormat/>
    <w:rsid w:val="00B209C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B209C2"/>
    <w:pPr>
      <w:numPr>
        <w:numId w:val="0"/>
      </w:numPr>
      <w:outlineLvl w:val="9"/>
    </w:pPr>
    <w:rPr>
      <w:lang w:bidi="en-US"/>
    </w:rPr>
  </w:style>
  <w:style w:type="paragraph" w:customStyle="1" w:styleId="Heading1nonumbering">
    <w:name w:val="Heading 1 no numbering"/>
    <w:basedOn w:val="Heading1"/>
    <w:next w:val="Normal"/>
    <w:qFormat/>
    <w:rsid w:val="00B209C2"/>
    <w:pPr>
      <w:numPr>
        <w:numId w:val="0"/>
      </w:numPr>
    </w:pPr>
    <w:rPr>
      <w:lang w:bidi="en-US"/>
    </w:rPr>
  </w:style>
  <w:style w:type="paragraph" w:styleId="TOC1">
    <w:name w:val="toc 1"/>
    <w:basedOn w:val="Normal"/>
    <w:next w:val="Normal"/>
    <w:autoRedefine/>
    <w:uiPriority w:val="39"/>
    <w:unhideWhenUsed/>
    <w:rsid w:val="009D38E6"/>
    <w:pPr>
      <w:tabs>
        <w:tab w:val="right" w:leader="dot" w:pos="9628"/>
      </w:tabs>
      <w:spacing w:after="100"/>
    </w:pPr>
  </w:style>
  <w:style w:type="character" w:styleId="Hyperlink">
    <w:name w:val="Hyperlink"/>
    <w:uiPriority w:val="99"/>
    <w:unhideWhenUsed/>
    <w:rsid w:val="00D2044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164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3164F"/>
    <w:rPr>
      <w:sz w:val="20"/>
      <w:szCs w:val="20"/>
      <w:lang w:val="sr-Latn-CS"/>
    </w:rPr>
  </w:style>
  <w:style w:type="character" w:styleId="FootnoteReference">
    <w:name w:val="footnote reference"/>
    <w:uiPriority w:val="99"/>
    <w:semiHidden/>
    <w:unhideWhenUsed/>
    <w:rsid w:val="0073164F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0C11F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C11FE"/>
    <w:pPr>
      <w:spacing w:after="100"/>
      <w:ind w:left="440"/>
    </w:pPr>
  </w:style>
  <w:style w:type="paragraph" w:styleId="Bibliography">
    <w:name w:val="Bibliography"/>
    <w:basedOn w:val="Normal"/>
    <w:next w:val="Normal"/>
    <w:uiPriority w:val="37"/>
    <w:unhideWhenUsed/>
    <w:rsid w:val="0002413D"/>
    <w:pPr>
      <w:ind w:left="720" w:hanging="720"/>
      <w:jc w:val="left"/>
    </w:pPr>
  </w:style>
  <w:style w:type="paragraph" w:customStyle="1" w:styleId="Normalfigure-table">
    <w:name w:val="Normal figure-table"/>
    <w:basedOn w:val="Normal"/>
    <w:next w:val="Normal"/>
    <w:qFormat/>
    <w:rsid w:val="00B209C2"/>
    <w:pPr>
      <w:jc w:val="center"/>
    </w:pPr>
    <w:rPr>
      <w:lang w:bidi="ar-SA"/>
    </w:rPr>
  </w:style>
  <w:style w:type="paragraph" w:styleId="Caption">
    <w:name w:val="caption"/>
    <w:basedOn w:val="Normal"/>
    <w:next w:val="Normal"/>
    <w:uiPriority w:val="35"/>
    <w:qFormat/>
    <w:rsid w:val="00B209C2"/>
    <w:pPr>
      <w:spacing w:before="0" w:after="200" w:line="240" w:lineRule="auto"/>
      <w:jc w:val="center"/>
    </w:pPr>
    <w:rPr>
      <w:b/>
      <w:bCs/>
      <w:sz w:val="18"/>
      <w:szCs w:val="18"/>
    </w:rPr>
  </w:style>
  <w:style w:type="table" w:customStyle="1" w:styleId="LightList1">
    <w:name w:val="Light List1"/>
    <w:basedOn w:val="TableNormal"/>
    <w:uiPriority w:val="61"/>
    <w:rsid w:val="00AD715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Normalprogramcode">
    <w:name w:val="Normal program code"/>
    <w:basedOn w:val="Normal"/>
    <w:qFormat/>
    <w:rsid w:val="00B209C2"/>
    <w:pPr>
      <w:spacing w:before="0" w:line="240" w:lineRule="auto"/>
      <w:ind w:left="567" w:right="567"/>
      <w:jc w:val="left"/>
    </w:pPr>
    <w:rPr>
      <w:rFonts w:ascii="Courier New" w:hAnsi="Courier New"/>
      <w:sz w:val="18"/>
      <w:lang w:bidi="ar-SA"/>
    </w:rPr>
  </w:style>
  <w:style w:type="paragraph" w:customStyle="1" w:styleId="Normalprogramcodeframed">
    <w:name w:val="Normal program code framed"/>
    <w:basedOn w:val="Normalprogramcode"/>
    <w:qFormat/>
    <w:rsid w:val="00B209C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styleId="PageNumber">
    <w:name w:val="page number"/>
    <w:basedOn w:val="DefaultParagraphFont"/>
    <w:rsid w:val="00A40342"/>
  </w:style>
  <w:style w:type="character" w:styleId="CommentReference">
    <w:name w:val="annotation reference"/>
    <w:basedOn w:val="DefaultParagraphFont"/>
    <w:uiPriority w:val="99"/>
    <w:semiHidden/>
    <w:unhideWhenUsed/>
    <w:rsid w:val="002E74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4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436"/>
    <w:rPr>
      <w:lang w:val="sr-Latn-C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4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436"/>
    <w:rPr>
      <w:b/>
      <w:bCs/>
      <w:lang w:val="sr-Latn-CS" w:bidi="en-US"/>
    </w:rPr>
  </w:style>
  <w:style w:type="paragraph" w:styleId="Revision">
    <w:name w:val="Revision"/>
    <w:hidden/>
    <w:uiPriority w:val="99"/>
    <w:semiHidden/>
    <w:rsid w:val="00C51F07"/>
    <w:rPr>
      <w:sz w:val="22"/>
      <w:szCs w:val="22"/>
      <w:lang w:val="sr-Latn-CS" w:bidi="en-US"/>
    </w:rPr>
  </w:style>
  <w:style w:type="character" w:customStyle="1" w:styleId="markedcontent">
    <w:name w:val="markedcontent"/>
    <w:basedOn w:val="DefaultParagraphFont"/>
    <w:rsid w:val="0058315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755C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4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jc w:val="left"/>
    </w:pPr>
    <w:rPr>
      <w:rFonts w:ascii="Courier New" w:hAnsi="Courier New" w:cs="Courier New"/>
      <w:sz w:val="20"/>
      <w:szCs w:val="20"/>
      <w:lang w:val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4B2E"/>
    <w:rPr>
      <w:rFonts w:ascii="Courier New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1E4B2E"/>
    <w:rPr>
      <w:rFonts w:ascii="Courier New" w:eastAsia="Times New Roman" w:hAnsi="Courier New" w:cs="Courier New"/>
      <w:sz w:val="20"/>
      <w:szCs w:val="20"/>
    </w:rPr>
  </w:style>
  <w:style w:type="character" w:customStyle="1" w:styleId="hljs-builtin">
    <w:name w:val="hljs-built_in"/>
    <w:basedOn w:val="DefaultParagraphFont"/>
    <w:rsid w:val="001E4B2E"/>
  </w:style>
  <w:style w:type="character" w:customStyle="1" w:styleId="hljs-string">
    <w:name w:val="hljs-string"/>
    <w:basedOn w:val="DefaultParagraphFont"/>
    <w:rsid w:val="001E4B2E"/>
  </w:style>
  <w:style w:type="character" w:styleId="UnresolvedMention">
    <w:name w:val="Unresolved Mention"/>
    <w:basedOn w:val="DefaultParagraphFont"/>
    <w:uiPriority w:val="99"/>
    <w:semiHidden/>
    <w:unhideWhenUsed/>
    <w:rsid w:val="00936397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DF4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3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5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gor\Application%20Data\Microsoft\Templates\template%20zavrsni%20r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939D5-7819-4972-BA85-78E63724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zavrsni rad</Template>
  <TotalTime>24</TotalTime>
  <Pages>1</Pages>
  <Words>2701</Words>
  <Characters>15397</Characters>
  <Application>Microsoft Office Word</Application>
  <DocSecurity>0</DocSecurity>
  <Lines>128</Lines>
  <Paragraphs>36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Upiši naziv teme rada</vt:lpstr>
      <vt:lpstr>Upiši naziv teme rada</vt:lpstr>
    </vt:vector>
  </TitlesOfParts>
  <Company>VTS Subotica</Company>
  <LinksUpToDate>false</LinksUpToDate>
  <CharactersWithSpaces>18062</CharactersWithSpaces>
  <SharedDoc>false</SharedDoc>
  <HLinks>
    <vt:vector size="144" baseType="variant"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_Toc94610716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_Toc94610715</vt:lpwstr>
      </vt:variant>
      <vt:variant>
        <vt:i4>1114174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_Toc94610714</vt:lpwstr>
      </vt:variant>
      <vt:variant>
        <vt:i4>1441854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_Toc94610713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_Toc94610712</vt:lpwstr>
      </vt:variant>
      <vt:variant>
        <vt:i4>1310782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_Toc94610711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_Toc94610710</vt:lpwstr>
      </vt:variant>
      <vt:variant>
        <vt:i4>1835071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_Toc94610709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_Toc94610708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_Toc94610707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_Toc94610706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_Toc94610705</vt:lpwstr>
      </vt:variant>
      <vt:variant>
        <vt:i4>1114175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_Toc94610704</vt:lpwstr>
      </vt:variant>
      <vt:variant>
        <vt:i4>1441855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_Toc94610703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_Toc94610702</vt:lpwstr>
      </vt:variant>
      <vt:variant>
        <vt:i4>1310783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_Toc94610701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_Toc94610700</vt:lpwstr>
      </vt:variant>
      <vt:variant>
        <vt:i4>1900598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_Toc94610699</vt:lpwstr>
      </vt:variant>
      <vt:variant>
        <vt:i4>1835062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_Toc94610698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_Toc94610697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_Toc94610696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_Toc94610695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_Toc94610694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_Toc94610693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Upiši naziv teme rada</dc:title>
  <dc:creator>Igor Furstner</dc:creator>
  <dc:description>Šablon za izradu završnog rada</dc:description>
  <cp:lastModifiedBy>Sanja Maravić Čisar</cp:lastModifiedBy>
  <cp:revision>13</cp:revision>
  <cp:lastPrinted>2023-02-24T15:12:00Z</cp:lastPrinted>
  <dcterms:created xsi:type="dcterms:W3CDTF">2023-02-13T09:51:00Z</dcterms:created>
  <dcterms:modified xsi:type="dcterms:W3CDTF">2023-02-24T15:12:00Z</dcterms:modified>
</cp:coreProperties>
</file>