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1CA2" w14:textId="77777777" w:rsidR="00B1794A" w:rsidRPr="00750096" w:rsidRDefault="00B1794A">
      <w:pPr>
        <w:rPr>
          <w:lang w:val="sr-Latn-RS"/>
        </w:rPr>
      </w:pPr>
    </w:p>
    <w:p w14:paraId="601ECA25" w14:textId="77777777" w:rsidR="00B1794A" w:rsidRPr="001E65A8" w:rsidRDefault="00B1794A"/>
    <w:p w14:paraId="183DE315" w14:textId="77777777" w:rsidR="00B1794A" w:rsidRPr="001E65A8" w:rsidRDefault="00B1794A"/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6A798D" w:rsidRPr="001E65A8" w14:paraId="6ACA30B8" w14:textId="77777777" w:rsidTr="00444AED">
        <w:trPr>
          <w:cantSplit/>
          <w:trHeight w:hRule="exact" w:val="2108"/>
        </w:trPr>
        <w:tc>
          <w:tcPr>
            <w:tcW w:w="9628" w:type="dxa"/>
            <w:gridSpan w:val="3"/>
            <w:vAlign w:val="center"/>
          </w:tcPr>
          <w:p w14:paraId="3A019BFE" w14:textId="77777777" w:rsidR="006A798D" w:rsidRPr="001E65A8" w:rsidRDefault="006A798D" w:rsidP="00444AED">
            <w:pPr>
              <w:spacing w:line="240" w:lineRule="auto"/>
              <w:rPr>
                <w:lang w:val="sr-Latn-RS"/>
              </w:rPr>
            </w:pPr>
          </w:p>
        </w:tc>
      </w:tr>
      <w:tr w:rsidR="006A798D" w:rsidRPr="001E65A8" w14:paraId="699A7A09" w14:textId="77777777" w:rsidTr="00444AED">
        <w:trPr>
          <w:cantSplit/>
          <w:trHeight w:hRule="exact" w:val="2160"/>
        </w:trPr>
        <w:tc>
          <w:tcPr>
            <w:tcW w:w="9628" w:type="dxa"/>
            <w:gridSpan w:val="3"/>
            <w:vAlign w:val="center"/>
          </w:tcPr>
          <w:p w14:paraId="69BBEDB0" w14:textId="77777777" w:rsidR="006A798D" w:rsidRPr="001E65A8" w:rsidRDefault="006A798D" w:rsidP="00444AED">
            <w:pPr>
              <w:pStyle w:val="Title"/>
              <w:rPr>
                <w:lang w:val="sr-Latn-RS"/>
              </w:rPr>
            </w:pPr>
            <w:r w:rsidRPr="001E65A8">
              <w:rPr>
                <w:lang w:val="sr-Latn-RS"/>
              </w:rPr>
              <w:t xml:space="preserve">naslov rada na srpskom jeziku </w:t>
            </w:r>
          </w:p>
        </w:tc>
      </w:tr>
      <w:tr w:rsidR="006A798D" w:rsidRPr="001E65A8" w14:paraId="0CB634D5" w14:textId="77777777" w:rsidTr="00444AED">
        <w:trPr>
          <w:cantSplit/>
          <w:trHeight w:hRule="exact" w:val="3926"/>
        </w:trPr>
        <w:tc>
          <w:tcPr>
            <w:tcW w:w="9628" w:type="dxa"/>
            <w:gridSpan w:val="3"/>
            <w:vAlign w:val="center"/>
          </w:tcPr>
          <w:p w14:paraId="6648AA32" w14:textId="77777777" w:rsidR="006A798D" w:rsidRPr="001E65A8" w:rsidRDefault="006A798D" w:rsidP="00444AED">
            <w:pPr>
              <w:pStyle w:val="Title"/>
              <w:rPr>
                <w:lang w:val="sr-Latn-RS"/>
              </w:rPr>
            </w:pPr>
            <w:r w:rsidRPr="001E65A8">
              <w:rPr>
                <w:lang w:val="sr-Latn-RS"/>
              </w:rPr>
              <w:t>naslov rada na engleskom jeziku</w:t>
            </w:r>
          </w:p>
        </w:tc>
      </w:tr>
      <w:tr w:rsidR="006A798D" w:rsidRPr="001E65A8" w14:paraId="63031E9D" w14:textId="77777777" w:rsidTr="00444AED">
        <w:trPr>
          <w:cantSplit/>
          <w:trHeight w:hRule="exact" w:val="1998"/>
        </w:trPr>
        <w:tc>
          <w:tcPr>
            <w:tcW w:w="4106" w:type="dxa"/>
            <w:vAlign w:val="center"/>
          </w:tcPr>
          <w:p w14:paraId="45157BBD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6438C984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7197AE35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  <w:tr w:rsidR="006A798D" w:rsidRPr="001E65A8" w14:paraId="5110A2E1" w14:textId="77777777" w:rsidTr="00444AED">
        <w:trPr>
          <w:cantSplit/>
          <w:trHeight w:hRule="exact" w:val="425"/>
        </w:trPr>
        <w:tc>
          <w:tcPr>
            <w:tcW w:w="4106" w:type="dxa"/>
            <w:vAlign w:val="center"/>
          </w:tcPr>
          <w:p w14:paraId="09BA5484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Kandidat</w:t>
            </w:r>
          </w:p>
        </w:tc>
        <w:tc>
          <w:tcPr>
            <w:tcW w:w="1559" w:type="dxa"/>
            <w:vAlign w:val="center"/>
          </w:tcPr>
          <w:p w14:paraId="4C48F982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3963" w:type="dxa"/>
            <w:vAlign w:val="center"/>
          </w:tcPr>
          <w:p w14:paraId="2698DADA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Mentor</w:t>
            </w:r>
          </w:p>
        </w:tc>
      </w:tr>
      <w:tr w:rsidR="006A798D" w:rsidRPr="001E65A8" w14:paraId="4F3C0DC9" w14:textId="77777777" w:rsidTr="00444AED">
        <w:trPr>
          <w:cantSplit/>
          <w:trHeight w:hRule="exact" w:val="572"/>
        </w:trPr>
        <w:tc>
          <w:tcPr>
            <w:tcW w:w="4106" w:type="dxa"/>
            <w:vAlign w:val="bottom"/>
          </w:tcPr>
          <w:p w14:paraId="064568BC" w14:textId="77777777" w:rsidR="006A798D" w:rsidRPr="001E65A8" w:rsidRDefault="006A798D" w:rsidP="00444AED">
            <w:pPr>
              <w:pStyle w:val="NormalImeiPrezime"/>
              <w:rPr>
                <w:szCs w:val="28"/>
                <w:lang w:val="sr-Latn-RS"/>
              </w:rPr>
            </w:pPr>
            <w:r w:rsidRPr="001E65A8">
              <w:rPr>
                <w:lang w:val="sr-Latn-RS"/>
              </w:rPr>
              <w:t>ime i prezime kandidata</w:t>
            </w:r>
          </w:p>
        </w:tc>
        <w:tc>
          <w:tcPr>
            <w:tcW w:w="1559" w:type="dxa"/>
            <w:vAlign w:val="bottom"/>
          </w:tcPr>
          <w:p w14:paraId="2FCFA35A" w14:textId="77777777" w:rsidR="006A798D" w:rsidRPr="001E65A8" w:rsidRDefault="006A798D" w:rsidP="00444AED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  <w:vAlign w:val="bottom"/>
          </w:tcPr>
          <w:p w14:paraId="4BBA903B" w14:textId="77777777" w:rsidR="006A798D" w:rsidRPr="001E65A8" w:rsidRDefault="006A798D" w:rsidP="00444AED">
            <w:pPr>
              <w:pStyle w:val="NormalImeiPrezime"/>
              <w:rPr>
                <w:szCs w:val="28"/>
                <w:lang w:val="sr-Latn-RS"/>
              </w:rPr>
            </w:pPr>
            <w:r>
              <w:rPr>
                <w:lang w:val="sr-Latn-RS"/>
              </w:rPr>
              <w:t xml:space="preserve">DR </w:t>
            </w:r>
            <w:r w:rsidRPr="001E65A8">
              <w:rPr>
                <w:lang w:val="sr-Latn-RS"/>
              </w:rPr>
              <w:t>ime i prezime mentora</w:t>
            </w:r>
          </w:p>
        </w:tc>
      </w:tr>
      <w:tr w:rsidR="006A798D" w:rsidRPr="001E65A8" w14:paraId="23810178" w14:textId="77777777" w:rsidTr="00444AED">
        <w:trPr>
          <w:cantSplit/>
          <w:trHeight w:hRule="exact" w:val="379"/>
        </w:trPr>
        <w:tc>
          <w:tcPr>
            <w:tcW w:w="4106" w:type="dxa"/>
          </w:tcPr>
          <w:p w14:paraId="4DE9B681" w14:textId="77777777" w:rsidR="006A798D" w:rsidRPr="001E65A8" w:rsidRDefault="006A798D" w:rsidP="00444AED">
            <w:pPr>
              <w:pStyle w:val="NormalImeiPrezime"/>
              <w:spacing w:before="0"/>
              <w:rPr>
                <w:lang w:val="sr-Latn-RS"/>
              </w:rPr>
            </w:pPr>
            <w:r>
              <w:rPr>
                <w:lang w:val="sr-Latn-RS"/>
              </w:rPr>
              <w:t>broj indeksa</w:t>
            </w:r>
          </w:p>
        </w:tc>
        <w:tc>
          <w:tcPr>
            <w:tcW w:w="1559" w:type="dxa"/>
          </w:tcPr>
          <w:p w14:paraId="1A0B4E94" w14:textId="77777777" w:rsidR="006A798D" w:rsidRPr="001E65A8" w:rsidRDefault="006A798D" w:rsidP="00444AED">
            <w:pPr>
              <w:pStyle w:val="NormalImeiPrezime"/>
              <w:rPr>
                <w:lang w:val="sr-Latn-RS"/>
              </w:rPr>
            </w:pPr>
          </w:p>
        </w:tc>
        <w:tc>
          <w:tcPr>
            <w:tcW w:w="3963" w:type="dxa"/>
          </w:tcPr>
          <w:p w14:paraId="3ED243D4" w14:textId="77777777" w:rsidR="006A798D" w:rsidRDefault="006A798D" w:rsidP="00444AED">
            <w:pPr>
              <w:pStyle w:val="NormalImeiPrezime"/>
              <w:rPr>
                <w:lang w:val="sr-Latn-RS"/>
              </w:rPr>
            </w:pPr>
          </w:p>
        </w:tc>
      </w:tr>
      <w:tr w:rsidR="006A798D" w:rsidRPr="001E65A8" w14:paraId="33CA89B0" w14:textId="77777777" w:rsidTr="00444AED">
        <w:trPr>
          <w:cantSplit/>
          <w:trHeight w:hRule="exact" w:val="572"/>
        </w:trPr>
        <w:tc>
          <w:tcPr>
            <w:tcW w:w="4106" w:type="dxa"/>
            <w:vAlign w:val="center"/>
          </w:tcPr>
          <w:p w14:paraId="27223030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659F61E0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  <w:r w:rsidRPr="001E65A8">
              <w:rPr>
                <w:lang w:val="sr-Latn-RS"/>
              </w:rPr>
              <w:t>Subotica, 20xx</w:t>
            </w:r>
          </w:p>
        </w:tc>
        <w:tc>
          <w:tcPr>
            <w:tcW w:w="3963" w:type="dxa"/>
            <w:vAlign w:val="center"/>
          </w:tcPr>
          <w:p w14:paraId="2E7AB04F" w14:textId="77777777" w:rsidR="006A798D" w:rsidRPr="001E65A8" w:rsidRDefault="006A798D" w:rsidP="00444AED">
            <w:pPr>
              <w:spacing w:line="240" w:lineRule="auto"/>
              <w:jc w:val="center"/>
              <w:rPr>
                <w:lang w:val="sr-Latn-RS"/>
              </w:rPr>
            </w:pPr>
          </w:p>
        </w:tc>
      </w:tr>
    </w:tbl>
    <w:p w14:paraId="65365AC3" w14:textId="77777777" w:rsidR="00B4474D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sr-Latn-RS"/>
        </w:rPr>
      </w:pPr>
      <w:r>
        <w:rPr>
          <w:lang w:val="sr-Latn-RS"/>
        </w:rPr>
        <w:br w:type="page"/>
      </w:r>
    </w:p>
    <w:p w14:paraId="734C3841" w14:textId="65C582C3" w:rsidR="00330BA0" w:rsidRPr="00330BA0" w:rsidRDefault="00F12BB1" w:rsidP="00330BA0">
      <w:pPr>
        <w:pStyle w:val="Heading1nonumbering"/>
        <w:jc w:val="center"/>
        <w:rPr>
          <w:lang w:val="sr-Latn-RS"/>
        </w:rPr>
      </w:pPr>
      <w:bookmarkStart w:id="0" w:name="_Toc128138294"/>
      <w:r>
        <w:rPr>
          <w:lang w:val="sr-Latn-RS"/>
        </w:rPr>
        <w:lastRenderedPageBreak/>
        <w:t>Izjava studenta</w:t>
      </w:r>
      <w:bookmarkEnd w:id="0"/>
    </w:p>
    <w:p w14:paraId="4E170747" w14:textId="77777777" w:rsidR="00330BA0" w:rsidRDefault="00330BA0" w:rsidP="00330BA0">
      <w:pPr>
        <w:spacing w:line="240" w:lineRule="auto"/>
        <w:rPr>
          <w:rFonts w:ascii="Cambria" w:hAnsi="Cambria"/>
        </w:rPr>
      </w:pPr>
    </w:p>
    <w:p w14:paraId="647F1DC3" w14:textId="68338D03" w:rsidR="00E55C58" w:rsidRPr="008B1931" w:rsidRDefault="00E55C58">
      <w:pPr>
        <w:rPr>
          <w:lang w:val="sr-Latn-RS"/>
        </w:rPr>
      </w:pPr>
      <w:r w:rsidRPr="008B1931">
        <w:rPr>
          <w:lang w:val="sr-Latn-RS"/>
        </w:rPr>
        <w:t xml:space="preserve">Izjavljujem da </w:t>
      </w:r>
      <w:r w:rsidR="00DC34C7">
        <w:rPr>
          <w:lang w:val="sr-Latn-RS"/>
        </w:rPr>
        <w:t>master</w:t>
      </w:r>
      <w:r w:rsidRPr="008B1931">
        <w:rPr>
          <w:lang w:val="sr-Latn-RS"/>
        </w:rPr>
        <w:t xml:space="preserve"> rad predstavlja rezultat mog sopstvenog rada. Literatura i sredstva koja su korišćena pri izradi rada u potpunosti su citirana. Visoka tehnička škola strukovnih studija u Subotici</w:t>
      </w:r>
      <w:r w:rsidR="002E7436" w:rsidRPr="008B1931">
        <w:rPr>
          <w:lang w:val="sr-Latn-RS"/>
        </w:rPr>
        <w:t xml:space="preserve"> može</w:t>
      </w:r>
      <w:r w:rsidRPr="008B1931">
        <w:rPr>
          <w:lang w:val="sr-Latn-RS"/>
        </w:rPr>
        <w:t xml:space="preserve"> za svoje potrebe</w:t>
      </w:r>
      <w:r w:rsidR="002E7436" w:rsidRPr="008B1931">
        <w:rPr>
          <w:lang w:val="sr-Latn-RS"/>
        </w:rPr>
        <w:t>,</w:t>
      </w:r>
      <w:r w:rsidRPr="008B1931">
        <w:rPr>
          <w:lang w:val="sr-Latn-RS"/>
        </w:rPr>
        <w:t xml:space="preserve"> bez naknade, </w:t>
      </w:r>
      <w:r w:rsidR="002E7436" w:rsidRPr="008B1931">
        <w:rPr>
          <w:lang w:val="sr-Latn-RS"/>
        </w:rPr>
        <w:t xml:space="preserve">da </w:t>
      </w:r>
      <w:r w:rsidRPr="008B1931">
        <w:rPr>
          <w:lang w:val="sr-Latn-RS"/>
        </w:rPr>
        <w:t xml:space="preserve">iskoristi rezultate predstavljene u </w:t>
      </w:r>
      <w:r w:rsidR="00DC34C7">
        <w:rPr>
          <w:lang w:val="sr-Latn-RS"/>
        </w:rPr>
        <w:t>master</w:t>
      </w:r>
      <w:r w:rsidRPr="008B1931">
        <w:rPr>
          <w:lang w:val="sr-Latn-RS"/>
        </w:rPr>
        <w:t xml:space="preserve"> radu, imajući u vidu eventualna ograničenja definisana posebnim sporazumom o tajnosti, koji u tom slučaju čini sastavni deo </w:t>
      </w:r>
      <w:r w:rsidR="00DC34C7">
        <w:rPr>
          <w:lang w:val="sr-Latn-RS"/>
        </w:rPr>
        <w:t>master</w:t>
      </w:r>
      <w:r w:rsidR="00473482" w:rsidRPr="008B1931">
        <w:rPr>
          <w:lang w:val="sr-Latn-RS"/>
        </w:rPr>
        <w:t xml:space="preserve"> </w:t>
      </w:r>
      <w:r w:rsidRPr="008B1931">
        <w:rPr>
          <w:lang w:val="sr-Latn-RS"/>
        </w:rPr>
        <w:t>rada.</w:t>
      </w:r>
    </w:p>
    <w:p w14:paraId="7BA59C0D" w14:textId="77777777" w:rsidR="00330BA0" w:rsidRDefault="00330BA0" w:rsidP="00330BA0">
      <w:pPr>
        <w:rPr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993"/>
        <w:gridCol w:w="2693"/>
        <w:gridCol w:w="2977"/>
      </w:tblGrid>
      <w:tr w:rsidR="00314ECD" w14:paraId="3D5ADF39" w14:textId="77777777" w:rsidTr="00314ECD">
        <w:tc>
          <w:tcPr>
            <w:tcW w:w="1242" w:type="dxa"/>
          </w:tcPr>
          <w:p w14:paraId="5F8D0B8F" w14:textId="77777777" w:rsidR="00314ECD" w:rsidRDefault="00314ECD" w:rsidP="00F53201">
            <w:pPr>
              <w:rPr>
                <w:lang w:val="sr-Latn-RS"/>
              </w:rPr>
            </w:pPr>
            <w:bookmarkStart w:id="1" w:name="_Hlk126831287"/>
            <w:r w:rsidRPr="00A52F83">
              <w:rPr>
                <w:rFonts w:cs="Calibri"/>
              </w:rPr>
              <w:t>U Subotici,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101662F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993" w:type="dxa"/>
          </w:tcPr>
          <w:p w14:paraId="6DB9EEDD" w14:textId="77777777" w:rsidR="00314ECD" w:rsidRDefault="00314ECD" w:rsidP="00F53201">
            <w:pPr>
              <w:rPr>
                <w:lang w:val="sr-Latn-RS"/>
              </w:rPr>
            </w:pPr>
            <w:r w:rsidRPr="00A52F83">
              <w:rPr>
                <w:rFonts w:cs="Calibri"/>
              </w:rPr>
              <w:t>godine</w:t>
            </w:r>
          </w:p>
        </w:tc>
        <w:tc>
          <w:tcPr>
            <w:tcW w:w="2693" w:type="dxa"/>
          </w:tcPr>
          <w:p w14:paraId="110D93AB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0E6B281" w14:textId="77777777" w:rsidR="00314ECD" w:rsidRDefault="00314ECD" w:rsidP="00F53201">
            <w:pPr>
              <w:rPr>
                <w:lang w:val="sr-Latn-RS"/>
              </w:rPr>
            </w:pPr>
          </w:p>
        </w:tc>
      </w:tr>
      <w:tr w:rsidR="00314ECD" w14:paraId="5355BF43" w14:textId="77777777" w:rsidTr="00314ECD">
        <w:tc>
          <w:tcPr>
            <w:tcW w:w="1242" w:type="dxa"/>
          </w:tcPr>
          <w:p w14:paraId="623257CF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05F92B1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993" w:type="dxa"/>
          </w:tcPr>
          <w:p w14:paraId="2D8B58C2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2693" w:type="dxa"/>
          </w:tcPr>
          <w:p w14:paraId="55D8D6C1" w14:textId="77777777" w:rsidR="00314ECD" w:rsidRDefault="00314ECD" w:rsidP="00F53201">
            <w:pPr>
              <w:rPr>
                <w:lang w:val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AB38081" w14:textId="77777777" w:rsidR="00314ECD" w:rsidRDefault="00314ECD" w:rsidP="00F53201">
            <w:pPr>
              <w:jc w:val="center"/>
              <w:rPr>
                <w:lang w:val="sr-Latn-RS"/>
              </w:rPr>
            </w:pPr>
            <w:r w:rsidRPr="00A52F83">
              <w:rPr>
                <w:rFonts w:cs="Calibri"/>
              </w:rPr>
              <w:t>Potpis studenta</w:t>
            </w:r>
          </w:p>
        </w:tc>
      </w:tr>
      <w:bookmarkEnd w:id="1"/>
    </w:tbl>
    <w:p w14:paraId="2AF3A6E2" w14:textId="77777777" w:rsidR="00A52F83" w:rsidRPr="00330BA0" w:rsidRDefault="00A52F83" w:rsidP="00330BA0">
      <w:pPr>
        <w:rPr>
          <w:lang w:val="sr-Latn-RS"/>
        </w:rPr>
      </w:pPr>
    </w:p>
    <w:p w14:paraId="6056087D" w14:textId="77777777" w:rsidR="00330BA0" w:rsidRDefault="00330BA0" w:rsidP="00330BA0">
      <w:pPr>
        <w:spacing w:line="240" w:lineRule="auto"/>
        <w:rPr>
          <w:rFonts w:ascii="Cambria" w:hAnsi="Cambria"/>
        </w:rPr>
      </w:pPr>
    </w:p>
    <w:p w14:paraId="11BF53F1" w14:textId="42566C83" w:rsidR="007C7B9B" w:rsidRPr="001E65A8" w:rsidRDefault="009D38E6" w:rsidP="007C7B9B">
      <w:pPr>
        <w:pStyle w:val="Heading1nonumbering"/>
        <w:rPr>
          <w:lang w:val="sr-Latn-RS"/>
        </w:rPr>
      </w:pPr>
      <w:bookmarkStart w:id="2" w:name="_Toc128138295"/>
      <w:r>
        <w:rPr>
          <w:lang w:val="sr-Latn-RS"/>
        </w:rPr>
        <w:lastRenderedPageBreak/>
        <w:t>Sažetak</w:t>
      </w:r>
      <w:bookmarkEnd w:id="2"/>
    </w:p>
    <w:p w14:paraId="7403F208" w14:textId="2ED51D95" w:rsidR="007C7B9B" w:rsidRDefault="009D38E6" w:rsidP="007C7B9B">
      <w:pPr>
        <w:rPr>
          <w:lang w:val="sr-Latn-RS"/>
        </w:rPr>
      </w:pPr>
      <w:r>
        <w:rPr>
          <w:lang w:val="sr-Latn-RS"/>
        </w:rPr>
        <w:t>Sažetak</w:t>
      </w:r>
      <w:r w:rsidR="007C7B9B" w:rsidRPr="001E65A8">
        <w:rPr>
          <w:lang w:val="sr-Latn-RS"/>
        </w:rPr>
        <w:t xml:space="preserve"> je potrebno napisati na jeziku na kojem je rad napisan. </w:t>
      </w:r>
      <w:r w:rsidR="001F58DC">
        <w:rPr>
          <w:lang w:val="sr-Latn-RS"/>
        </w:rPr>
        <w:t>On sadrži sve bitne informacije o radu: kratak opis zadatka, problema, ciljeva, rezultata rada i bitne zaključke</w:t>
      </w:r>
      <w:r w:rsidR="006E32C1">
        <w:rPr>
          <w:lang w:val="sr-Latn-RS"/>
        </w:rPr>
        <w:t>, tako da čita</w:t>
      </w:r>
      <w:r w:rsidR="004D66EB">
        <w:rPr>
          <w:lang w:val="sr-Latn-RS"/>
        </w:rPr>
        <w:t>lac</w:t>
      </w:r>
      <w:r w:rsidR="006E32C1">
        <w:rPr>
          <w:lang w:val="sr-Latn-RS"/>
        </w:rPr>
        <w:t xml:space="preserve"> razume suštinu rada</w:t>
      </w:r>
      <w:r w:rsidR="001F58DC">
        <w:rPr>
          <w:lang w:val="sr-Latn-RS"/>
        </w:rPr>
        <w:t xml:space="preserve">. Preporučuje se upotreba pasiva, npr. „urađeno je“, „pokazano je“. </w:t>
      </w:r>
      <w:r>
        <w:rPr>
          <w:lang w:val="sr-Latn-RS"/>
        </w:rPr>
        <w:t>Sažetak</w:t>
      </w:r>
      <w:r w:rsidR="007C7B9B" w:rsidRPr="001E65A8">
        <w:rPr>
          <w:lang w:val="sr-Latn-RS"/>
        </w:rPr>
        <w:t xml:space="preserve"> sadrži od 100 do 200 reči.</w:t>
      </w:r>
      <w:r w:rsidR="001F58DC">
        <w:rPr>
          <w:lang w:val="sr-Latn-RS"/>
        </w:rPr>
        <w:t xml:space="preserve"> Ključne reči se navode na kraju sažetka u posebnom pasusu.</w:t>
      </w:r>
    </w:p>
    <w:p w14:paraId="3BF25DAC" w14:textId="00E90927" w:rsidR="00E45101" w:rsidRPr="00024338" w:rsidRDefault="00E45101" w:rsidP="007C7B9B">
      <w:pPr>
        <w:rPr>
          <w:color w:val="000000" w:themeColor="text1"/>
          <w:lang w:val="sr-Latn-RS"/>
        </w:rPr>
      </w:pPr>
      <w:r>
        <w:rPr>
          <w:lang w:val="sr-Latn-RS"/>
        </w:rPr>
        <w:t xml:space="preserve">Ključne reči: </w:t>
      </w:r>
      <w:r w:rsidRPr="006A798D">
        <w:rPr>
          <w:i/>
          <w:iCs/>
          <w:lang w:val="sr-Latn-RS"/>
        </w:rPr>
        <w:t>navesti 3-5 ključnih reči</w:t>
      </w:r>
      <w:r w:rsidR="00750096" w:rsidRPr="006A798D">
        <w:rPr>
          <w:i/>
          <w:iCs/>
          <w:lang w:val="sr-Latn-RS"/>
        </w:rPr>
        <w:t xml:space="preserve"> </w:t>
      </w:r>
      <w:r w:rsidR="00750096" w:rsidRPr="006A798D">
        <w:rPr>
          <w:i/>
          <w:iCs/>
          <w:color w:val="000000" w:themeColor="text1"/>
          <w:lang w:val="sr-Latn-RS"/>
        </w:rPr>
        <w:t>abecednim redom</w:t>
      </w:r>
    </w:p>
    <w:p w14:paraId="778F0C8D" w14:textId="45E18644" w:rsidR="001F58DC" w:rsidRDefault="001F58DC" w:rsidP="007C7B9B">
      <w:pPr>
        <w:rPr>
          <w:lang w:val="sr-Latn-RS"/>
        </w:rPr>
      </w:pPr>
    </w:p>
    <w:p w14:paraId="5669008F" w14:textId="77777777" w:rsidR="005815DA" w:rsidRPr="001E65A8" w:rsidRDefault="0098767A" w:rsidP="0098767A">
      <w:pPr>
        <w:pStyle w:val="Heading1nonumbering"/>
        <w:rPr>
          <w:lang w:val="sr-Latn-RS"/>
        </w:rPr>
      </w:pPr>
      <w:bookmarkStart w:id="3" w:name="_Toc94609926"/>
      <w:bookmarkStart w:id="4" w:name="_Toc128138296"/>
      <w:r w:rsidRPr="001E65A8">
        <w:rPr>
          <w:lang w:val="sr-Latn-RS"/>
        </w:rPr>
        <w:lastRenderedPageBreak/>
        <w:t>Sadržaj</w:t>
      </w:r>
      <w:bookmarkEnd w:id="3"/>
      <w:bookmarkEnd w:id="4"/>
    </w:p>
    <w:p w14:paraId="13260A12" w14:textId="720CAFBC" w:rsidR="00464FBF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1E65A8">
        <w:rPr>
          <w:lang w:val="sr-Latn-RS"/>
        </w:rPr>
        <w:fldChar w:fldCharType="begin"/>
      </w:r>
      <w:r w:rsidR="00D20442" w:rsidRPr="001E65A8">
        <w:rPr>
          <w:lang w:val="sr-Latn-RS"/>
        </w:rPr>
        <w:instrText xml:space="preserve"> TOC \o "1-3" \h \z \u </w:instrText>
      </w:r>
      <w:r w:rsidRPr="001E65A8">
        <w:rPr>
          <w:lang w:val="sr-Latn-RS"/>
        </w:rPr>
        <w:fldChar w:fldCharType="separate"/>
      </w:r>
      <w:hyperlink w:anchor="_Toc128138294" w:history="1">
        <w:r w:rsidR="00464FBF" w:rsidRPr="00D81CAD">
          <w:rPr>
            <w:rStyle w:val="Hyperlink"/>
            <w:noProof/>
            <w:lang w:val="sr-Latn-RS"/>
          </w:rPr>
          <w:t>Izjava studenta</w:t>
        </w:r>
        <w:r w:rsidR="00464FBF">
          <w:rPr>
            <w:noProof/>
            <w:webHidden/>
          </w:rPr>
          <w:tab/>
        </w:r>
        <w:r w:rsidR="00464FBF">
          <w:rPr>
            <w:noProof/>
            <w:webHidden/>
          </w:rPr>
          <w:fldChar w:fldCharType="begin"/>
        </w:r>
        <w:r w:rsidR="00464FBF">
          <w:rPr>
            <w:noProof/>
            <w:webHidden/>
          </w:rPr>
          <w:instrText xml:space="preserve"> PAGEREF _Toc128138294 \h </w:instrText>
        </w:r>
        <w:r w:rsidR="00464FBF">
          <w:rPr>
            <w:noProof/>
            <w:webHidden/>
          </w:rPr>
        </w:r>
        <w:r w:rsidR="00464FBF">
          <w:rPr>
            <w:noProof/>
            <w:webHidden/>
          </w:rPr>
          <w:fldChar w:fldCharType="separate"/>
        </w:r>
        <w:r w:rsidR="00464FBF">
          <w:rPr>
            <w:noProof/>
            <w:webHidden/>
          </w:rPr>
          <w:t>2</w:t>
        </w:r>
        <w:r w:rsidR="00464FBF">
          <w:rPr>
            <w:noProof/>
            <w:webHidden/>
          </w:rPr>
          <w:fldChar w:fldCharType="end"/>
        </w:r>
      </w:hyperlink>
    </w:p>
    <w:p w14:paraId="355D1427" w14:textId="673E827A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295" w:history="1">
        <w:r w:rsidRPr="00D81CAD">
          <w:rPr>
            <w:rStyle w:val="Hyperlink"/>
            <w:noProof/>
            <w:lang w:val="sr-Latn-RS"/>
          </w:rPr>
          <w:t>Sažetak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DAFE2C" w14:textId="5875EBA8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296" w:history="1">
        <w:r w:rsidRPr="00D81CAD">
          <w:rPr>
            <w:rStyle w:val="Hyperlink"/>
            <w:noProof/>
            <w:lang w:val="sr-Latn-RS"/>
          </w:rPr>
          <w:t>Sadržaj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55CE4D" w14:textId="0CE26ACF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297" w:history="1">
        <w:r w:rsidRPr="00D81CAD">
          <w:rPr>
            <w:rStyle w:val="Hyperlink"/>
            <w:noProof/>
            <w:lang w:val="sr-Latn-RS"/>
          </w:rPr>
          <w:t>Spisak oznaka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D84486" w14:textId="5485A6C7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298" w:history="1">
        <w:r w:rsidRPr="00D81CAD">
          <w:rPr>
            <w:rStyle w:val="Hyperlink"/>
            <w:noProof/>
            <w:lang w:val="sr-Latn-RS"/>
          </w:rPr>
          <w:t>Zahvale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C9BFBE" w14:textId="585AE9D5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299" w:history="1">
        <w:r w:rsidRPr="00D81CAD">
          <w:rPr>
            <w:rStyle w:val="Hyperlink"/>
            <w:noProof/>
            <w:lang w:val="sr-Latn-RS"/>
          </w:rPr>
          <w:t>Zadatak master 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CDA7A0" w14:textId="09BB4D22" w:rsidR="00464FBF" w:rsidRDefault="00464FB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0" w:history="1">
        <w:r w:rsidRPr="00D81CAD">
          <w:rPr>
            <w:rStyle w:val="Hyperlink"/>
            <w:noProof/>
            <w:lang w:val="sr-Latn-RS"/>
          </w:rPr>
          <w:t>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Uvod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A48988" w14:textId="74E12BBB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1" w:history="1">
        <w:r w:rsidRPr="00D81CAD">
          <w:rPr>
            <w:rStyle w:val="Hyperlink"/>
            <w:noProof/>
            <w:lang w:val="sr-Latn-RS"/>
          </w:rPr>
          <w:t>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Opis problema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3CE92C" w14:textId="2DDF6A0A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2" w:history="1">
        <w:r w:rsidRPr="00D81CAD">
          <w:rPr>
            <w:rStyle w:val="Hyperlink"/>
            <w:noProof/>
            <w:lang w:val="sr-Latn-RS"/>
          </w:rPr>
          <w:t>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Ciljevi 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FC9EA64" w14:textId="02D59B81" w:rsidR="00464FBF" w:rsidRDefault="00464FB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3" w:history="1">
        <w:r w:rsidRPr="00D81CAD">
          <w:rPr>
            <w:rStyle w:val="Hyperlink"/>
            <w:noProof/>
            <w:lang w:val="sr-Latn-RS"/>
          </w:rPr>
          <w:t>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Teorijske osnove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031DB03" w14:textId="4266D2B6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4" w:history="1">
        <w:r w:rsidRPr="00D81CAD">
          <w:rPr>
            <w:rStyle w:val="Hyperlink"/>
            <w:noProof/>
            <w:lang w:val="sr-Latn-RS"/>
          </w:rPr>
          <w:t>2.1.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Citiranje literature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3ABF661" w14:textId="77A8C812" w:rsidR="00464FBF" w:rsidRDefault="00464FB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5" w:history="1">
        <w:r w:rsidRPr="00D81CAD">
          <w:rPr>
            <w:rStyle w:val="Hyperlink"/>
            <w:noProof/>
            <w:lang w:val="sr-Latn-RS"/>
          </w:rPr>
          <w:t>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Rešavanje problema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717BD7B" w14:textId="5C8EC065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6" w:history="1">
        <w:r w:rsidRPr="00D81CAD">
          <w:rPr>
            <w:rStyle w:val="Hyperlink"/>
            <w:noProof/>
            <w:lang w:val="sr-Latn-RS"/>
          </w:rPr>
          <w:t>3.1.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Objašnjenja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CCF426" w14:textId="52A85FB1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7" w:history="1">
        <w:r w:rsidRPr="00D81CAD">
          <w:rPr>
            <w:rStyle w:val="Hyperlink"/>
            <w:noProof/>
            <w:lang w:val="sr-Latn-RS"/>
          </w:rPr>
          <w:t>3.1.1.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Opšta objašnjenja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5BF0ED3" w14:textId="2EB1F125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8" w:history="1">
        <w:r w:rsidRPr="00D81CAD">
          <w:rPr>
            <w:rStyle w:val="Hyperlink"/>
            <w:noProof/>
            <w:lang w:val="sr-Latn-RS"/>
          </w:rPr>
          <w:t>3.1.2.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Fusnote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DA89741" w14:textId="3C14676C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09" w:history="1">
        <w:r w:rsidRPr="00D81CAD">
          <w:rPr>
            <w:rStyle w:val="Hyperlink"/>
            <w:noProof/>
            <w:lang w:val="sr-Latn-RS"/>
          </w:rPr>
          <w:t>3.1.3.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Slike i grafikoni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7BF9A50" w14:textId="35DB2B5F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0" w:history="1">
        <w:r w:rsidRPr="00D81CAD">
          <w:rPr>
            <w:rStyle w:val="Hyperlink"/>
            <w:noProof/>
            <w:lang w:val="sr-Latn-RS"/>
          </w:rPr>
          <w:t>3.1.4.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Tabele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C8FD917" w14:textId="3B3C0B53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1" w:history="1">
        <w:r w:rsidRPr="00D81CAD">
          <w:rPr>
            <w:rStyle w:val="Hyperlink"/>
            <w:noProof/>
            <w:lang w:val="sr-Latn-RS"/>
          </w:rPr>
          <w:t>3.1.5.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Jednačine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87FBBC" w14:textId="477EE93F" w:rsidR="00464FBF" w:rsidRDefault="00464FBF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2" w:history="1">
        <w:r w:rsidRPr="00D81CAD">
          <w:rPr>
            <w:rStyle w:val="Hyperlink"/>
            <w:noProof/>
            <w:lang w:val="sr-Latn-RS"/>
          </w:rPr>
          <w:t>3.1.6.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Programski kod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D10D80" w14:textId="35DDD5A2" w:rsidR="00464FBF" w:rsidRDefault="00464FB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3" w:history="1">
        <w:r w:rsidRPr="00D81CAD">
          <w:rPr>
            <w:rStyle w:val="Hyperlink"/>
            <w:noProof/>
            <w:lang w:val="sr-Latn-RS"/>
          </w:rPr>
          <w:t>4.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Zaključak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AFFB5CE" w14:textId="60B6BEB8" w:rsidR="00464FBF" w:rsidRDefault="00464FBF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4" w:history="1">
        <w:r w:rsidRPr="00D81CAD">
          <w:rPr>
            <w:rStyle w:val="Hyperlink"/>
            <w:noProof/>
            <w:lang w:val="sr-Latn-RS"/>
          </w:rPr>
          <w:t>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EEE4C32" w14:textId="3FD95482" w:rsidR="00464FBF" w:rsidRDefault="00464FB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5" w:history="1">
        <w:r w:rsidRPr="00D81CAD">
          <w:rPr>
            <w:rStyle w:val="Hyperlink"/>
            <w:noProof/>
            <w:lang w:val="sr-Latn-RS"/>
          </w:rPr>
          <w:t>5.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Prilozi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6EDE205" w14:textId="10CAC145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6" w:history="1">
        <w:r w:rsidRPr="00D81CAD">
          <w:rPr>
            <w:rStyle w:val="Hyperlink"/>
            <w:noProof/>
            <w:lang w:val="sr-Latn-RS"/>
          </w:rPr>
          <w:t>5.1.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Štampani materijali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F04BB13" w14:textId="42E4787D" w:rsidR="00464FBF" w:rsidRDefault="00464FBF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17" w:history="1">
        <w:r w:rsidRPr="00D81CAD">
          <w:rPr>
            <w:rStyle w:val="Hyperlink"/>
            <w:noProof/>
            <w:lang w:val="sr-Latn-RS"/>
          </w:rPr>
          <w:t>5.2.</w:t>
        </w:r>
        <w:r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Pr="00D81CAD">
          <w:rPr>
            <w:rStyle w:val="Hyperlink"/>
            <w:noProof/>
            <w:lang w:val="sr-Latn-RS"/>
          </w:rPr>
          <w:t>Elektronski materijali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_Toc128138317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61E875" w14:textId="038998E7" w:rsidR="00D20442" w:rsidRPr="001E65A8" w:rsidRDefault="00A44768" w:rsidP="009D38E6">
      <w:pPr>
        <w:pStyle w:val="TOC1"/>
        <w:rPr>
          <w:lang w:val="sr-Latn-RS"/>
        </w:rPr>
      </w:pPr>
      <w:r w:rsidRPr="001E65A8">
        <w:rPr>
          <w:lang w:val="sr-Latn-RS"/>
        </w:rPr>
        <w:fldChar w:fldCharType="end"/>
      </w:r>
    </w:p>
    <w:p w14:paraId="4D1FB4AF" w14:textId="63C7EDDF" w:rsidR="0098767A" w:rsidRDefault="006E32C1" w:rsidP="00D20442">
      <w:pPr>
        <w:pStyle w:val="Heading1nonumbering"/>
        <w:rPr>
          <w:lang w:val="sr-Latn-RS"/>
        </w:rPr>
      </w:pPr>
      <w:bookmarkStart w:id="5" w:name="_Toc128138297"/>
      <w:r>
        <w:rPr>
          <w:lang w:val="sr-Latn-RS"/>
        </w:rPr>
        <w:lastRenderedPageBreak/>
        <w:t>Spisak</w:t>
      </w:r>
      <w:r w:rsidR="007C7B9B" w:rsidRPr="001E65A8">
        <w:rPr>
          <w:lang w:val="sr-Latn-RS"/>
        </w:rPr>
        <w:t xml:space="preserve"> oznaka</w:t>
      </w:r>
      <w:bookmarkEnd w:id="5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51F07" w:rsidRPr="001E65A8" w14:paraId="4E9E6D0F" w14:textId="77777777" w:rsidTr="00350AC0">
        <w:trPr>
          <w:tblHeader/>
        </w:trPr>
        <w:tc>
          <w:tcPr>
            <w:tcW w:w="2376" w:type="dxa"/>
            <w:vAlign w:val="center"/>
          </w:tcPr>
          <w:p w14:paraId="0694F1B4" w14:textId="7777777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Latn-RS"/>
              </w:rPr>
            </w:pPr>
            <w:r w:rsidRPr="001E65A8">
              <w:rPr>
                <w:b/>
                <w:lang w:val="sr-Latn-RS"/>
              </w:rPr>
              <w:t>Oznaka</w:t>
            </w:r>
          </w:p>
        </w:tc>
        <w:tc>
          <w:tcPr>
            <w:tcW w:w="7478" w:type="dxa"/>
            <w:vAlign w:val="center"/>
          </w:tcPr>
          <w:p w14:paraId="1B094B67" w14:textId="7777777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sr-Latn-RS"/>
              </w:rPr>
            </w:pPr>
            <w:r w:rsidRPr="001E65A8">
              <w:rPr>
                <w:b/>
                <w:lang w:val="sr-Latn-RS"/>
              </w:rPr>
              <w:t>Značenje</w:t>
            </w:r>
          </w:p>
        </w:tc>
      </w:tr>
      <w:tr w:rsidR="00C51F07" w:rsidRPr="001E65A8" w14:paraId="7CC385BB" w14:textId="77777777" w:rsidTr="00350AC0">
        <w:tc>
          <w:tcPr>
            <w:tcW w:w="2376" w:type="dxa"/>
            <w:vAlign w:val="center"/>
          </w:tcPr>
          <w:p w14:paraId="480BB311" w14:textId="0A002E57" w:rsidR="00C51F07" w:rsidRPr="001E65A8" w:rsidRDefault="00C51F07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 w:rsidRPr="00B44256">
              <w:rPr>
                <w:lang w:val="sr-Cyrl-CS"/>
              </w:rPr>
              <w:t>CAD</w:t>
            </w:r>
          </w:p>
        </w:tc>
        <w:tc>
          <w:tcPr>
            <w:tcW w:w="7478" w:type="dxa"/>
            <w:vAlign w:val="center"/>
          </w:tcPr>
          <w:p w14:paraId="03E17EA0" w14:textId="7DF07427" w:rsidR="00C51F07" w:rsidRPr="001E65A8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Kompjuterski potpomognuto dizajniranje</w:t>
            </w:r>
            <w:r w:rsidR="00085DA4">
              <w:rPr>
                <w:lang w:val="sr-Latn-RS"/>
              </w:rPr>
              <w:t xml:space="preserve"> (</w:t>
            </w:r>
            <w:proofErr w:type="spellStart"/>
            <w:r w:rsidR="00085DA4">
              <w:rPr>
                <w:lang w:val="sr-Latn-RS"/>
              </w:rPr>
              <w:t>eng</w:t>
            </w:r>
            <w:proofErr w:type="spellEnd"/>
            <w:r w:rsidR="00085DA4">
              <w:rPr>
                <w:lang w:val="sr-Latn-RS"/>
              </w:rPr>
              <w:t>.</w:t>
            </w:r>
            <w:r w:rsidR="00EB4177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Computer</w:t>
            </w:r>
            <w:proofErr w:type="spellEnd"/>
            <w:r w:rsidR="00085DA4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Aided</w:t>
            </w:r>
            <w:proofErr w:type="spellEnd"/>
            <w:r w:rsidR="00085DA4">
              <w:rPr>
                <w:lang w:val="sr-Latn-RS"/>
              </w:rPr>
              <w:t xml:space="preserve"> </w:t>
            </w:r>
            <w:proofErr w:type="spellStart"/>
            <w:r w:rsidR="00085DA4">
              <w:rPr>
                <w:lang w:val="sr-Latn-RS"/>
              </w:rPr>
              <w:t>Design</w:t>
            </w:r>
            <w:proofErr w:type="spellEnd"/>
            <w:r w:rsidR="00085DA4">
              <w:rPr>
                <w:lang w:val="sr-Latn-RS"/>
              </w:rPr>
              <w:t>)</w:t>
            </w:r>
          </w:p>
        </w:tc>
      </w:tr>
      <w:tr w:rsidR="00C51F07" w:rsidRPr="001E65A8" w14:paraId="0A4CCF95" w14:textId="77777777" w:rsidTr="00350AC0">
        <w:tc>
          <w:tcPr>
            <w:tcW w:w="2376" w:type="dxa"/>
            <w:vAlign w:val="center"/>
          </w:tcPr>
          <w:p w14:paraId="38DDC88A" w14:textId="3D0439B6" w:rsidR="00C51F07" w:rsidRPr="00C51F07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IoT</w:t>
            </w:r>
            <w:proofErr w:type="spellEnd"/>
          </w:p>
        </w:tc>
        <w:tc>
          <w:tcPr>
            <w:tcW w:w="7478" w:type="dxa"/>
            <w:vAlign w:val="center"/>
          </w:tcPr>
          <w:p w14:paraId="2F6329F1" w14:textId="1A194823" w:rsidR="00C51F07" w:rsidRDefault="003B59E8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Internet inteligentnih uređaja</w:t>
            </w:r>
            <w:r w:rsidR="00085DA4">
              <w:rPr>
                <w:lang w:val="sr-Latn-RS"/>
              </w:rPr>
              <w:t xml:space="preserve"> (</w:t>
            </w:r>
            <w:proofErr w:type="spellStart"/>
            <w:r w:rsidR="00085DA4">
              <w:rPr>
                <w:lang w:val="sr-Latn-RS"/>
              </w:rPr>
              <w:t>eng</w:t>
            </w:r>
            <w:proofErr w:type="spellEnd"/>
            <w:r w:rsidR="00085DA4">
              <w:rPr>
                <w:lang w:val="sr-Latn-RS"/>
              </w:rPr>
              <w:t xml:space="preserve">. </w:t>
            </w:r>
            <w:r>
              <w:rPr>
                <w:lang w:val="sr-Latn-RS"/>
              </w:rPr>
              <w:t xml:space="preserve">Internet </w:t>
            </w:r>
            <w:proofErr w:type="spellStart"/>
            <w:r>
              <w:rPr>
                <w:lang w:val="sr-Latn-RS"/>
              </w:rPr>
              <w:t>of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Things</w:t>
            </w:r>
            <w:proofErr w:type="spellEnd"/>
            <w:r w:rsidR="00085DA4">
              <w:rPr>
                <w:lang w:val="sr-Latn-RS"/>
              </w:rPr>
              <w:t>)</w:t>
            </w:r>
          </w:p>
        </w:tc>
      </w:tr>
      <w:tr w:rsidR="006A798D" w:rsidRPr="001E65A8" w14:paraId="0D2D7F54" w14:textId="77777777" w:rsidTr="00350AC0">
        <w:tc>
          <w:tcPr>
            <w:tcW w:w="2376" w:type="dxa"/>
            <w:vAlign w:val="center"/>
          </w:tcPr>
          <w:p w14:paraId="48F23FCC" w14:textId="67B0BB8B" w:rsidR="006A798D" w:rsidRDefault="006A798D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rPr>
                <w:lang w:val="sr-Latn-RS"/>
              </w:rPr>
              <w:t>VHF</w:t>
            </w:r>
          </w:p>
        </w:tc>
        <w:tc>
          <w:tcPr>
            <w:tcW w:w="7478" w:type="dxa"/>
            <w:vAlign w:val="center"/>
          </w:tcPr>
          <w:p w14:paraId="108659BE" w14:textId="48826FCF" w:rsidR="006A798D" w:rsidRDefault="00464FBF" w:rsidP="00345172">
            <w:pPr>
              <w:tabs>
                <w:tab w:val="left" w:pos="1073"/>
              </w:tabs>
              <w:spacing w:line="240" w:lineRule="auto"/>
              <w:rPr>
                <w:lang w:val="sr-Latn-RS"/>
              </w:rPr>
            </w:pPr>
            <w:r>
              <w:t>V</w:t>
            </w:r>
            <w:r w:rsidR="006A798D">
              <w:t>rlo visoka frekvencija (</w:t>
            </w:r>
            <w:proofErr w:type="spellStart"/>
            <w:r w:rsidR="006A798D">
              <w:t>eng</w:t>
            </w:r>
            <w:proofErr w:type="spellEnd"/>
            <w:r w:rsidR="006A798D">
              <w:t xml:space="preserve">. </w:t>
            </w:r>
            <w:proofErr w:type="spellStart"/>
            <w:r w:rsidR="006A798D">
              <w:t>Very</w:t>
            </w:r>
            <w:proofErr w:type="spellEnd"/>
            <w:r w:rsidR="006A798D">
              <w:t xml:space="preserve"> </w:t>
            </w:r>
            <w:proofErr w:type="spellStart"/>
            <w:r w:rsidR="006A798D">
              <w:t>High</w:t>
            </w:r>
            <w:proofErr w:type="spellEnd"/>
            <w:r w:rsidR="006A798D">
              <w:t xml:space="preserve"> </w:t>
            </w:r>
            <w:proofErr w:type="spellStart"/>
            <w:r w:rsidR="006A798D">
              <w:t>Frequency</w:t>
            </w:r>
            <w:proofErr w:type="spellEnd"/>
            <w:r w:rsidR="006A798D">
              <w:t>)</w:t>
            </w:r>
          </w:p>
        </w:tc>
      </w:tr>
    </w:tbl>
    <w:p w14:paraId="0D7D8C3A" w14:textId="438D4947" w:rsidR="00C51F07" w:rsidRDefault="00C51F07" w:rsidP="00C51F07">
      <w:pPr>
        <w:rPr>
          <w:lang w:val="sr-Latn-RS"/>
        </w:rPr>
      </w:pPr>
    </w:p>
    <w:p w14:paraId="4097C1ED" w14:textId="139AF2AE" w:rsidR="00C51F07" w:rsidRPr="00AD3F10" w:rsidRDefault="00085DA4" w:rsidP="00085DA4">
      <w:pPr>
        <w:tabs>
          <w:tab w:val="left" w:pos="1985"/>
          <w:tab w:val="left" w:pos="2694"/>
        </w:tabs>
        <w:spacing w:after="60"/>
        <w:rPr>
          <w:lang w:val="sr-Latn-RS"/>
        </w:rPr>
      </w:pPr>
      <w:r w:rsidRPr="00AD3F10">
        <w:rPr>
          <w:lang w:val="sr-Latn-RS"/>
        </w:rPr>
        <w:t xml:space="preserve">U ovom delu potrebno je navesti </w:t>
      </w:r>
      <w:r w:rsidR="00350AC0" w:rsidRPr="00AD3F10">
        <w:rPr>
          <w:lang w:val="sr-Latn-RS"/>
        </w:rPr>
        <w:t>sve pojmove za koje će se u radu koristiti skraćenice</w:t>
      </w:r>
      <w:r w:rsidRPr="00AD3F10">
        <w:rPr>
          <w:lang w:val="sr-Latn-RS"/>
        </w:rPr>
        <w:t xml:space="preserve">, kao što je navedeno u primeru. </w:t>
      </w:r>
      <w:r w:rsidR="00350AC0" w:rsidRPr="00AD3F10">
        <w:rPr>
          <w:lang w:val="sr-Latn-RS"/>
        </w:rPr>
        <w:t xml:space="preserve">Popis </w:t>
      </w:r>
      <w:r w:rsidR="003B59E8" w:rsidRPr="00AD3F10">
        <w:rPr>
          <w:lang w:val="sr-Latn-RS"/>
        </w:rPr>
        <w:t xml:space="preserve">skraćenica </w:t>
      </w:r>
      <w:r w:rsidR="00350AC0" w:rsidRPr="00AD3F10">
        <w:rPr>
          <w:lang w:val="sr-Latn-RS"/>
        </w:rPr>
        <w:t>je dat u obliku</w:t>
      </w:r>
      <w:r w:rsidRPr="00AD3F10">
        <w:rPr>
          <w:lang w:val="sr-Latn-RS"/>
        </w:rPr>
        <w:t xml:space="preserve"> tabel</w:t>
      </w:r>
      <w:r w:rsidR="00350AC0" w:rsidRPr="00AD3F10">
        <w:rPr>
          <w:lang w:val="sr-Latn-RS"/>
        </w:rPr>
        <w:t>e</w:t>
      </w:r>
      <w:r w:rsidRPr="00AD3F10">
        <w:rPr>
          <w:lang w:val="sr-Latn-RS"/>
        </w:rPr>
        <w:t>, što znači da se sledeća oznaka unosi u sledeći red tabele, odnosno potrebno je pritisnuti „Tab“.</w:t>
      </w:r>
    </w:p>
    <w:p w14:paraId="1E40F479" w14:textId="3F0A5262" w:rsidR="00C51F07" w:rsidRDefault="00C51F07" w:rsidP="00EB4177">
      <w:pPr>
        <w:rPr>
          <w:lang w:val="sr-Latn-RS"/>
        </w:rPr>
      </w:pPr>
    </w:p>
    <w:p w14:paraId="2D8D8604" w14:textId="767A2B0B" w:rsidR="007C7B9B" w:rsidRPr="001E65A8" w:rsidRDefault="007C7B9B" w:rsidP="007C7B9B">
      <w:pPr>
        <w:pStyle w:val="Heading1nonumbering"/>
        <w:rPr>
          <w:lang w:val="sr-Latn-RS"/>
        </w:rPr>
      </w:pPr>
      <w:bookmarkStart w:id="6" w:name="_Toc128138298"/>
      <w:r w:rsidRPr="001E65A8">
        <w:rPr>
          <w:lang w:val="sr-Latn-RS"/>
        </w:rPr>
        <w:lastRenderedPageBreak/>
        <w:t>Zahvale</w:t>
      </w:r>
      <w:bookmarkEnd w:id="6"/>
    </w:p>
    <w:p w14:paraId="295B05DF" w14:textId="2B77ADC6" w:rsidR="007C7B9B" w:rsidRDefault="007C7B9B" w:rsidP="007C7B9B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>Ovo poglavlje uključuje lične primedbe (zahvalnosti i slično). Poglavlje sadrži do 100 reči. Poglavlje se može izostaviti.</w:t>
      </w:r>
      <w:r w:rsidR="00124CBD">
        <w:rPr>
          <w:lang w:val="sr-Latn-RS"/>
        </w:rPr>
        <w:t xml:space="preserve"> </w:t>
      </w:r>
    </w:p>
    <w:p w14:paraId="2AF62BF4" w14:textId="77777777" w:rsidR="006B540A" w:rsidRDefault="006B540A" w:rsidP="007C7B9B">
      <w:pPr>
        <w:tabs>
          <w:tab w:val="left" w:pos="1073"/>
        </w:tabs>
        <w:rPr>
          <w:lang w:val="sr-Latn-RS"/>
        </w:rPr>
      </w:pPr>
    </w:p>
    <w:p w14:paraId="23FCFB41" w14:textId="4BD1906B" w:rsidR="005815DA" w:rsidRPr="001E65A8" w:rsidRDefault="00FB07CA" w:rsidP="00FB07CA">
      <w:pPr>
        <w:pStyle w:val="Heading1nonumbering"/>
        <w:rPr>
          <w:lang w:val="sr-Latn-RS"/>
        </w:rPr>
      </w:pPr>
      <w:bookmarkStart w:id="7" w:name="_Toc128138299"/>
      <w:r w:rsidRPr="001E65A8">
        <w:rPr>
          <w:lang w:val="sr-Latn-RS"/>
        </w:rPr>
        <w:lastRenderedPageBreak/>
        <w:t xml:space="preserve">Zadatak </w:t>
      </w:r>
      <w:r w:rsidR="00DC34C7">
        <w:rPr>
          <w:lang w:val="sr-Latn-RS"/>
        </w:rPr>
        <w:t>master</w:t>
      </w:r>
      <w:r w:rsidRPr="001E65A8">
        <w:rPr>
          <w:lang w:val="sr-Latn-RS"/>
        </w:rPr>
        <w:t xml:space="preserve"> rada</w:t>
      </w:r>
      <w:bookmarkEnd w:id="7"/>
    </w:p>
    <w:p w14:paraId="3B3FABC7" w14:textId="336BA035" w:rsidR="00FB07CA" w:rsidRPr="001E65A8" w:rsidRDefault="00FB07CA" w:rsidP="00AC0367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>Ovaj deo definiše me</w:t>
      </w:r>
      <w:r w:rsidR="00AC0367" w:rsidRPr="001E65A8">
        <w:rPr>
          <w:lang w:val="sr-Latn-RS"/>
        </w:rPr>
        <w:t xml:space="preserve">ntor i obavezno treba da sadrži okvirni opis problema i očekivane rezultate. </w:t>
      </w:r>
      <w:r w:rsidRPr="001E65A8">
        <w:rPr>
          <w:lang w:val="sr-Latn-RS"/>
        </w:rPr>
        <w:t>Očekivani r</w:t>
      </w:r>
      <w:r w:rsidR="00AC0367" w:rsidRPr="001E65A8">
        <w:rPr>
          <w:lang w:val="sr-Latn-RS"/>
        </w:rPr>
        <w:t xml:space="preserve">ezultat </w:t>
      </w:r>
      <w:r w:rsidRPr="001E65A8">
        <w:rPr>
          <w:lang w:val="sr-Latn-RS"/>
        </w:rPr>
        <w:t>obavezno mora sadržati sopstveno</w:t>
      </w:r>
      <w:r w:rsidR="007C7B9B" w:rsidRPr="001E65A8">
        <w:rPr>
          <w:lang w:val="sr-Latn-RS"/>
        </w:rPr>
        <w:t xml:space="preserve"> </w:t>
      </w:r>
      <w:r w:rsidRPr="001E65A8">
        <w:rPr>
          <w:lang w:val="sr-Latn-RS"/>
        </w:rPr>
        <w:t xml:space="preserve">rešenje, </w:t>
      </w:r>
      <w:r w:rsidR="00AC0367" w:rsidRPr="001E65A8">
        <w:rPr>
          <w:lang w:val="sr-Latn-RS"/>
        </w:rPr>
        <w:t xml:space="preserve">ne samo prepis </w:t>
      </w:r>
      <w:r w:rsidR="00941464" w:rsidRPr="001E65A8">
        <w:rPr>
          <w:lang w:val="sr-Latn-RS"/>
        </w:rPr>
        <w:t>i/</w:t>
      </w:r>
      <w:r w:rsidR="00AC0367" w:rsidRPr="001E65A8">
        <w:rPr>
          <w:lang w:val="sr-Latn-RS"/>
        </w:rPr>
        <w:t>ili samo analizu</w:t>
      </w:r>
      <w:r w:rsidR="00AD3F10">
        <w:rPr>
          <w:lang w:val="sr-Latn-RS"/>
        </w:rPr>
        <w:t xml:space="preserve"> nekih već postojećih</w:t>
      </w:r>
      <w:r w:rsidRPr="001E65A8">
        <w:rPr>
          <w:lang w:val="sr-Latn-RS"/>
        </w:rPr>
        <w:t>.</w:t>
      </w:r>
    </w:p>
    <w:p w14:paraId="14ADCFDB" w14:textId="7A032C5F" w:rsidR="005815DA" w:rsidRDefault="00FB07CA" w:rsidP="00FB07CA">
      <w:pPr>
        <w:pStyle w:val="Heading1"/>
        <w:rPr>
          <w:lang w:val="sr-Latn-RS"/>
        </w:rPr>
      </w:pPr>
      <w:bookmarkStart w:id="8" w:name="_Toc128138300"/>
      <w:r w:rsidRPr="001E65A8">
        <w:rPr>
          <w:lang w:val="sr-Latn-RS"/>
        </w:rPr>
        <w:lastRenderedPageBreak/>
        <w:t>Uvod</w:t>
      </w:r>
      <w:bookmarkEnd w:id="8"/>
    </w:p>
    <w:p w14:paraId="68100A03" w14:textId="277A21EF" w:rsidR="00534C94" w:rsidRDefault="00534C94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Ovaj dokument predstavlja obrazac prema kome treba pripremiti tekst </w:t>
      </w:r>
      <w:r w:rsidR="00DC34C7">
        <w:rPr>
          <w:lang w:val="sr-Latn-RS"/>
        </w:rPr>
        <w:t>master</w:t>
      </w:r>
      <w:r>
        <w:rPr>
          <w:lang w:val="sr-Latn-RS"/>
        </w:rPr>
        <w:t xml:space="preserve"> rada. Uputstvo već ima ugrađene stilove za pisanje rada, tako da je </w:t>
      </w:r>
      <w:r w:rsidR="000A7179">
        <w:rPr>
          <w:lang w:val="sr-Latn-RS"/>
        </w:rPr>
        <w:t>obaveza</w:t>
      </w:r>
      <w:r>
        <w:rPr>
          <w:lang w:val="sr-Latn-RS"/>
        </w:rPr>
        <w:t xml:space="preserve"> da se napravi kopija uputstva i da se rad piše direktno u napravljenu kopiju.</w:t>
      </w:r>
    </w:p>
    <w:p w14:paraId="11C4CCF7" w14:textId="1963AE5D" w:rsidR="00EA6FC4" w:rsidRPr="00EA6FC4" w:rsidRDefault="00EA6FC4" w:rsidP="00AC0367">
      <w:pPr>
        <w:tabs>
          <w:tab w:val="left" w:pos="1073"/>
        </w:tabs>
        <w:rPr>
          <w:lang w:val="sr-Latn-RS"/>
        </w:rPr>
      </w:pPr>
      <w:r w:rsidRPr="00EA6FC4">
        <w:rPr>
          <w:lang w:val="sr-Latn-RS"/>
        </w:rPr>
        <w:t xml:space="preserve">Tekst </w:t>
      </w:r>
      <w:r w:rsidR="00DC34C7">
        <w:rPr>
          <w:lang w:val="sr-Latn-RS"/>
        </w:rPr>
        <w:t>master</w:t>
      </w:r>
      <w:r w:rsidRPr="00EA6FC4">
        <w:rPr>
          <w:lang w:val="sr-Latn-RS"/>
        </w:rPr>
        <w:t xml:space="preserve"> rad</w:t>
      </w:r>
      <w:r>
        <w:rPr>
          <w:lang w:val="sr-Latn-RS"/>
        </w:rPr>
        <w:t>a</w:t>
      </w:r>
      <w:r w:rsidRPr="00EA6FC4">
        <w:rPr>
          <w:lang w:val="sr-Latn-RS"/>
        </w:rPr>
        <w:t xml:space="preserve"> može biti napisan latiničnim ili ćiriličnim pismom</w:t>
      </w:r>
      <w:r w:rsidR="000A7179">
        <w:rPr>
          <w:lang w:val="sr-Latn-RS"/>
        </w:rPr>
        <w:t xml:space="preserve"> </w:t>
      </w:r>
      <w:r w:rsidR="000A7179" w:rsidRPr="00355D8E">
        <w:rPr>
          <w:color w:val="000000" w:themeColor="text1"/>
          <w:lang w:val="sr-Latn-RS"/>
        </w:rPr>
        <w:t>i</w:t>
      </w:r>
      <w:r w:rsidR="000A7179">
        <w:rPr>
          <w:lang w:val="sr-Latn-RS"/>
        </w:rPr>
        <w:t xml:space="preserve"> odgovarajući šablon može da se nađe na sajtu Škole.</w:t>
      </w:r>
    </w:p>
    <w:p w14:paraId="2D6A6040" w14:textId="575D3072" w:rsidR="002B6946" w:rsidRDefault="00DC34C7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Master</w:t>
      </w:r>
      <w:r w:rsidR="002B6946">
        <w:rPr>
          <w:lang w:val="sr-Latn-RS"/>
        </w:rPr>
        <w:t xml:space="preserve"> rad</w:t>
      </w:r>
      <w:r w:rsidR="00534C94">
        <w:rPr>
          <w:lang w:val="sr-Latn-RS"/>
        </w:rPr>
        <w:t xml:space="preserve"> </w:t>
      </w:r>
      <w:r w:rsidR="00930844">
        <w:rPr>
          <w:lang w:val="sr-Latn-RS"/>
        </w:rPr>
        <w:t>treba</w:t>
      </w:r>
      <w:r w:rsidR="00534C94">
        <w:rPr>
          <w:lang w:val="sr-Latn-RS"/>
        </w:rPr>
        <w:t xml:space="preserve"> da sadrži sledeć</w:t>
      </w:r>
      <w:r w:rsidR="00930844">
        <w:rPr>
          <w:lang w:val="sr-Latn-RS"/>
        </w:rPr>
        <w:t>e celine</w:t>
      </w:r>
      <w:r w:rsidR="00534C94">
        <w:rPr>
          <w:lang w:val="sr-Latn-RS"/>
        </w:rPr>
        <w:t xml:space="preserve"> redosledom kako </w:t>
      </w:r>
      <w:r w:rsidR="00930844">
        <w:rPr>
          <w:lang w:val="sr-Latn-RS"/>
        </w:rPr>
        <w:t>je</w:t>
      </w:r>
      <w:r w:rsidR="00534C94">
        <w:rPr>
          <w:lang w:val="sr-Latn-RS"/>
        </w:rPr>
        <w:t xml:space="preserve"> naveden</w:t>
      </w:r>
      <w:r w:rsidR="00930844">
        <w:rPr>
          <w:lang w:val="sr-Latn-RS"/>
        </w:rPr>
        <w:t>o (ono što je navedeno kao opciono, nije obavezno uvrstiti)</w:t>
      </w:r>
      <w:r w:rsidR="006B540A">
        <w:rPr>
          <w:lang w:val="sr-Latn-RS"/>
        </w:rPr>
        <w:t>:</w:t>
      </w:r>
    </w:p>
    <w:p w14:paraId="665FB7ED" w14:textId="5C6FF0AF" w:rsidR="00534C94" w:rsidRDefault="00534C94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Naslovna strana</w:t>
      </w:r>
    </w:p>
    <w:p w14:paraId="1589D853" w14:textId="25412920" w:rsidR="002B6946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>Izjava studenta</w:t>
      </w:r>
      <w:r w:rsidR="00415F24">
        <w:rPr>
          <w:lang w:val="sr-Latn-RS"/>
        </w:rPr>
        <w:t xml:space="preserve"> </w:t>
      </w:r>
    </w:p>
    <w:p w14:paraId="48EFD82A" w14:textId="3D3BD2C8" w:rsidR="002B6946" w:rsidRPr="00415F24" w:rsidRDefault="006B540A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Sažetak</w:t>
      </w:r>
      <w:r w:rsidR="00415F24">
        <w:rPr>
          <w:lang w:val="sr-Latn-RS"/>
        </w:rPr>
        <w:t xml:space="preserve"> </w:t>
      </w:r>
    </w:p>
    <w:p w14:paraId="68CDB0EC" w14:textId="3B1217A0" w:rsidR="002B6946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>Sadržaj</w:t>
      </w:r>
      <w:r w:rsidR="00415F24">
        <w:rPr>
          <w:lang w:val="sr-Latn-RS"/>
        </w:rPr>
        <w:t xml:space="preserve"> </w:t>
      </w:r>
    </w:p>
    <w:p w14:paraId="5BC52C27" w14:textId="2F9AD162" w:rsidR="002B6946" w:rsidRDefault="000F2FFA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Spisak</w:t>
      </w:r>
      <w:r w:rsidR="002B6946" w:rsidRPr="00415F24">
        <w:rPr>
          <w:lang w:val="sr-Latn-RS"/>
        </w:rPr>
        <w:t xml:space="preserve"> oznaka</w:t>
      </w:r>
      <w:r w:rsidR="00415F24">
        <w:rPr>
          <w:lang w:val="sr-Latn-RS"/>
        </w:rPr>
        <w:t xml:space="preserve"> </w:t>
      </w:r>
    </w:p>
    <w:p w14:paraId="2BDCF07E" w14:textId="7BC54A56" w:rsidR="00930844" w:rsidRPr="00930844" w:rsidRDefault="00930844" w:rsidP="00930844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Zahvale (opciono)</w:t>
      </w:r>
    </w:p>
    <w:p w14:paraId="72C899F8" w14:textId="0D0952D9" w:rsidR="005B47C5" w:rsidRPr="00415F24" w:rsidRDefault="002B6946" w:rsidP="00AA7A13">
      <w:pPr>
        <w:pStyle w:val="ListParagraph"/>
        <w:numPr>
          <w:ilvl w:val="0"/>
          <w:numId w:val="7"/>
        </w:numPr>
        <w:rPr>
          <w:lang w:val="sr-Latn-RS"/>
        </w:rPr>
      </w:pPr>
      <w:r w:rsidRPr="00415F24">
        <w:rPr>
          <w:lang w:val="sr-Latn-RS"/>
        </w:rPr>
        <w:t xml:space="preserve">Zadatak </w:t>
      </w:r>
      <w:r w:rsidR="00DC34C7">
        <w:rPr>
          <w:lang w:val="sr-Latn-RS"/>
        </w:rPr>
        <w:t>master</w:t>
      </w:r>
      <w:r w:rsidRPr="00415F24">
        <w:rPr>
          <w:lang w:val="sr-Latn-RS"/>
        </w:rPr>
        <w:t xml:space="preserve"> rada</w:t>
      </w:r>
      <w:r w:rsidR="005B47C5">
        <w:rPr>
          <w:lang w:val="sr-Latn-RS"/>
        </w:rPr>
        <w:t xml:space="preserve"> </w:t>
      </w:r>
    </w:p>
    <w:p w14:paraId="1CDCCC10" w14:textId="50BCCCD2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Uvod</w:t>
      </w:r>
      <w:r w:rsidR="005B47C5" w:rsidRPr="006B540A">
        <w:rPr>
          <w:lang w:val="sr-Latn-RS"/>
        </w:rPr>
        <w:t xml:space="preserve"> </w:t>
      </w:r>
    </w:p>
    <w:p w14:paraId="11F0525B" w14:textId="6975369B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Teorijske osnove</w:t>
      </w:r>
    </w:p>
    <w:p w14:paraId="2658DDB8" w14:textId="760A7F6F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Rešavanje problema</w:t>
      </w:r>
    </w:p>
    <w:p w14:paraId="7F515002" w14:textId="157D68F5" w:rsidR="002B6946" w:rsidRPr="006B540A" w:rsidRDefault="002B6946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Zaključak</w:t>
      </w:r>
    </w:p>
    <w:p w14:paraId="03ED6113" w14:textId="07303EC6" w:rsidR="005B47C5" w:rsidRDefault="005B47C5" w:rsidP="00AA7A13">
      <w:pPr>
        <w:pStyle w:val="ListParagraph"/>
        <w:numPr>
          <w:ilvl w:val="0"/>
          <w:numId w:val="7"/>
        </w:numPr>
        <w:rPr>
          <w:lang w:val="sr-Latn-RS"/>
        </w:rPr>
      </w:pPr>
      <w:r>
        <w:rPr>
          <w:lang w:val="sr-Latn-RS"/>
        </w:rPr>
        <w:t>Literatura</w:t>
      </w:r>
    </w:p>
    <w:p w14:paraId="74FE62BF" w14:textId="60E4D525" w:rsidR="005B47C5" w:rsidRPr="006B540A" w:rsidRDefault="005B47C5" w:rsidP="006B540A">
      <w:pPr>
        <w:pStyle w:val="ListParagraph"/>
        <w:numPr>
          <w:ilvl w:val="0"/>
          <w:numId w:val="7"/>
        </w:numPr>
        <w:rPr>
          <w:lang w:val="sr-Latn-RS"/>
        </w:rPr>
      </w:pPr>
      <w:r w:rsidRPr="006B540A">
        <w:rPr>
          <w:lang w:val="sr-Latn-RS"/>
        </w:rPr>
        <w:t>Prilozi</w:t>
      </w:r>
    </w:p>
    <w:p w14:paraId="41CF79D1" w14:textId="1011E31F" w:rsidR="0015222E" w:rsidRDefault="00DC34C7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Master</w:t>
      </w:r>
      <w:r w:rsidR="005B47C5">
        <w:rPr>
          <w:lang w:val="sr-Latn-RS"/>
        </w:rPr>
        <w:t xml:space="preserve"> rad ne može da ima više poglavlja od prethodno navedenih.</w:t>
      </w:r>
      <w:r w:rsidR="00930844">
        <w:rPr>
          <w:lang w:val="sr-Latn-RS"/>
        </w:rPr>
        <w:t xml:space="preserve"> Sledeće celine se ne numerišu: naslovna strana, izjava studenta, sažetak, sadržaj, popis oznaka, zahvale, zadatak </w:t>
      </w:r>
      <w:r>
        <w:rPr>
          <w:lang w:val="sr-Latn-RS"/>
        </w:rPr>
        <w:t>master</w:t>
      </w:r>
      <w:r w:rsidR="00930844">
        <w:rPr>
          <w:lang w:val="sr-Latn-RS"/>
        </w:rPr>
        <w:t xml:space="preserve"> rada i literatura. Sledeće celine se numerišu rednim brojevima od 1 do 5: uvod, teorijske osnove, rešavanje problema, zaključak i prilozi.</w:t>
      </w:r>
      <w:r w:rsidR="004D66EB">
        <w:rPr>
          <w:lang w:val="sr-Latn-RS"/>
        </w:rPr>
        <w:t xml:space="preserve"> Prilikom pisanja rada preporučuje se upotreba pasiva, npr. „urađeno je“, „pokazano je“.</w:t>
      </w:r>
    </w:p>
    <w:p w14:paraId="6B0BC0E0" w14:textId="734544FB" w:rsidR="00AC0367" w:rsidRDefault="00A312BB" w:rsidP="00AC0367">
      <w:pPr>
        <w:tabs>
          <w:tab w:val="left" w:pos="1073"/>
        </w:tabs>
        <w:rPr>
          <w:lang w:val="sr-Latn-RS"/>
        </w:rPr>
      </w:pPr>
      <w:r w:rsidRPr="00D7444E">
        <w:rPr>
          <w:lang w:val="sr-Latn-RS"/>
        </w:rPr>
        <w:t xml:space="preserve">U prvom, uvodnom poglavlju, potrebno je opisati problem koji je predmet </w:t>
      </w:r>
      <w:r w:rsidR="00DC34C7">
        <w:rPr>
          <w:lang w:val="sr-Latn-RS"/>
        </w:rPr>
        <w:t>master</w:t>
      </w:r>
      <w:r w:rsidRPr="00D7444E">
        <w:rPr>
          <w:lang w:val="sr-Latn-RS"/>
        </w:rPr>
        <w:t xml:space="preserve"> rada kao i navesti ciljeve rad</w:t>
      </w:r>
      <w:r w:rsidR="00930844">
        <w:rPr>
          <w:lang w:val="sr-Latn-RS"/>
        </w:rPr>
        <w:t>a</w:t>
      </w:r>
      <w:r w:rsidRPr="00D7444E">
        <w:rPr>
          <w:lang w:val="sr-Latn-RS"/>
        </w:rPr>
        <w:t xml:space="preserve">. Obim drugog i trećeg poglavlja </w:t>
      </w:r>
      <w:r w:rsidR="008937B5">
        <w:rPr>
          <w:lang w:val="sr-Latn-RS"/>
        </w:rPr>
        <w:t xml:space="preserve">(teorijske osnove i rešavanje problema) </w:t>
      </w:r>
      <w:r w:rsidRPr="00D7444E">
        <w:rPr>
          <w:lang w:val="sr-Latn-RS"/>
        </w:rPr>
        <w:t xml:space="preserve">treba da bude od </w:t>
      </w:r>
      <w:r w:rsidR="00873156">
        <w:rPr>
          <w:lang w:val="sr-Latn-RS"/>
        </w:rPr>
        <w:t>35</w:t>
      </w:r>
      <w:r w:rsidRPr="00DC34C7">
        <w:rPr>
          <w:lang w:val="sr-Latn-RS"/>
        </w:rPr>
        <w:t xml:space="preserve"> do </w:t>
      </w:r>
      <w:r w:rsidR="00873156">
        <w:rPr>
          <w:lang w:val="sr-Latn-RS"/>
        </w:rPr>
        <w:t>7</w:t>
      </w:r>
      <w:r w:rsidRPr="00DC34C7">
        <w:rPr>
          <w:lang w:val="sr-Latn-RS"/>
        </w:rPr>
        <w:t>0</w:t>
      </w:r>
      <w:r w:rsidRPr="00D7444E">
        <w:rPr>
          <w:lang w:val="sr-Latn-RS"/>
        </w:rPr>
        <w:t xml:space="preserve"> strana, odnosno u obimu od </w:t>
      </w:r>
      <w:r w:rsidR="00873156" w:rsidRPr="00873156">
        <w:rPr>
          <w:lang w:val="sr-Latn-RS"/>
        </w:rPr>
        <w:t>10</w:t>
      </w:r>
      <w:r w:rsidR="003E6CFC" w:rsidRPr="00873156">
        <w:rPr>
          <w:lang w:val="sr-Latn-RS"/>
        </w:rPr>
        <w:t xml:space="preserve">000 do </w:t>
      </w:r>
      <w:r w:rsidR="00873156" w:rsidRPr="00873156">
        <w:rPr>
          <w:lang w:val="sr-Latn-RS"/>
        </w:rPr>
        <w:t>2</w:t>
      </w:r>
      <w:r w:rsidR="003E6CFC" w:rsidRPr="00873156">
        <w:rPr>
          <w:lang w:val="sr-Latn-RS"/>
        </w:rPr>
        <w:t>0000 reči</w:t>
      </w:r>
      <w:r w:rsidR="003E6CFC" w:rsidRPr="00D7444E">
        <w:rPr>
          <w:lang w:val="sr-Latn-RS"/>
        </w:rPr>
        <w:t>.</w:t>
      </w:r>
    </w:p>
    <w:p w14:paraId="75467613" w14:textId="77777777" w:rsidR="00E67475" w:rsidRDefault="00E67475" w:rsidP="00E67475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Naslov rada treba sa pažnjom definisati. Naslov treba da bude precizan, jasan, kratak i informativan (neophodno je da ukaže na sadržaj rada).</w:t>
      </w:r>
    </w:p>
    <w:p w14:paraId="5912800A" w14:textId="1288C4F0" w:rsidR="00AC0367" w:rsidRDefault="00DC34C7" w:rsidP="00AC0367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Master</w:t>
      </w:r>
      <w:r w:rsidR="009F2B91">
        <w:rPr>
          <w:lang w:val="sr-Latn-RS"/>
        </w:rPr>
        <w:t xml:space="preserve"> rad se štampa jednostrano. </w:t>
      </w:r>
      <w:r w:rsidR="00AC0367" w:rsidRPr="00D7444E">
        <w:rPr>
          <w:lang w:val="sr-Latn-RS"/>
        </w:rPr>
        <w:t>Rad se predaje studentskoj službi u tri primerka</w:t>
      </w:r>
      <w:r w:rsidR="009F2B91">
        <w:rPr>
          <w:lang w:val="sr-Latn-RS"/>
        </w:rPr>
        <w:t xml:space="preserve"> od kojih je jedan</w:t>
      </w:r>
      <w:r w:rsidR="00AC0367" w:rsidRPr="00D7444E">
        <w:rPr>
          <w:lang w:val="sr-Latn-RS"/>
        </w:rPr>
        <w:t xml:space="preserve"> </w:t>
      </w:r>
      <w:r w:rsidR="009F2B91">
        <w:rPr>
          <w:lang w:val="sr-Latn-RS"/>
        </w:rPr>
        <w:t xml:space="preserve">tvrdo koričen a dva su spiralno. </w:t>
      </w:r>
      <w:r w:rsidR="006E32C1">
        <w:rPr>
          <w:lang w:val="sr-Latn-RS"/>
        </w:rPr>
        <w:t>Tvrdo koričen primerak mora da bude štampan u boji, a ostala dva mogu biti crno-bela. Korice t</w:t>
      </w:r>
      <w:r w:rsidR="009F2B91">
        <w:rPr>
          <w:lang w:val="sr-Latn-RS"/>
        </w:rPr>
        <w:t xml:space="preserve">vrdo </w:t>
      </w:r>
      <w:proofErr w:type="spellStart"/>
      <w:r w:rsidR="009F2B91">
        <w:rPr>
          <w:lang w:val="sr-Latn-RS"/>
        </w:rPr>
        <w:t>koričen</w:t>
      </w:r>
      <w:r w:rsidR="006E32C1">
        <w:rPr>
          <w:lang w:val="sr-Latn-RS"/>
        </w:rPr>
        <w:t>og</w:t>
      </w:r>
      <w:proofErr w:type="spellEnd"/>
      <w:r w:rsidR="009F2B91">
        <w:rPr>
          <w:lang w:val="sr-Latn-RS"/>
        </w:rPr>
        <w:t xml:space="preserve"> primer</w:t>
      </w:r>
      <w:r w:rsidR="006E32C1">
        <w:rPr>
          <w:lang w:val="sr-Latn-RS"/>
        </w:rPr>
        <w:t>ka</w:t>
      </w:r>
      <w:r w:rsidR="009F2B91">
        <w:rPr>
          <w:lang w:val="sr-Latn-RS"/>
        </w:rPr>
        <w:t xml:space="preserve"> mora</w:t>
      </w:r>
      <w:r w:rsidR="006E32C1">
        <w:rPr>
          <w:lang w:val="sr-Latn-RS"/>
        </w:rPr>
        <w:t>ju</w:t>
      </w:r>
      <w:r w:rsidR="009F2B91">
        <w:rPr>
          <w:lang w:val="sr-Latn-RS"/>
        </w:rPr>
        <w:t xml:space="preserve"> da bud</w:t>
      </w:r>
      <w:r w:rsidR="006E32C1">
        <w:rPr>
          <w:lang w:val="sr-Latn-RS"/>
        </w:rPr>
        <w:t>u</w:t>
      </w:r>
      <w:r w:rsidR="00473482">
        <w:rPr>
          <w:lang w:val="sr-Latn-RS"/>
        </w:rPr>
        <w:t xml:space="preserve"> </w:t>
      </w:r>
      <w:r>
        <w:rPr>
          <w:lang w:val="sr-Latn-RS"/>
        </w:rPr>
        <w:t>tamno plave</w:t>
      </w:r>
      <w:r w:rsidR="00473482">
        <w:rPr>
          <w:lang w:val="sr-Latn-RS"/>
        </w:rPr>
        <w:t xml:space="preserve"> </w:t>
      </w:r>
      <w:r w:rsidR="00AC0367" w:rsidRPr="00D7444E">
        <w:rPr>
          <w:lang w:val="sr-Latn-RS"/>
        </w:rPr>
        <w:t>boje</w:t>
      </w:r>
      <w:r w:rsidR="006E32C1">
        <w:rPr>
          <w:lang w:val="sr-Latn-RS"/>
        </w:rPr>
        <w:t>,</w:t>
      </w:r>
      <w:r w:rsidR="009F2B91">
        <w:rPr>
          <w:lang w:val="sr-Latn-RS"/>
        </w:rPr>
        <w:t xml:space="preserve"> a</w:t>
      </w:r>
      <w:r w:rsidR="00AC0367" w:rsidRPr="00D7444E">
        <w:rPr>
          <w:lang w:val="sr-Latn-RS"/>
        </w:rPr>
        <w:t xml:space="preserve"> </w:t>
      </w:r>
      <w:r w:rsidR="009F2B91">
        <w:rPr>
          <w:lang w:val="sr-Latn-RS"/>
        </w:rPr>
        <w:t>s</w:t>
      </w:r>
      <w:r w:rsidR="00AC0367" w:rsidRPr="00D7444E">
        <w:rPr>
          <w:lang w:val="sr-Latn-RS"/>
        </w:rPr>
        <w:t>lova na koricama bele boje.</w:t>
      </w:r>
    </w:p>
    <w:p w14:paraId="0E684EA8" w14:textId="2195D478" w:rsidR="008937B5" w:rsidRDefault="008937B5" w:rsidP="008937B5">
      <w:pPr>
        <w:tabs>
          <w:tab w:val="left" w:pos="1073"/>
        </w:tabs>
        <w:rPr>
          <w:lang w:val="sr-Latn-RS"/>
        </w:rPr>
      </w:pPr>
      <w:r w:rsidRPr="008937B5">
        <w:rPr>
          <w:lang w:val="sr-Latn-RS"/>
        </w:rPr>
        <w:t>Za kvalitet izgleda i sadržaja rada odgovoran je student koji piše rad. Kontrolu kvaliteta i usaglašenosti izgleda i sadržaja rada sa ovim uputstvom pored studenta vrši i mentor.</w:t>
      </w:r>
      <w:r>
        <w:rPr>
          <w:lang w:val="sr-Latn-RS"/>
        </w:rPr>
        <w:t xml:space="preserve"> Student se mora interesovati da li mentor ima primedbe na rad. Sugestije i predlog mentora student mora uvažavati i uneti u finalnu verziju rada.</w:t>
      </w:r>
    </w:p>
    <w:p w14:paraId="75921A27" w14:textId="2FDB5C0F" w:rsidR="008937B5" w:rsidRDefault="008937B5" w:rsidP="008937B5">
      <w:pPr>
        <w:tabs>
          <w:tab w:val="left" w:pos="1073"/>
        </w:tabs>
        <w:rPr>
          <w:lang w:val="sr-Latn-RS"/>
        </w:rPr>
      </w:pPr>
      <w:r>
        <w:rPr>
          <w:lang w:val="sr-Latn-RS"/>
        </w:rPr>
        <w:lastRenderedPageBreak/>
        <w:t xml:space="preserve">Isključivo mentor odobrava štampanje i </w:t>
      </w:r>
      <w:proofErr w:type="spellStart"/>
      <w:r>
        <w:rPr>
          <w:lang w:val="sr-Latn-RS"/>
        </w:rPr>
        <w:t>koričenje</w:t>
      </w:r>
      <w:proofErr w:type="spellEnd"/>
      <w:r>
        <w:rPr>
          <w:lang w:val="sr-Latn-RS"/>
        </w:rPr>
        <w:t xml:space="preserve"> rada.</w:t>
      </w:r>
    </w:p>
    <w:p w14:paraId="0D676E37" w14:textId="44A30045" w:rsidR="008937B5" w:rsidRDefault="008937B5" w:rsidP="008937B5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>Radovi koji nisu urađeni prema ovom tehničkom uputstvu će biti eliminisati iz procedure za odbranu.</w:t>
      </w:r>
    </w:p>
    <w:p w14:paraId="3C4E2E6F" w14:textId="77777777" w:rsidR="006A798D" w:rsidRDefault="006A798D" w:rsidP="008937B5">
      <w:pPr>
        <w:tabs>
          <w:tab w:val="left" w:pos="1073"/>
        </w:tabs>
        <w:rPr>
          <w:lang w:val="sr-Latn-RS"/>
        </w:rPr>
      </w:pPr>
    </w:p>
    <w:p w14:paraId="35C6D3B4" w14:textId="77777777" w:rsidR="005815DA" w:rsidRPr="001E65A8" w:rsidRDefault="005460F2" w:rsidP="00FB07CA">
      <w:pPr>
        <w:pStyle w:val="Heading2"/>
        <w:rPr>
          <w:lang w:val="sr-Latn-RS"/>
        </w:rPr>
      </w:pPr>
      <w:bookmarkStart w:id="9" w:name="_Toc128138301"/>
      <w:r w:rsidRPr="001E65A8">
        <w:rPr>
          <w:lang w:val="sr-Latn-RS"/>
        </w:rPr>
        <w:t>Opis problema</w:t>
      </w:r>
      <w:bookmarkEnd w:id="9"/>
    </w:p>
    <w:p w14:paraId="27B47297" w14:textId="1E582A39" w:rsidR="005460F2" w:rsidRDefault="00917984" w:rsidP="005460F2">
      <w:pPr>
        <w:rPr>
          <w:lang w:val="sr-Latn-RS"/>
        </w:rPr>
      </w:pPr>
      <w:r>
        <w:rPr>
          <w:lang w:val="sr-Latn-RS"/>
        </w:rPr>
        <w:t xml:space="preserve">Uvodno poglavlje ne treba da bude duže od 1.5 strane. Treba da sadrži kratak uvid u problematiku kojom se bavi </w:t>
      </w:r>
      <w:r w:rsidR="00DC34C7">
        <w:rPr>
          <w:lang w:val="sr-Latn-RS"/>
        </w:rPr>
        <w:t>master</w:t>
      </w:r>
      <w:r>
        <w:rPr>
          <w:lang w:val="sr-Latn-RS"/>
        </w:rPr>
        <w:t xml:space="preserve"> rad. </w:t>
      </w:r>
      <w:r w:rsidR="006E32C1">
        <w:rPr>
          <w:lang w:val="sr-Latn-RS"/>
        </w:rPr>
        <w:t xml:space="preserve">U </w:t>
      </w:r>
      <w:proofErr w:type="spellStart"/>
      <w:r w:rsidR="006E32C1">
        <w:rPr>
          <w:lang w:val="sr-Latn-RS"/>
        </w:rPr>
        <w:t>potpoglavlju</w:t>
      </w:r>
      <w:proofErr w:type="spellEnd"/>
      <w:r w:rsidR="006E32C1">
        <w:rPr>
          <w:lang w:val="sr-Latn-RS"/>
        </w:rPr>
        <w:t xml:space="preserve"> „Opis problema“ p</w:t>
      </w:r>
      <w:r w:rsidR="005460F2" w:rsidRPr="001E65A8">
        <w:rPr>
          <w:lang w:val="sr-Latn-RS"/>
        </w:rPr>
        <w:t>otrebno je dati širi opis problematike u zadatoj o</w:t>
      </w:r>
      <w:r w:rsidR="00AC0367" w:rsidRPr="001E65A8">
        <w:rPr>
          <w:lang w:val="sr-Latn-RS"/>
        </w:rPr>
        <w:t>blasti</w:t>
      </w:r>
      <w:r w:rsidR="005460F2" w:rsidRPr="001E65A8">
        <w:rPr>
          <w:lang w:val="sr-Latn-RS"/>
        </w:rPr>
        <w:t>.</w:t>
      </w:r>
      <w:r w:rsidR="00124CBD">
        <w:rPr>
          <w:lang w:val="sr-Latn-RS"/>
        </w:rPr>
        <w:t xml:space="preserve"> </w:t>
      </w:r>
      <w:r w:rsidR="006E32C1">
        <w:rPr>
          <w:lang w:val="sr-Latn-RS"/>
        </w:rPr>
        <w:t xml:space="preserve">Sa nekoliko rečenica odgovoriti na pitanja: „Zašto je tema bitna?“, „Zašto </w:t>
      </w:r>
      <w:r w:rsidR="00355D8E">
        <w:rPr>
          <w:lang w:val="sr-Latn-RS"/>
        </w:rPr>
        <w:t>se radi ovaj rad</w:t>
      </w:r>
      <w:r w:rsidR="006E32C1">
        <w:rPr>
          <w:lang w:val="sr-Latn-RS"/>
        </w:rPr>
        <w:t>?“</w:t>
      </w:r>
    </w:p>
    <w:p w14:paraId="375894A4" w14:textId="77777777" w:rsidR="006A798D" w:rsidRPr="001E65A8" w:rsidRDefault="006A798D" w:rsidP="005460F2">
      <w:pPr>
        <w:rPr>
          <w:lang w:val="sr-Latn-RS"/>
        </w:rPr>
      </w:pPr>
    </w:p>
    <w:p w14:paraId="509CC84C" w14:textId="440334AB" w:rsidR="005460F2" w:rsidRPr="001E65A8" w:rsidRDefault="005460F2" w:rsidP="005460F2">
      <w:pPr>
        <w:pStyle w:val="Heading2"/>
        <w:rPr>
          <w:lang w:val="sr-Latn-RS"/>
        </w:rPr>
      </w:pPr>
      <w:bookmarkStart w:id="10" w:name="_Toc128138302"/>
      <w:r w:rsidRPr="001E65A8">
        <w:rPr>
          <w:lang w:val="sr-Latn-RS"/>
        </w:rPr>
        <w:t>Ciljevi ra</w:t>
      </w:r>
      <w:r w:rsidR="00355D8E">
        <w:rPr>
          <w:lang w:val="sr-Latn-RS"/>
        </w:rPr>
        <w:t>da</w:t>
      </w:r>
      <w:bookmarkEnd w:id="10"/>
    </w:p>
    <w:p w14:paraId="29BCE35A" w14:textId="7E9356B8" w:rsidR="005460F2" w:rsidRDefault="005460F2" w:rsidP="005460F2">
      <w:pPr>
        <w:rPr>
          <w:lang w:val="sr-Latn-RS"/>
        </w:rPr>
      </w:pPr>
      <w:r w:rsidRPr="001E65A8">
        <w:rPr>
          <w:lang w:val="sr-Latn-RS"/>
        </w:rPr>
        <w:t>Od opisanih problema odabrati one ili onaj koji će se rešavati (konkretan zadatak)</w:t>
      </w:r>
      <w:r w:rsidR="006E32C1">
        <w:rPr>
          <w:lang w:val="sr-Latn-RS"/>
        </w:rPr>
        <w:t>. Sa nekoliko rečenica odgovoriti na pitanje „Šta je cilj ovog rada?“.</w:t>
      </w:r>
    </w:p>
    <w:p w14:paraId="20CF8A25" w14:textId="73FDFBDE" w:rsidR="000E0505" w:rsidRDefault="000E0505" w:rsidP="005460F2">
      <w:pPr>
        <w:rPr>
          <w:lang w:val="sr-Latn-RS"/>
        </w:rPr>
      </w:pPr>
      <w:r w:rsidRPr="00EA6FC4">
        <w:rPr>
          <w:lang w:val="sr-Latn-RS"/>
        </w:rPr>
        <w:t xml:space="preserve">U nastavku je dato detaljno uputstvo kako </w:t>
      </w:r>
      <w:r>
        <w:rPr>
          <w:lang w:val="sr-Latn-RS"/>
        </w:rPr>
        <w:t xml:space="preserve">izgleda struktura </w:t>
      </w:r>
      <w:r w:rsidR="00DC34C7">
        <w:rPr>
          <w:lang w:val="sr-Latn-RS"/>
        </w:rPr>
        <w:t>master</w:t>
      </w:r>
      <w:r>
        <w:rPr>
          <w:lang w:val="sr-Latn-RS"/>
        </w:rPr>
        <w:t xml:space="preserve"> rada</w:t>
      </w:r>
      <w:r w:rsidRPr="00EA6FC4">
        <w:rPr>
          <w:lang w:val="sr-Latn-RS"/>
        </w:rPr>
        <w:t xml:space="preserve"> te kako se formatiraju naslovi, podnaslovi, slike, tabele</w:t>
      </w:r>
      <w:r>
        <w:rPr>
          <w:lang w:val="sr-Latn-RS"/>
        </w:rPr>
        <w:t>, kako se citira literatura i sl.</w:t>
      </w:r>
    </w:p>
    <w:p w14:paraId="7C2B8F7E" w14:textId="2E2CD188" w:rsidR="006E32C1" w:rsidRDefault="006E32C1" w:rsidP="005460F2">
      <w:pPr>
        <w:rPr>
          <w:lang w:val="sr-Latn-RS"/>
        </w:rPr>
      </w:pPr>
    </w:p>
    <w:p w14:paraId="6E6C63DA" w14:textId="77777777" w:rsidR="006E32C1" w:rsidRPr="00BE0EA7" w:rsidRDefault="006E32C1" w:rsidP="006E32C1">
      <w:pPr>
        <w:rPr>
          <w:lang w:val="sr-Cyrl-RS"/>
        </w:rPr>
      </w:pPr>
    </w:p>
    <w:p w14:paraId="49718A1F" w14:textId="77777777" w:rsidR="006E32C1" w:rsidRPr="001E65A8" w:rsidRDefault="006E32C1" w:rsidP="005460F2">
      <w:pPr>
        <w:rPr>
          <w:lang w:val="sr-Latn-RS"/>
        </w:rPr>
      </w:pPr>
    </w:p>
    <w:p w14:paraId="4E6AC212" w14:textId="77777777" w:rsidR="005815DA" w:rsidRPr="001E65A8" w:rsidRDefault="005460F2" w:rsidP="005460F2">
      <w:pPr>
        <w:pStyle w:val="Heading1"/>
        <w:rPr>
          <w:lang w:val="sr-Latn-RS"/>
        </w:rPr>
      </w:pPr>
      <w:bookmarkStart w:id="11" w:name="_Toc128138303"/>
      <w:r w:rsidRPr="001E65A8">
        <w:rPr>
          <w:lang w:val="sr-Latn-RS"/>
        </w:rPr>
        <w:lastRenderedPageBreak/>
        <w:t>Teorijske osnove</w:t>
      </w:r>
      <w:bookmarkEnd w:id="11"/>
    </w:p>
    <w:p w14:paraId="25A4D182" w14:textId="2685D947" w:rsidR="00917984" w:rsidRDefault="00917984" w:rsidP="001E2163">
      <w:pPr>
        <w:tabs>
          <w:tab w:val="left" w:pos="1073"/>
        </w:tabs>
        <w:rPr>
          <w:lang w:val="sr-Latn-RS"/>
        </w:rPr>
      </w:pPr>
      <w:r>
        <w:rPr>
          <w:lang w:val="sr-Latn-RS"/>
        </w:rPr>
        <w:t xml:space="preserve">Svako novo poglavlje mora da počne na vrhu naredne strane, a ne u produžetku sledeće. </w:t>
      </w:r>
    </w:p>
    <w:p w14:paraId="70A4063A" w14:textId="17B2665D" w:rsidR="00D95C84" w:rsidRDefault="005460F2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U </w:t>
      </w:r>
      <w:r w:rsidR="00917984">
        <w:rPr>
          <w:lang w:val="sr-Latn-RS"/>
        </w:rPr>
        <w:t xml:space="preserve">drugom poglavlju </w:t>
      </w:r>
      <w:r w:rsidR="00917984" w:rsidRPr="00917984">
        <w:rPr>
          <w:i/>
          <w:iCs/>
          <w:lang w:val="sr-Latn-RS"/>
        </w:rPr>
        <w:t>Teorijske osnove</w:t>
      </w:r>
      <w:r w:rsidR="00917984">
        <w:rPr>
          <w:lang w:val="sr-Latn-RS"/>
        </w:rPr>
        <w:t xml:space="preserve">, u </w:t>
      </w:r>
      <w:r w:rsidRPr="001E65A8">
        <w:rPr>
          <w:lang w:val="sr-Latn-RS"/>
        </w:rPr>
        <w:t xml:space="preserve">iznosu od oko </w:t>
      </w:r>
      <w:r w:rsidRPr="00A312BB">
        <w:rPr>
          <w:lang w:val="sr-Latn-RS"/>
        </w:rPr>
        <w:t>20%</w:t>
      </w:r>
      <w:r w:rsidR="00D7444E">
        <w:rPr>
          <w:lang w:val="sr-Latn-RS"/>
        </w:rPr>
        <w:t xml:space="preserve">-30% </w:t>
      </w:r>
      <w:r w:rsidRPr="001E65A8">
        <w:rPr>
          <w:lang w:val="sr-Latn-RS"/>
        </w:rPr>
        <w:t>ukupnog teksta</w:t>
      </w:r>
      <w:r w:rsidR="00917984">
        <w:rPr>
          <w:lang w:val="sr-Latn-RS"/>
        </w:rPr>
        <w:t xml:space="preserve">, treba </w:t>
      </w:r>
      <w:r w:rsidRPr="001E65A8">
        <w:rPr>
          <w:lang w:val="sr-Latn-RS"/>
        </w:rPr>
        <w:t>prikazati elemente teorije koji su potrebni i dovoljni za razumevanje rada.</w:t>
      </w:r>
      <w:r w:rsidR="00A16968">
        <w:rPr>
          <w:lang w:val="sr-Latn-RS"/>
        </w:rPr>
        <w:t xml:space="preserve"> U ovom delu potrebno je odgovoriti na sledeća pitanja:</w:t>
      </w:r>
    </w:p>
    <w:p w14:paraId="320DB05D" w14:textId="562F9799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Šta su drugi uradili u vezi istog problema</w:t>
      </w:r>
    </w:p>
    <w:p w14:paraId="7AD7BA18" w14:textId="14F1AF1D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Šta je aktuelno stanje (dokle se stiglo) sa rešavanjem problema</w:t>
      </w:r>
    </w:p>
    <w:p w14:paraId="16D797F8" w14:textId="37922527" w:rsidR="00A16968" w:rsidRPr="00A16968" w:rsidRDefault="00A16968" w:rsidP="00A16968">
      <w:pPr>
        <w:pStyle w:val="ListParagraph"/>
        <w:numPr>
          <w:ilvl w:val="0"/>
          <w:numId w:val="37"/>
        </w:numPr>
        <w:tabs>
          <w:tab w:val="left" w:pos="1073"/>
        </w:tabs>
        <w:rPr>
          <w:lang w:val="sr-Latn-RS"/>
        </w:rPr>
      </w:pPr>
      <w:r w:rsidRPr="00A16968">
        <w:rPr>
          <w:lang w:val="sr-Latn-RS"/>
        </w:rPr>
        <w:t>Primer „dobre prakse“ u rešavanju sličnog problema</w:t>
      </w:r>
    </w:p>
    <w:p w14:paraId="5F8FC92B" w14:textId="6E2AFBDF" w:rsidR="00941464" w:rsidRDefault="00D95C84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Ovaj deo </w:t>
      </w:r>
      <w:r w:rsidR="00DC34C7">
        <w:rPr>
          <w:lang w:val="sr-Latn-RS"/>
        </w:rPr>
        <w:t>master</w:t>
      </w:r>
      <w:r w:rsidRPr="00D7444E">
        <w:rPr>
          <w:lang w:val="sr-Latn-RS"/>
        </w:rPr>
        <w:t xml:space="preserve"> rada</w:t>
      </w:r>
      <w:r w:rsidRPr="001E65A8">
        <w:rPr>
          <w:lang w:val="sr-Latn-RS"/>
        </w:rPr>
        <w:t xml:space="preserve"> predstavlja pregled</w:t>
      </w:r>
      <w:r w:rsidR="00AC0367" w:rsidRPr="001E65A8">
        <w:rPr>
          <w:lang w:val="sr-Latn-RS"/>
        </w:rPr>
        <w:t xml:space="preserve"> i</w:t>
      </w:r>
      <w:r w:rsidR="00941464" w:rsidRPr="001E65A8">
        <w:rPr>
          <w:lang w:val="sr-Latn-RS"/>
        </w:rPr>
        <w:t>/ili</w:t>
      </w:r>
      <w:r w:rsidR="00AC0367" w:rsidRPr="001E65A8">
        <w:rPr>
          <w:lang w:val="sr-Latn-RS"/>
        </w:rPr>
        <w:t xml:space="preserve"> analizu</w:t>
      </w:r>
      <w:r w:rsidRPr="001E65A8">
        <w:rPr>
          <w:lang w:val="sr-Latn-RS"/>
        </w:rPr>
        <w:t xml:space="preserve"> literature i ne predstavlja originalni doprinos kandidata, te je</w:t>
      </w:r>
      <w:r w:rsidR="002E7436">
        <w:rPr>
          <w:lang w:val="sr-Latn-RS"/>
        </w:rPr>
        <w:t xml:space="preserve"> </w:t>
      </w:r>
      <w:r w:rsidRPr="001E65A8">
        <w:rPr>
          <w:lang w:val="sr-Latn-RS"/>
        </w:rPr>
        <w:t>potrebno</w:t>
      </w:r>
      <w:r w:rsidR="00941464" w:rsidRPr="001E65A8">
        <w:rPr>
          <w:lang w:val="sr-Latn-RS"/>
        </w:rPr>
        <w:t xml:space="preserve"> i u tekstu i u poglavlju „Literatura“</w:t>
      </w:r>
      <w:r w:rsidRPr="001E65A8">
        <w:rPr>
          <w:lang w:val="sr-Latn-RS"/>
        </w:rPr>
        <w:t xml:space="preserve"> naznačiti literaturne izvor</w:t>
      </w:r>
      <w:r w:rsidR="00941464" w:rsidRPr="001E65A8">
        <w:rPr>
          <w:lang w:val="sr-Latn-RS"/>
        </w:rPr>
        <w:t>e koji su se koristili</w:t>
      </w:r>
      <w:r w:rsidRPr="001E65A8">
        <w:rPr>
          <w:lang w:val="sr-Latn-RS"/>
        </w:rPr>
        <w:t>.</w:t>
      </w:r>
      <w:r w:rsidR="00941464" w:rsidRPr="001E65A8">
        <w:rPr>
          <w:lang w:val="sr-Latn-RS"/>
        </w:rPr>
        <w:t xml:space="preserve"> Citiranje literaturnih izvora, potrebno je izvršiti prema IEEE preporukama o citiranju </w:t>
      </w:r>
      <w:r w:rsidR="00844FD2" w:rsidRPr="001E65A8">
        <w:rPr>
          <w:lang w:val="sr-Latn-RS"/>
        </w:rPr>
        <w:t>koriš</w:t>
      </w:r>
      <w:r w:rsidR="00844FD2">
        <w:rPr>
          <w:lang w:val="sr-Latn-RS"/>
        </w:rPr>
        <w:t>ć</w:t>
      </w:r>
      <w:r w:rsidR="00844FD2" w:rsidRPr="001E65A8">
        <w:rPr>
          <w:lang w:val="sr-Latn-RS"/>
        </w:rPr>
        <w:t xml:space="preserve">ene </w:t>
      </w:r>
      <w:r w:rsidR="00941464" w:rsidRPr="001E65A8">
        <w:rPr>
          <w:lang w:val="sr-Latn-RS"/>
        </w:rPr>
        <w:t xml:space="preserve">literature </w:t>
      </w:r>
      <w:r w:rsidR="000A7179" w:rsidRPr="00750096">
        <w:rPr>
          <w:lang w:val="sr-Latn-RS"/>
        </w:rPr>
        <w:t>[1].</w:t>
      </w:r>
    </w:p>
    <w:p w14:paraId="020D89CF" w14:textId="77777777" w:rsidR="006A798D" w:rsidRDefault="006A798D" w:rsidP="001E2163">
      <w:pPr>
        <w:tabs>
          <w:tab w:val="left" w:pos="1073"/>
        </w:tabs>
        <w:rPr>
          <w:lang w:val="sr-Latn-RS"/>
        </w:rPr>
      </w:pPr>
    </w:p>
    <w:p w14:paraId="235DBEE3" w14:textId="77777777" w:rsidR="00917984" w:rsidRPr="001E65A8" w:rsidRDefault="00917984" w:rsidP="00917984">
      <w:pPr>
        <w:pStyle w:val="Heading2"/>
        <w:rPr>
          <w:lang w:val="sr-Latn-RS"/>
        </w:rPr>
      </w:pPr>
      <w:bookmarkStart w:id="12" w:name="_Toc128138304"/>
      <w:r w:rsidRPr="001E65A8">
        <w:rPr>
          <w:lang w:val="sr-Latn-RS"/>
        </w:rPr>
        <w:t>Citiranje literature</w:t>
      </w:r>
      <w:bookmarkEnd w:id="12"/>
    </w:p>
    <w:p w14:paraId="5E70D924" w14:textId="02D15F26" w:rsidR="00917984" w:rsidRDefault="00917984" w:rsidP="00917984">
      <w:pPr>
        <w:rPr>
          <w:lang w:val="sr-Latn-RS" w:bidi="ar-SA"/>
        </w:rPr>
      </w:pPr>
      <w:r w:rsidRPr="001E65A8">
        <w:rPr>
          <w:lang w:val="sr-Latn-RS" w:bidi="ar-SA"/>
        </w:rPr>
        <w:t>Citiranje literature predstavlja standardizovan metod prikazivanja izvora informacija i ideja koje se koriste u pisanju naučnog rada, i to na jedinstveni način koji identifikuje njihove izvore</w:t>
      </w:r>
      <w:r w:rsidR="003038FF">
        <w:rPr>
          <w:lang w:val="sr-Latn-RS" w:bidi="ar-SA"/>
        </w:rPr>
        <w:t xml:space="preserve"> </w:t>
      </w:r>
      <w:r w:rsidR="003038FF" w:rsidRPr="00750096">
        <w:rPr>
          <w:lang w:val="sr-Latn-RS" w:bidi="ar-SA"/>
        </w:rPr>
        <w:t>[2]</w:t>
      </w:r>
      <w:r w:rsidRPr="001E65A8">
        <w:rPr>
          <w:lang w:val="sr-Latn-RS" w:bidi="ar-SA"/>
        </w:rPr>
        <w:t>.</w:t>
      </w:r>
    </w:p>
    <w:p w14:paraId="2A4717AA" w14:textId="4485E0F9" w:rsidR="00917984" w:rsidRDefault="00917984" w:rsidP="00917984">
      <w:pPr>
        <w:rPr>
          <w:lang w:val="sr-Latn-RS" w:bidi="ar-SA"/>
        </w:rPr>
      </w:pPr>
      <w:r w:rsidRPr="001E65A8">
        <w:rPr>
          <w:lang w:val="sr-Latn-RS" w:bidi="ar-SA"/>
        </w:rPr>
        <w:t>Citiranju literature potrebno je posvetiti veliku pažnju zbog mogućih netačnih navoda. Podatak o citiranoj referenci u radu se pojavljuje obavezno dva puta. Prvi put u tekstu rada, a drugi put u popisu korišćene literature. Svaki spomenuti izvor podataka koji je naveden u radu mora se navesti i u literaturi, isto tako, ne može se referenca navesti u popisu literature a da nije spomenuta u tekstu</w:t>
      </w:r>
      <w:r w:rsidR="003038FF">
        <w:rPr>
          <w:lang w:val="sr-Latn-RS" w:bidi="ar-SA"/>
        </w:rPr>
        <w:t xml:space="preserve"> [2]</w:t>
      </w:r>
      <w:r w:rsidRPr="001E65A8">
        <w:rPr>
          <w:lang w:val="sr-Latn-RS" w:bidi="ar-SA"/>
        </w:rPr>
        <w:t>.</w:t>
      </w:r>
    </w:p>
    <w:p w14:paraId="0463A995" w14:textId="0AD52DA2" w:rsidR="00917984" w:rsidRDefault="00917984" w:rsidP="00917984">
      <w:pPr>
        <w:rPr>
          <w:color w:val="000000" w:themeColor="text1"/>
          <w:lang w:val="sr-Latn-RS"/>
        </w:rPr>
      </w:pPr>
      <w:r w:rsidRPr="008B1931">
        <w:rPr>
          <w:lang w:val="sr-Latn-RS" w:bidi="ar-SA"/>
        </w:rPr>
        <w:t>Reference u tekstu navode se numerički u uglastim zagradama (npr. [1], [2], itd.) redosledom pojavljivanja u tekstu. Popis literature mora biti numerisan prema redosledu pojavljivanja referenci u tekstu, a kada se isti izvor koristi ponovo</w:t>
      </w:r>
      <w:r w:rsidR="00A542EC">
        <w:rPr>
          <w:lang w:val="sr-Latn-RS" w:bidi="ar-SA"/>
        </w:rPr>
        <w:t xml:space="preserve">, </w:t>
      </w:r>
      <w:r w:rsidRPr="008B1931">
        <w:rPr>
          <w:lang w:val="sr-Latn-RS" w:bidi="ar-SA"/>
        </w:rPr>
        <w:t xml:space="preserve">on zadržava broj reference koji je dobio prilikom prvog pojavljivanja. </w:t>
      </w:r>
      <w:r w:rsidR="003038FF" w:rsidRPr="008B1931">
        <w:rPr>
          <w:lang w:val="sr-Latn-RS"/>
        </w:rPr>
        <w:t>Pravila citiranja</w:t>
      </w:r>
      <w:r w:rsidR="003038FF">
        <w:rPr>
          <w:lang w:val="sr-Latn-RS"/>
        </w:rPr>
        <w:t xml:space="preserve"> literature i različita prilagođena uputstva za preporučene stilove citiranja možete da pronađete na sledećem linku </w:t>
      </w:r>
      <w:r w:rsidR="002477F4">
        <w:rPr>
          <w:lang w:val="sr-Latn-RS"/>
        </w:rPr>
        <w:t>[2]</w:t>
      </w:r>
      <w:r w:rsidR="003038FF" w:rsidRPr="00B07454">
        <w:rPr>
          <w:lang w:val="sr-Latn-RS"/>
        </w:rPr>
        <w:t>.</w:t>
      </w:r>
      <w:r w:rsidR="00451EC2" w:rsidRPr="00B07454">
        <w:rPr>
          <w:lang w:val="sr-Latn-RS"/>
        </w:rPr>
        <w:t xml:space="preserve"> </w:t>
      </w:r>
      <w:r w:rsidR="00280F91" w:rsidRPr="00B07454">
        <w:rPr>
          <w:lang w:val="sr-Latn-RS"/>
        </w:rPr>
        <w:t xml:space="preserve">Literatura treba da obuhvati sve izvore koji su korišćeni u radu. Bilo bi poželjno izbegavati korišćenje internet izvora kao što su </w:t>
      </w:r>
      <w:proofErr w:type="spellStart"/>
      <w:r w:rsidR="00280F91" w:rsidRPr="00B07454">
        <w:rPr>
          <w:lang w:val="sr-Latn-RS"/>
        </w:rPr>
        <w:t>Vikipedija</w:t>
      </w:r>
      <w:proofErr w:type="spellEnd"/>
      <w:r w:rsidR="00280F91" w:rsidRPr="00B07454">
        <w:rPr>
          <w:lang w:val="sr-Latn-RS"/>
        </w:rPr>
        <w:t>, sajtov</w:t>
      </w:r>
      <w:r w:rsidR="00B07454">
        <w:rPr>
          <w:lang w:val="sr-Latn-RS"/>
        </w:rPr>
        <w:t>a</w:t>
      </w:r>
      <w:r w:rsidR="00280F91" w:rsidRPr="00B07454">
        <w:rPr>
          <w:lang w:val="sr-Latn-RS"/>
        </w:rPr>
        <w:t xml:space="preserve"> koji </w:t>
      </w:r>
      <w:r w:rsidR="00B07454">
        <w:rPr>
          <w:lang w:val="sr-Latn-RS"/>
        </w:rPr>
        <w:t xml:space="preserve">su </w:t>
      </w:r>
      <w:r w:rsidR="00280F91" w:rsidRPr="00B07454">
        <w:rPr>
          <w:lang w:val="sr-Latn-RS"/>
        </w:rPr>
        <w:t>reklamnog tipa</w:t>
      </w:r>
      <w:r w:rsidR="00B07454">
        <w:rPr>
          <w:lang w:val="sr-Latn-RS"/>
        </w:rPr>
        <w:t xml:space="preserve"> </w:t>
      </w:r>
      <w:r w:rsidR="00280F91" w:rsidRPr="00B07454">
        <w:rPr>
          <w:lang w:val="sr-Latn-RS"/>
        </w:rPr>
        <w:t>i tekstov</w:t>
      </w:r>
      <w:r w:rsidR="00B07454">
        <w:rPr>
          <w:lang w:val="sr-Latn-RS"/>
        </w:rPr>
        <w:t>e</w:t>
      </w:r>
      <w:r w:rsidR="00280F91" w:rsidRPr="00B07454">
        <w:rPr>
          <w:lang w:val="sr-Latn-RS"/>
        </w:rPr>
        <w:t xml:space="preserve"> koji nisu autorski, jer mogu sadržati netačne informacije. </w:t>
      </w:r>
      <w:r w:rsidR="00451EC2" w:rsidRPr="00B07454">
        <w:rPr>
          <w:lang w:val="sr-Latn-RS"/>
        </w:rPr>
        <w:t>U spisku korišćene literature mora da bude barem jedna knjiga</w:t>
      </w:r>
      <w:r w:rsidR="00451EC2" w:rsidRPr="007766E2">
        <w:rPr>
          <w:color w:val="000000" w:themeColor="text1"/>
          <w:lang w:val="sr-Latn-RS"/>
        </w:rPr>
        <w:t xml:space="preserve">. </w:t>
      </w:r>
    </w:p>
    <w:p w14:paraId="2F446709" w14:textId="40B66265" w:rsidR="00FD55D0" w:rsidRPr="00FD55D0" w:rsidRDefault="00FD55D0" w:rsidP="00917984">
      <w:pPr>
        <w:rPr>
          <w:lang w:val="sr-Latn-RS" w:bidi="ar-SA"/>
        </w:rPr>
      </w:pPr>
      <w:r w:rsidRPr="00873156">
        <w:rPr>
          <w:lang w:val="sr-Latn-RS" w:bidi="ar-SA"/>
        </w:rPr>
        <w:t>Slede primeri za citiranje:</w:t>
      </w:r>
    </w:p>
    <w:p w14:paraId="67D6E968" w14:textId="4EA4E247" w:rsidR="00C6275E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Ako se u tekstu poziva na rad koji ima do šest autora, onda je prema pravilima IEEE sistema za navođenje referenci potrebno navesti njihova imena u listi referenci [10]. Ukoliko se poziva na rad koji ima više od</w:t>
      </w:r>
      <w:r w:rsidR="00FD55D0" w:rsidRPr="00FD55D0">
        <w:rPr>
          <w:lang w:val="sr-Latn-RS" w:bidi="ar-SA"/>
        </w:rPr>
        <w:t xml:space="preserve"> </w:t>
      </w:r>
      <w:r w:rsidRPr="00FD55D0">
        <w:rPr>
          <w:lang w:val="sr-Latn-RS" w:bidi="ar-SA"/>
        </w:rPr>
        <w:t xml:space="preserve">šest autora onda se navodi ime i prezime samo prvog autora i iza njega opšteprihvaćena skraćenica et </w:t>
      </w:r>
      <w:proofErr w:type="spellStart"/>
      <w:r w:rsidRPr="00FD55D0">
        <w:rPr>
          <w:lang w:val="sr-Latn-RS" w:bidi="ar-SA"/>
        </w:rPr>
        <w:t>al</w:t>
      </w:r>
      <w:proofErr w:type="spellEnd"/>
      <w:r w:rsidRPr="00FD55D0">
        <w:rPr>
          <w:lang w:val="sr-Latn-RS" w:bidi="ar-SA"/>
        </w:rPr>
        <w:t>. (</w:t>
      </w:r>
      <w:proofErr w:type="spellStart"/>
      <w:r w:rsidRPr="00FD55D0">
        <w:rPr>
          <w:lang w:val="sr-Latn-RS" w:bidi="ar-SA"/>
        </w:rPr>
        <w:t>skr</w:t>
      </w:r>
      <w:proofErr w:type="spellEnd"/>
      <w:r w:rsidRPr="00FD55D0">
        <w:rPr>
          <w:lang w:val="sr-Latn-RS" w:bidi="ar-SA"/>
        </w:rPr>
        <w:t xml:space="preserve">. od lat. et </w:t>
      </w:r>
      <w:proofErr w:type="spellStart"/>
      <w:r w:rsidRPr="00FD55D0">
        <w:rPr>
          <w:lang w:val="sr-Latn-RS" w:bidi="ar-SA"/>
        </w:rPr>
        <w:t>alii</w:t>
      </w:r>
      <w:proofErr w:type="spellEnd"/>
      <w:r w:rsidRPr="00FD55D0">
        <w:rPr>
          <w:lang w:val="sr-Latn-RS" w:bidi="ar-SA"/>
        </w:rPr>
        <w:t xml:space="preserve"> – “i ostali”).</w:t>
      </w:r>
    </w:p>
    <w:p w14:paraId="2B8197E3" w14:textId="77777777" w:rsidR="00FD55D0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Primer 1:</w:t>
      </w:r>
    </w:p>
    <w:p w14:paraId="06B83E76" w14:textId="366A6A6D" w:rsidR="00C6275E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U [1] se navodi da...</w:t>
      </w:r>
    </w:p>
    <w:p w14:paraId="608245B8" w14:textId="7932B8D5" w:rsidR="00FD55D0" w:rsidRPr="00FD55D0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>Lista referenci:</w:t>
      </w:r>
    </w:p>
    <w:p w14:paraId="451D837B" w14:textId="04357F85" w:rsidR="00C6275E" w:rsidRDefault="00C6275E" w:rsidP="00FD55D0">
      <w:pPr>
        <w:rPr>
          <w:lang w:val="sr-Latn-RS" w:bidi="ar-SA"/>
        </w:rPr>
      </w:pPr>
      <w:r w:rsidRPr="00FD55D0">
        <w:rPr>
          <w:lang w:val="sr-Latn-RS" w:bidi="ar-SA"/>
        </w:rPr>
        <w:t xml:space="preserve">[1] S. K. Mitra, C. A. </w:t>
      </w:r>
      <w:proofErr w:type="spellStart"/>
      <w:r w:rsidRPr="00FD55D0">
        <w:rPr>
          <w:lang w:val="sr-Latn-RS" w:bidi="ar-SA"/>
        </w:rPr>
        <w:t>Murthy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and</w:t>
      </w:r>
      <w:proofErr w:type="spellEnd"/>
      <w:r w:rsidRPr="00FD55D0">
        <w:rPr>
          <w:lang w:val="sr-Latn-RS" w:bidi="ar-SA"/>
        </w:rPr>
        <w:t xml:space="preserve"> M. K. </w:t>
      </w:r>
      <w:proofErr w:type="spellStart"/>
      <w:r w:rsidRPr="00FD55D0">
        <w:rPr>
          <w:lang w:val="sr-Latn-RS" w:bidi="ar-SA"/>
        </w:rPr>
        <w:t>Kundu</w:t>
      </w:r>
      <w:proofErr w:type="spellEnd"/>
      <w:r w:rsidRPr="00FD55D0">
        <w:rPr>
          <w:lang w:val="sr-Latn-RS" w:bidi="ar-SA"/>
        </w:rPr>
        <w:t>, „</w:t>
      </w:r>
      <w:proofErr w:type="spellStart"/>
      <w:r w:rsidRPr="00FD55D0">
        <w:rPr>
          <w:lang w:val="sr-Latn-RS" w:bidi="ar-SA"/>
        </w:rPr>
        <w:t>Technique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for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Fractal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Image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Compresion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Using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Genetic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Algorithms</w:t>
      </w:r>
      <w:proofErr w:type="spellEnd"/>
      <w:r w:rsidRPr="00FD55D0">
        <w:rPr>
          <w:lang w:val="sr-Latn-RS" w:bidi="ar-SA"/>
        </w:rPr>
        <w:t xml:space="preserve">“, IEEE </w:t>
      </w:r>
      <w:proofErr w:type="spellStart"/>
      <w:r w:rsidRPr="00FD55D0">
        <w:rPr>
          <w:lang w:val="sr-Latn-RS" w:bidi="ar-SA"/>
        </w:rPr>
        <w:t>Transactions</w:t>
      </w:r>
      <w:proofErr w:type="spellEnd"/>
      <w:r w:rsidRPr="00FD55D0">
        <w:rPr>
          <w:lang w:val="sr-Latn-RS" w:bidi="ar-SA"/>
        </w:rPr>
        <w:t xml:space="preserve"> on</w:t>
      </w:r>
      <w:r w:rsidR="008C6E5A"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Image</w:t>
      </w:r>
      <w:proofErr w:type="spellEnd"/>
      <w:r w:rsidRPr="00FD55D0">
        <w:rPr>
          <w:lang w:val="sr-Latn-RS" w:bidi="ar-SA"/>
        </w:rPr>
        <w:t xml:space="preserve"> </w:t>
      </w:r>
      <w:proofErr w:type="spellStart"/>
      <w:r w:rsidRPr="00FD55D0">
        <w:rPr>
          <w:lang w:val="sr-Latn-RS" w:bidi="ar-SA"/>
        </w:rPr>
        <w:t>Processing</w:t>
      </w:r>
      <w:proofErr w:type="spellEnd"/>
      <w:r w:rsidRPr="00FD55D0">
        <w:rPr>
          <w:lang w:val="sr-Latn-RS" w:bidi="ar-SA"/>
        </w:rPr>
        <w:t xml:space="preserve">, </w:t>
      </w:r>
      <w:proofErr w:type="spellStart"/>
      <w:r w:rsidRPr="00FD55D0">
        <w:rPr>
          <w:lang w:val="sr-Latn-RS" w:bidi="ar-SA"/>
        </w:rPr>
        <w:t>vol</w:t>
      </w:r>
      <w:proofErr w:type="spellEnd"/>
      <w:r w:rsidRPr="00FD55D0">
        <w:rPr>
          <w:lang w:val="sr-Latn-RS" w:bidi="ar-SA"/>
        </w:rPr>
        <w:t xml:space="preserve">. 7, no. 4, </w:t>
      </w:r>
      <w:proofErr w:type="spellStart"/>
      <w:r w:rsidRPr="00FD55D0">
        <w:rPr>
          <w:lang w:val="sr-Latn-RS" w:bidi="ar-SA"/>
        </w:rPr>
        <w:t>pp</w:t>
      </w:r>
      <w:proofErr w:type="spellEnd"/>
      <w:r w:rsidRPr="00FD55D0">
        <w:rPr>
          <w:lang w:val="sr-Latn-RS" w:bidi="ar-SA"/>
        </w:rPr>
        <w:t>. 586-593, April 1998.</w:t>
      </w:r>
    </w:p>
    <w:p w14:paraId="4B1EDD53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lastRenderedPageBreak/>
        <w:t>Primer 2:</w:t>
      </w:r>
    </w:p>
    <w:p w14:paraId="58977044" w14:textId="7DCD6168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U [2] se navodi...</w:t>
      </w:r>
    </w:p>
    <w:p w14:paraId="4DB9E065" w14:textId="77777777" w:rsidR="00FD55D0" w:rsidRPr="00FD55D0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</w:p>
    <w:p w14:paraId="1BC43B27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7FE6F09E" w14:textId="7CDF40C2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[2] N. E. Huang et al., “The empirical mode decomposition and the Hilbert spectrum from nonlinear and non-stationary time series</w:t>
      </w:r>
      <w:r w:rsidR="008C6E5A" w:rsidRPr="00FD55D0">
        <w:rPr>
          <w:rFonts w:asciiTheme="minorHAnsi" w:hAnsiTheme="minorHAnsi" w:cstheme="minorHAnsi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en-GB" w:eastAsia="en-GB" w:bidi="ar-SA"/>
        </w:rPr>
        <w:t xml:space="preserve">analysis,” in Proc. R. Soc. Lond. </w:t>
      </w:r>
      <w:proofErr w:type="gramStart"/>
      <w:r w:rsidRPr="00FD55D0">
        <w:rPr>
          <w:rFonts w:asciiTheme="minorHAnsi" w:hAnsiTheme="minorHAnsi" w:cstheme="minorHAnsi"/>
          <w:lang w:val="en-GB" w:eastAsia="en-GB" w:bidi="ar-SA"/>
        </w:rPr>
        <w:t>A,</w:t>
      </w:r>
      <w:proofErr w:type="gramEnd"/>
      <w:r w:rsidRPr="00FD55D0">
        <w:rPr>
          <w:rFonts w:asciiTheme="minorHAnsi" w:hAnsiTheme="minorHAnsi" w:cstheme="minorHAnsi"/>
          <w:lang w:val="en-GB" w:eastAsia="en-GB" w:bidi="ar-SA"/>
        </w:rPr>
        <w:t xml:space="preserve"> vol. 454, pp. 903–995, 1998.</w:t>
      </w:r>
    </w:p>
    <w:p w14:paraId="4E75CB6C" w14:textId="77777777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</w:p>
    <w:p w14:paraId="34F87782" w14:textId="43E84AA5" w:rsidR="00C6275E" w:rsidRPr="00FD55D0" w:rsidRDefault="008C6E5A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Citiranje d</w:t>
      </w:r>
      <w:r w:rsidR="00C6275E" w:rsidRPr="00FD55D0">
        <w:rPr>
          <w:rFonts w:asciiTheme="minorHAnsi" w:hAnsiTheme="minorHAnsi" w:cstheme="minorHAnsi"/>
          <w:lang w:val="sr-Latn-RS" w:eastAsia="en-GB" w:bidi="ar-SA"/>
        </w:rPr>
        <w:t>ela teksta drugih autora</w:t>
      </w:r>
    </w:p>
    <w:p w14:paraId="584B0EFC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Kod citiranja do dve linije teksta, uobičajeno je koristiti navodnike.</w:t>
      </w:r>
      <w:r w:rsidR="00FD55D0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</w:p>
    <w:p w14:paraId="4A7A04AA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Primer 1:</w:t>
      </w:r>
    </w:p>
    <w:p w14:paraId="63912E86" w14:textId="31F621C3" w:rsidR="008C6E5A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U [1] se navodi: „Stalne jednosmerne struje su....“</w:t>
      </w:r>
    </w:p>
    <w:p w14:paraId="56676C31" w14:textId="77777777" w:rsidR="00FD55D0" w:rsidRPr="00FD55D0" w:rsidRDefault="00FD55D0" w:rsidP="00C6275E">
      <w:pPr>
        <w:spacing w:before="0" w:line="240" w:lineRule="auto"/>
        <w:jc w:val="left"/>
        <w:rPr>
          <w:rFonts w:asciiTheme="minorHAnsi" w:hAnsiTheme="minorHAnsi" w:cstheme="minorHAnsi"/>
          <w:lang w:val="en-GB" w:eastAsia="en-GB" w:bidi="ar-SA"/>
        </w:rPr>
      </w:pPr>
    </w:p>
    <w:p w14:paraId="3EF79988" w14:textId="77777777" w:rsidR="00FD55D0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59A9C8EB" w14:textId="376BD5D8" w:rsidR="00C6275E" w:rsidRPr="00FD55D0" w:rsidRDefault="00C6275E" w:rsidP="00C6275E">
      <w:pPr>
        <w:spacing w:before="0" w:line="240" w:lineRule="auto"/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[1] J. Surutka, Osnovi elektrotehnike. Beograd: Naučna knjiga, 1989,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sr-Latn-RS" w:eastAsia="en-GB" w:bidi="ar-SA"/>
        </w:rPr>
        <w:t>str. 131.</w:t>
      </w:r>
    </w:p>
    <w:p w14:paraId="10BF0C7D" w14:textId="77777777" w:rsidR="008C6E5A" w:rsidRPr="00FD55D0" w:rsidRDefault="008C6E5A" w:rsidP="00C6275E">
      <w:pPr>
        <w:jc w:val="left"/>
        <w:rPr>
          <w:rFonts w:asciiTheme="minorHAnsi" w:hAnsiTheme="minorHAnsi" w:cstheme="minorHAnsi"/>
          <w:lang w:val="en-GB" w:eastAsia="en-GB" w:bidi="ar-SA"/>
        </w:rPr>
      </w:pPr>
    </w:p>
    <w:p w14:paraId="471D5BB6" w14:textId="2138D56B" w:rsidR="008C6E5A" w:rsidRPr="00FD55D0" w:rsidRDefault="00C6275E" w:rsidP="00C6275E">
      <w:pPr>
        <w:jc w:val="left"/>
        <w:rPr>
          <w:rFonts w:asciiTheme="minorHAnsi" w:hAnsiTheme="minorHAnsi" w:cstheme="minorHAnsi"/>
          <w:lang w:val="sr-Latn-RS" w:eastAsia="en-GB" w:bidi="ar-SA"/>
        </w:rPr>
      </w:pPr>
      <w:r w:rsidRPr="00FD55D0">
        <w:rPr>
          <w:rFonts w:asciiTheme="minorHAnsi" w:hAnsiTheme="minorHAnsi" w:cstheme="minorHAnsi"/>
          <w:lang w:val="sr-Latn-RS" w:eastAsia="en-GB" w:bidi="ar-SA"/>
        </w:rPr>
        <w:t>Ko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d citiranja teksta dužeg od dv</w:t>
      </w:r>
      <w:r w:rsidRPr="00FD55D0">
        <w:rPr>
          <w:rFonts w:asciiTheme="minorHAnsi" w:hAnsiTheme="minorHAnsi" w:cstheme="minorHAnsi"/>
          <w:lang w:val="sr-Latn-RS" w:eastAsia="en-GB" w:bidi="ar-SA"/>
        </w:rPr>
        <w:t xml:space="preserve">e linije, taj citat 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se posebno naglašava</w:t>
      </w:r>
      <w:r w:rsidRPr="00FD55D0">
        <w:rPr>
          <w:rFonts w:asciiTheme="minorHAnsi" w:hAnsiTheme="minorHAnsi" w:cstheme="minorHAnsi"/>
          <w:lang w:val="sr-Latn-RS" w:eastAsia="en-GB" w:bidi="ar-SA"/>
        </w:rPr>
        <w:t xml:space="preserve"> uvlačenjem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sr-Latn-RS" w:eastAsia="en-GB" w:bidi="ar-SA"/>
        </w:rPr>
        <w:t>te</w:t>
      </w:r>
      <w:r w:rsidR="008C6E5A" w:rsidRPr="00FD55D0">
        <w:rPr>
          <w:rFonts w:asciiTheme="minorHAnsi" w:hAnsiTheme="minorHAnsi" w:cstheme="minorHAnsi"/>
          <w:lang w:val="sr-Latn-RS" w:eastAsia="en-GB" w:bidi="ar-SA"/>
        </w:rPr>
        <w:t>ksta i otkuca manjim slovima</w:t>
      </w:r>
      <w:r w:rsidRPr="00FD55D0">
        <w:rPr>
          <w:rFonts w:asciiTheme="minorHAnsi" w:hAnsiTheme="minorHAnsi" w:cstheme="minorHAnsi"/>
          <w:lang w:val="sr-Latn-RS" w:eastAsia="en-GB" w:bidi="ar-SA"/>
        </w:rPr>
        <w:t>.</w:t>
      </w:r>
    </w:p>
    <w:p w14:paraId="1ACAE2C1" w14:textId="77777777" w:rsidR="00FD55D0" w:rsidRPr="00FD55D0" w:rsidRDefault="008C6E5A" w:rsidP="00B840F3">
      <w:pPr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>Prim</w:t>
      </w:r>
      <w:r w:rsidR="00C6275E" w:rsidRPr="00FD55D0">
        <w:rPr>
          <w:rFonts w:asciiTheme="minorHAnsi" w:hAnsiTheme="minorHAnsi" w:cstheme="minorHAnsi"/>
          <w:lang w:val="en-GB" w:eastAsia="en-GB" w:bidi="ar-SA"/>
        </w:rPr>
        <w:t>er 2:</w:t>
      </w:r>
    </w:p>
    <w:p w14:paraId="409840EC" w14:textId="25D10B71" w:rsidR="008C6E5A" w:rsidRPr="00FD55D0" w:rsidRDefault="00C6275E" w:rsidP="008C6E5A">
      <w:pPr>
        <w:ind w:left="709"/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It is important to know the validity of measurement data. Except for the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counting of numbers, every measurement involves an error. Whether a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certain error appears or not depends on measurement conditions. The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method employed might cause a constant error whereas external or internal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disturbances may cause a random change of the reading for constant</w:t>
      </w:r>
      <w:r w:rsidR="00B840F3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</w:t>
      </w:r>
      <w:r w:rsidR="00B840F3"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>measurand</w:t>
      </w:r>
      <w:r w:rsidRPr="00FD55D0">
        <w:rPr>
          <w:rFonts w:asciiTheme="minorHAnsi" w:hAnsiTheme="minorHAnsi" w:cstheme="minorHAnsi"/>
          <w:sz w:val="20"/>
          <w:szCs w:val="20"/>
          <w:lang w:val="en-GB" w:eastAsia="en-GB" w:bidi="ar-SA"/>
        </w:rPr>
        <w:t xml:space="preserve"> [2].</w:t>
      </w:r>
    </w:p>
    <w:p w14:paraId="09DA7181" w14:textId="77777777" w:rsidR="00FD55D0" w:rsidRPr="00B840F3" w:rsidRDefault="00C6275E" w:rsidP="008C6E5A">
      <w:pPr>
        <w:jc w:val="left"/>
        <w:rPr>
          <w:rFonts w:asciiTheme="minorHAnsi" w:hAnsiTheme="minorHAnsi" w:cstheme="minorHAnsi"/>
          <w:lang w:val="sr-Latn-RS" w:eastAsia="en-GB" w:bidi="ar-SA"/>
        </w:rPr>
      </w:pPr>
      <w:r w:rsidRPr="00B840F3">
        <w:rPr>
          <w:rFonts w:asciiTheme="minorHAnsi" w:hAnsiTheme="minorHAnsi" w:cstheme="minorHAnsi"/>
          <w:lang w:val="sr-Latn-RS" w:eastAsia="en-GB" w:bidi="ar-SA"/>
        </w:rPr>
        <w:t>Lista referenci:</w:t>
      </w:r>
    </w:p>
    <w:p w14:paraId="0315B9FD" w14:textId="05F0F265" w:rsidR="00C6275E" w:rsidRDefault="00C6275E" w:rsidP="008C6E5A">
      <w:pPr>
        <w:jc w:val="left"/>
        <w:rPr>
          <w:rFonts w:asciiTheme="minorHAnsi" w:hAnsiTheme="minorHAnsi" w:cstheme="minorHAnsi"/>
          <w:lang w:val="en-GB" w:eastAsia="en-GB" w:bidi="ar-SA"/>
        </w:rPr>
      </w:pPr>
      <w:r w:rsidRPr="00FD55D0">
        <w:rPr>
          <w:rFonts w:asciiTheme="minorHAnsi" w:hAnsiTheme="minorHAnsi" w:cstheme="minorHAnsi"/>
          <w:lang w:val="en-GB" w:eastAsia="en-GB" w:bidi="ar-SA"/>
        </w:rPr>
        <w:t xml:space="preserve">[2] M. U. </w:t>
      </w:r>
      <w:proofErr w:type="spellStart"/>
      <w:r w:rsidRPr="00FD55D0">
        <w:rPr>
          <w:rFonts w:asciiTheme="minorHAnsi" w:hAnsiTheme="minorHAnsi" w:cstheme="minorHAnsi"/>
          <w:lang w:val="en-GB" w:eastAsia="en-GB" w:bidi="ar-SA"/>
        </w:rPr>
        <w:t>Reissland</w:t>
      </w:r>
      <w:proofErr w:type="spellEnd"/>
      <w:r w:rsidRPr="00FD55D0">
        <w:rPr>
          <w:rFonts w:asciiTheme="minorHAnsi" w:hAnsiTheme="minorHAnsi" w:cstheme="minorHAnsi"/>
          <w:lang w:val="en-GB" w:eastAsia="en-GB" w:bidi="ar-SA"/>
        </w:rPr>
        <w:t>, Electrical measurements: fundamentals, concepts,</w:t>
      </w:r>
      <w:r w:rsidR="008C6E5A" w:rsidRPr="00FD55D0">
        <w:rPr>
          <w:rFonts w:asciiTheme="minorHAnsi" w:hAnsiTheme="minorHAnsi" w:cstheme="minorHAnsi"/>
          <w:lang w:val="en-GB" w:eastAsia="en-GB" w:bidi="ar-SA"/>
        </w:rPr>
        <w:t xml:space="preserve"> </w:t>
      </w:r>
      <w:r w:rsidRPr="00FD55D0">
        <w:rPr>
          <w:rFonts w:asciiTheme="minorHAnsi" w:hAnsiTheme="minorHAnsi" w:cstheme="minorHAnsi"/>
          <w:lang w:val="en-GB" w:eastAsia="en-GB" w:bidi="ar-SA"/>
        </w:rPr>
        <w:t xml:space="preserve">applications. New Delhi: New age </w:t>
      </w:r>
      <w:r w:rsidRPr="00873156">
        <w:rPr>
          <w:rFonts w:asciiTheme="minorHAnsi" w:hAnsiTheme="minorHAnsi" w:cstheme="minorHAnsi"/>
          <w:lang w:val="en-GB" w:eastAsia="en-GB" w:bidi="ar-SA"/>
        </w:rPr>
        <w:t>international publishers, 1989, pp. 15.</w:t>
      </w:r>
    </w:p>
    <w:p w14:paraId="078FCDE2" w14:textId="77777777" w:rsidR="00FD55D0" w:rsidRPr="00B07454" w:rsidRDefault="00FD55D0" w:rsidP="008C6E5A">
      <w:pPr>
        <w:jc w:val="left"/>
        <w:rPr>
          <w:lang w:val="sr-Latn-RS" w:bidi="ar-SA"/>
        </w:rPr>
      </w:pPr>
    </w:p>
    <w:p w14:paraId="7E6D5DEA" w14:textId="18D43FF2" w:rsidR="00917984" w:rsidRDefault="00917984" w:rsidP="00917984">
      <w:pPr>
        <w:rPr>
          <w:lang w:val="sr-Latn-RS"/>
        </w:rPr>
      </w:pPr>
      <w:r w:rsidRPr="001E65A8">
        <w:rPr>
          <w:lang w:val="sr-Latn-RS"/>
        </w:rPr>
        <w:t xml:space="preserve">Spisak literature je pisan stilom: </w:t>
      </w:r>
      <w:proofErr w:type="spellStart"/>
      <w:r w:rsidRPr="001E65A8">
        <w:rPr>
          <w:i/>
          <w:lang w:val="sr-Latn-RS"/>
        </w:rPr>
        <w:t>Bibliography</w:t>
      </w:r>
      <w:proofErr w:type="spellEnd"/>
      <w:r w:rsidRPr="001E65A8">
        <w:rPr>
          <w:lang w:val="sr-Latn-RS"/>
        </w:rPr>
        <w:t>.</w:t>
      </w:r>
      <w:r>
        <w:rPr>
          <w:lang w:val="sr-Latn-RS"/>
        </w:rPr>
        <w:t xml:space="preserve"> U poglavlju Literatura dat je primer pisanja referenci</w:t>
      </w:r>
      <w:r w:rsidR="003038FF">
        <w:rPr>
          <w:lang w:val="sr-Latn-RS"/>
        </w:rPr>
        <w:t xml:space="preserve"> prema IEEE preporukama [1]</w:t>
      </w:r>
      <w:r>
        <w:rPr>
          <w:lang w:val="sr-Latn-RS"/>
        </w:rPr>
        <w:t>.</w:t>
      </w:r>
    </w:p>
    <w:p w14:paraId="0024EB26" w14:textId="77777777" w:rsidR="00917984" w:rsidRPr="001E65A8" w:rsidRDefault="00917984" w:rsidP="001E2163">
      <w:pPr>
        <w:tabs>
          <w:tab w:val="left" w:pos="1073"/>
        </w:tabs>
        <w:rPr>
          <w:lang w:val="sr-Latn-RS"/>
        </w:rPr>
      </w:pPr>
    </w:p>
    <w:p w14:paraId="2A255841" w14:textId="77777777" w:rsidR="005815DA" w:rsidRPr="001E65A8" w:rsidRDefault="005460F2" w:rsidP="005460F2">
      <w:pPr>
        <w:pStyle w:val="Heading1"/>
        <w:rPr>
          <w:lang w:val="sr-Latn-RS"/>
        </w:rPr>
      </w:pPr>
      <w:bookmarkStart w:id="13" w:name="_Ref254940170"/>
      <w:bookmarkStart w:id="14" w:name="_Toc128138305"/>
      <w:r w:rsidRPr="001E65A8">
        <w:rPr>
          <w:lang w:val="sr-Latn-RS"/>
        </w:rPr>
        <w:lastRenderedPageBreak/>
        <w:t>Rešavanje problema</w:t>
      </w:r>
      <w:bookmarkEnd w:id="13"/>
      <w:bookmarkEnd w:id="14"/>
    </w:p>
    <w:p w14:paraId="75B78316" w14:textId="5E799CD6" w:rsidR="005815DA" w:rsidRPr="001E65A8" w:rsidRDefault="005460F2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Ovo poglavlje predstavlja </w:t>
      </w:r>
      <w:proofErr w:type="spellStart"/>
      <w:r w:rsidR="00844FD2">
        <w:rPr>
          <w:lang w:val="sr-Latn-RS"/>
        </w:rPr>
        <w:t>težišni</w:t>
      </w:r>
      <w:proofErr w:type="spellEnd"/>
      <w:r w:rsidR="00844FD2">
        <w:rPr>
          <w:lang w:val="sr-Latn-RS"/>
        </w:rPr>
        <w:t xml:space="preserve"> </w:t>
      </w:r>
      <w:r w:rsidRPr="001E65A8">
        <w:rPr>
          <w:lang w:val="sr-Latn-RS"/>
        </w:rPr>
        <w:t>deo rada, koji treba da sadrži sve postupke za rešavanje probl</w:t>
      </w:r>
      <w:r w:rsidR="00941464" w:rsidRPr="001E65A8">
        <w:rPr>
          <w:lang w:val="sr-Latn-RS"/>
        </w:rPr>
        <w:t>ema (tekst, izvođenja, algoritme, grafikone, crteže</w:t>
      </w:r>
      <w:r w:rsidRPr="001E65A8">
        <w:rPr>
          <w:lang w:val="sr-Latn-RS"/>
        </w:rPr>
        <w:t>, slike, tabele, jednačine...)</w:t>
      </w:r>
      <w:r w:rsidR="00E65CA0" w:rsidRPr="001E65A8">
        <w:rPr>
          <w:lang w:val="sr-Latn-RS"/>
        </w:rPr>
        <w:t>, rezultate i diskusiju rezultata</w:t>
      </w:r>
      <w:r w:rsidRPr="001E65A8">
        <w:rPr>
          <w:lang w:val="sr-Latn-RS"/>
        </w:rPr>
        <w:t>.</w:t>
      </w:r>
    </w:p>
    <w:p w14:paraId="1C2CDC27" w14:textId="5DF8B145" w:rsidR="00D95C84" w:rsidRDefault="00D95C84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Ovaj deo </w:t>
      </w:r>
      <w:r w:rsidR="00DC34C7">
        <w:rPr>
          <w:lang w:val="sr-Latn-RS"/>
        </w:rPr>
        <w:t>master</w:t>
      </w:r>
      <w:r w:rsidRPr="00D7444E">
        <w:rPr>
          <w:lang w:val="sr-Latn-RS"/>
        </w:rPr>
        <w:t xml:space="preserve"> rada</w:t>
      </w:r>
      <w:r w:rsidRPr="001E65A8">
        <w:rPr>
          <w:lang w:val="sr-Latn-RS"/>
        </w:rPr>
        <w:t xml:space="preserve"> predstavlja </w:t>
      </w:r>
      <w:r w:rsidR="00A522EE" w:rsidRPr="001E65A8">
        <w:rPr>
          <w:lang w:val="sr-Latn-RS"/>
        </w:rPr>
        <w:t>doprinos kandidata.</w:t>
      </w:r>
    </w:p>
    <w:p w14:paraId="28B59117" w14:textId="77777777" w:rsidR="006A798D" w:rsidRPr="001E65A8" w:rsidRDefault="006A798D" w:rsidP="001E2163">
      <w:pPr>
        <w:tabs>
          <w:tab w:val="left" w:pos="1073"/>
        </w:tabs>
        <w:rPr>
          <w:lang w:val="sr-Latn-RS"/>
        </w:rPr>
      </w:pPr>
    </w:p>
    <w:p w14:paraId="00069312" w14:textId="77777777" w:rsidR="005460F2" w:rsidRPr="001E65A8" w:rsidRDefault="005460F2" w:rsidP="005460F2">
      <w:pPr>
        <w:pStyle w:val="Heading2"/>
        <w:rPr>
          <w:lang w:val="sr-Latn-RS"/>
        </w:rPr>
      </w:pPr>
      <w:bookmarkStart w:id="15" w:name="_Toc128138306"/>
      <w:r w:rsidRPr="001E65A8">
        <w:rPr>
          <w:lang w:val="sr-Latn-RS"/>
        </w:rPr>
        <w:t>Objašnjenja</w:t>
      </w:r>
      <w:bookmarkEnd w:id="15"/>
    </w:p>
    <w:p w14:paraId="1744D748" w14:textId="77777777" w:rsidR="0073164F" w:rsidRPr="001E65A8" w:rsidRDefault="0073164F" w:rsidP="0073164F">
      <w:pPr>
        <w:pStyle w:val="Heading3"/>
        <w:rPr>
          <w:lang w:val="sr-Latn-RS"/>
        </w:rPr>
      </w:pPr>
      <w:bookmarkStart w:id="16" w:name="_Toc128138307"/>
      <w:r w:rsidRPr="001E65A8">
        <w:rPr>
          <w:lang w:val="sr-Latn-RS"/>
        </w:rPr>
        <w:t>Opšta objašnjenja</w:t>
      </w:r>
      <w:bookmarkEnd w:id="16"/>
    </w:p>
    <w:p w14:paraId="4703B269" w14:textId="77777777" w:rsidR="005460F2" w:rsidRPr="001E65A8" w:rsidRDefault="005460F2" w:rsidP="005460F2">
      <w:pPr>
        <w:rPr>
          <w:lang w:val="sr-Latn-RS"/>
        </w:rPr>
      </w:pPr>
      <w:r w:rsidRPr="001E65A8">
        <w:rPr>
          <w:lang w:val="sr-Latn-RS"/>
        </w:rPr>
        <w:t>U radu je potrebno koristiti formatiranje koje je definisano u ovom šablonu</w:t>
      </w:r>
      <w:r w:rsidR="001E65A8" w:rsidRPr="001E65A8">
        <w:rPr>
          <w:lang w:val="sr-Latn-RS"/>
        </w:rPr>
        <w:t>.</w:t>
      </w:r>
    </w:p>
    <w:p w14:paraId="73E031B0" w14:textId="77777777" w:rsidR="005460F2" w:rsidRPr="001E65A8" w:rsidRDefault="005460F2" w:rsidP="005460F2">
      <w:pPr>
        <w:rPr>
          <w:lang w:val="sr-Latn-RS"/>
        </w:rPr>
      </w:pPr>
      <w:r w:rsidRPr="001E65A8">
        <w:rPr>
          <w:lang w:val="sr-Latn-RS"/>
        </w:rPr>
        <w:t>Format papira i margine, odnosno dizajn stranice nije slobodno menjati</w:t>
      </w:r>
      <w:r w:rsidR="0073164F" w:rsidRPr="001E65A8">
        <w:rPr>
          <w:lang w:val="sr-Latn-RS"/>
        </w:rPr>
        <w:t>.</w:t>
      </w:r>
    </w:p>
    <w:p w14:paraId="7ADF28DE" w14:textId="7777777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Naslovi prvog nivoa bez brojeva, pisani su stilom: </w:t>
      </w:r>
      <w:proofErr w:type="spellStart"/>
      <w:r w:rsidRPr="001E65A8">
        <w:rPr>
          <w:i/>
          <w:lang w:val="sr-Latn-RS"/>
        </w:rPr>
        <w:t>Heading</w:t>
      </w:r>
      <w:proofErr w:type="spellEnd"/>
      <w:r w:rsidRPr="001E65A8">
        <w:rPr>
          <w:i/>
          <w:lang w:val="sr-Latn-RS"/>
        </w:rPr>
        <w:t xml:space="preserve"> 1 no </w:t>
      </w:r>
      <w:proofErr w:type="spellStart"/>
      <w:r w:rsidRPr="001E65A8">
        <w:rPr>
          <w:i/>
          <w:lang w:val="sr-Latn-RS"/>
        </w:rPr>
        <w:t>numbering</w:t>
      </w:r>
      <w:proofErr w:type="spellEnd"/>
      <w:r w:rsidRPr="001E65A8">
        <w:rPr>
          <w:lang w:val="sr-Latn-RS"/>
        </w:rPr>
        <w:t xml:space="preserve">. Naslovi prvog, drugog, trećeg i četvrtog nivoa s brojevima, pisani su stilovima: </w:t>
      </w:r>
      <w:proofErr w:type="spellStart"/>
      <w:r w:rsidRPr="001E65A8">
        <w:rPr>
          <w:i/>
          <w:lang w:val="sr-Latn-RS"/>
        </w:rPr>
        <w:t>Heading</w:t>
      </w:r>
      <w:proofErr w:type="spellEnd"/>
      <w:r w:rsidRPr="001E65A8">
        <w:rPr>
          <w:i/>
          <w:lang w:val="sr-Latn-RS"/>
        </w:rPr>
        <w:t xml:space="preserve"> 1, 2, 3 </w:t>
      </w:r>
      <w:r w:rsidRPr="001E65A8">
        <w:rPr>
          <w:lang w:val="sr-Latn-RS"/>
        </w:rPr>
        <w:t xml:space="preserve">i </w:t>
      </w:r>
      <w:r w:rsidRPr="001E65A8">
        <w:rPr>
          <w:i/>
          <w:lang w:val="sr-Latn-RS"/>
        </w:rPr>
        <w:t>4</w:t>
      </w:r>
      <w:r w:rsidRPr="001E65A8">
        <w:rPr>
          <w:lang w:val="sr-Latn-RS"/>
        </w:rPr>
        <w:t>.</w:t>
      </w:r>
    </w:p>
    <w:p w14:paraId="5E2FB745" w14:textId="7777777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Tekst je pisan stilom: </w:t>
      </w:r>
      <w:proofErr w:type="spellStart"/>
      <w:r w:rsidRPr="001E65A8">
        <w:rPr>
          <w:i/>
          <w:lang w:val="sr-Latn-RS"/>
        </w:rPr>
        <w:t>Normal</w:t>
      </w:r>
      <w:proofErr w:type="spellEnd"/>
      <w:r w:rsidRPr="001E65A8">
        <w:rPr>
          <w:lang w:val="sr-Latn-RS"/>
        </w:rPr>
        <w:t>.</w:t>
      </w:r>
    </w:p>
    <w:p w14:paraId="6796BE30" w14:textId="6D888D57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 xml:space="preserve">Ukoliko je u tekstu potrebno izvršiti nabrajanje </w:t>
      </w:r>
      <w:r w:rsidR="00844FD2">
        <w:rPr>
          <w:lang w:val="sr-Latn-RS"/>
        </w:rPr>
        <w:t xml:space="preserve">po stavkama, </w:t>
      </w:r>
      <w:r w:rsidRPr="001E65A8">
        <w:rPr>
          <w:lang w:val="sr-Latn-RS"/>
        </w:rPr>
        <w:t>to se radi na sledeći način:</w:t>
      </w:r>
    </w:p>
    <w:p w14:paraId="1D0B1566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Prva stavka;</w:t>
      </w:r>
    </w:p>
    <w:p w14:paraId="4D40BB5A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Druga stavka;</w:t>
      </w:r>
    </w:p>
    <w:p w14:paraId="4760489B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>...;</w:t>
      </w:r>
    </w:p>
    <w:p w14:paraId="53CE4523" w14:textId="77777777" w:rsidR="0073164F" w:rsidRPr="001E65A8" w:rsidRDefault="0073164F" w:rsidP="0073164F">
      <w:pPr>
        <w:pStyle w:val="ListParagraph"/>
        <w:numPr>
          <w:ilvl w:val="0"/>
          <w:numId w:val="7"/>
        </w:numPr>
        <w:rPr>
          <w:lang w:val="sr-Latn-RS"/>
        </w:rPr>
      </w:pPr>
      <w:r w:rsidRPr="001E65A8">
        <w:rPr>
          <w:lang w:val="sr-Latn-RS"/>
        </w:rPr>
        <w:t xml:space="preserve">Poslednja stavka (potrebno je koristiti alat </w:t>
      </w:r>
      <w:proofErr w:type="spellStart"/>
      <w:r w:rsidRPr="001E65A8">
        <w:rPr>
          <w:i/>
          <w:lang w:val="sr-Latn-RS"/>
        </w:rPr>
        <w:t>Bullets</w:t>
      </w:r>
      <w:proofErr w:type="spellEnd"/>
      <w:r w:rsidRPr="001E65A8">
        <w:rPr>
          <w:lang w:val="sr-Latn-RS"/>
        </w:rPr>
        <w:t>).</w:t>
      </w:r>
    </w:p>
    <w:p w14:paraId="2B3F3FF6" w14:textId="01469D14" w:rsidR="0073164F" w:rsidRPr="001E65A8" w:rsidRDefault="0073164F" w:rsidP="0073164F">
      <w:pPr>
        <w:rPr>
          <w:lang w:val="sr-Latn-RS"/>
        </w:rPr>
      </w:pPr>
      <w:r w:rsidRPr="001E65A8">
        <w:rPr>
          <w:lang w:val="sr-Latn-RS"/>
        </w:rPr>
        <w:t>Ukoliko je u tekstu potrebno izvršiti nabrajanje</w:t>
      </w:r>
      <w:r w:rsidR="002E4F1F">
        <w:rPr>
          <w:lang w:val="sr-Latn-RS"/>
        </w:rPr>
        <w:t xml:space="preserve"> korišćenjem</w:t>
      </w:r>
      <w:r w:rsidRPr="001E65A8">
        <w:rPr>
          <w:lang w:val="sr-Latn-RS"/>
        </w:rPr>
        <w:t xml:space="preserve"> brojeva, to se radi na sledeći način:</w:t>
      </w:r>
    </w:p>
    <w:p w14:paraId="34857797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Prva stavka;</w:t>
      </w:r>
    </w:p>
    <w:p w14:paraId="7F49B0AC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Druga stavka;</w:t>
      </w:r>
    </w:p>
    <w:p w14:paraId="490BA800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>...;</w:t>
      </w:r>
    </w:p>
    <w:p w14:paraId="5F38E908" w14:textId="77777777" w:rsidR="0073164F" w:rsidRPr="001E65A8" w:rsidRDefault="0073164F" w:rsidP="00A16968">
      <w:pPr>
        <w:pStyle w:val="ListParagraph"/>
        <w:numPr>
          <w:ilvl w:val="0"/>
          <w:numId w:val="10"/>
        </w:numPr>
        <w:ind w:left="714" w:hanging="357"/>
        <w:rPr>
          <w:lang w:val="sr-Latn-RS"/>
        </w:rPr>
      </w:pPr>
      <w:r w:rsidRPr="001E65A8">
        <w:rPr>
          <w:lang w:val="sr-Latn-RS"/>
        </w:rPr>
        <w:t xml:space="preserve">Poslednja stavka (potrebno je koristiti alat </w:t>
      </w:r>
      <w:proofErr w:type="spellStart"/>
      <w:r w:rsidRPr="00A16968">
        <w:rPr>
          <w:i/>
          <w:iCs/>
          <w:lang w:val="sr-Latn-RS"/>
        </w:rPr>
        <w:t>Numbering</w:t>
      </w:r>
      <w:proofErr w:type="spellEnd"/>
      <w:r w:rsidRPr="001E65A8">
        <w:rPr>
          <w:lang w:val="sr-Latn-RS"/>
        </w:rPr>
        <w:t>).</w:t>
      </w:r>
    </w:p>
    <w:p w14:paraId="2550BA5D" w14:textId="77777777" w:rsidR="0073164F" w:rsidRPr="001E65A8" w:rsidRDefault="0073164F" w:rsidP="0073164F">
      <w:pPr>
        <w:pStyle w:val="Heading3"/>
        <w:rPr>
          <w:lang w:val="sr-Latn-RS"/>
        </w:rPr>
      </w:pPr>
      <w:bookmarkStart w:id="17" w:name="_Toc128138308"/>
      <w:r w:rsidRPr="001E65A8">
        <w:rPr>
          <w:lang w:val="sr-Latn-RS"/>
        </w:rPr>
        <w:t>Fusnote</w:t>
      </w:r>
      <w:bookmarkEnd w:id="17"/>
    </w:p>
    <w:p w14:paraId="250A4F30" w14:textId="765F1126" w:rsidR="005815DA" w:rsidRPr="001E65A8" w:rsidRDefault="0073164F" w:rsidP="001E2163">
      <w:pPr>
        <w:tabs>
          <w:tab w:val="left" w:pos="1073"/>
        </w:tabs>
        <w:rPr>
          <w:lang w:val="sr-Latn-RS"/>
        </w:rPr>
      </w:pPr>
      <w:r w:rsidRPr="001E65A8">
        <w:rPr>
          <w:lang w:val="sr-Latn-RS"/>
        </w:rPr>
        <w:t xml:space="preserve">Fusnote se </w:t>
      </w:r>
      <w:r w:rsidR="00A16968">
        <w:rPr>
          <w:lang w:val="sr-Latn-RS"/>
        </w:rPr>
        <w:t>navode</w:t>
      </w:r>
      <w:r w:rsidRPr="001E65A8">
        <w:rPr>
          <w:lang w:val="sr-Latn-RS"/>
        </w:rPr>
        <w:t xml:space="preserve"> na dnu stranice</w:t>
      </w:r>
      <w:r w:rsidRPr="001E65A8">
        <w:rPr>
          <w:rStyle w:val="FootnoteReference"/>
          <w:lang w:val="sr-Latn-RS"/>
        </w:rPr>
        <w:footnoteReference w:id="1"/>
      </w:r>
      <w:r w:rsidR="000C11FE" w:rsidRPr="001E65A8">
        <w:rPr>
          <w:lang w:val="sr-Latn-RS"/>
        </w:rPr>
        <w:t>.</w:t>
      </w:r>
    </w:p>
    <w:p w14:paraId="7EF3613B" w14:textId="77777777" w:rsidR="00F0496E" w:rsidRPr="001E65A8" w:rsidRDefault="00F0496E" w:rsidP="00E65CA0">
      <w:pPr>
        <w:pStyle w:val="Heading3"/>
        <w:rPr>
          <w:lang w:val="sr-Latn-RS"/>
        </w:rPr>
      </w:pPr>
      <w:bookmarkStart w:id="18" w:name="_Toc128138309"/>
      <w:r w:rsidRPr="001E65A8">
        <w:rPr>
          <w:lang w:val="sr-Latn-RS"/>
        </w:rPr>
        <w:t>Slike i grafikoni</w:t>
      </w:r>
      <w:bookmarkEnd w:id="18"/>
    </w:p>
    <w:p w14:paraId="59E5FEAE" w14:textId="21FEC519" w:rsidR="00F0496E" w:rsidRPr="001E65A8" w:rsidRDefault="00314ECD" w:rsidP="00F0496E">
      <w:pPr>
        <w:rPr>
          <w:lang w:val="sr-Latn-RS" w:bidi="ar-SA"/>
        </w:rPr>
      </w:pPr>
      <w:r w:rsidRPr="001E65A8">
        <w:rPr>
          <w:lang w:val="sr-Latn-RS" w:bidi="ar-SA"/>
        </w:rPr>
        <w:t xml:space="preserve">Slike i grafikoni moraju biti prihvatljivog kvaliteta u crno-beloj tehnici ili u boji. Sve slike i grafikoni moraju imati potpis stilom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Pr="001E65A8">
        <w:rPr>
          <w:i/>
          <w:lang w:val="sr-Latn-RS" w:bidi="ar-SA"/>
        </w:rPr>
        <w:t xml:space="preserve"> </w:t>
      </w:r>
      <w:r w:rsidRPr="00F32356">
        <w:rPr>
          <w:iCs/>
          <w:lang w:val="sr-Latn-RS" w:bidi="ar-SA"/>
        </w:rPr>
        <w:t>(</w:t>
      </w:r>
      <w:r>
        <w:rPr>
          <w:lang w:val="sr-Latn-RS" w:bidi="ar-SA"/>
        </w:rPr>
        <w:t>p</w:t>
      </w:r>
      <w:r w:rsidRPr="001E65A8">
        <w:rPr>
          <w:lang w:val="sr-Latn-RS" w:bidi="ar-SA"/>
        </w:rPr>
        <w:t xml:space="preserve">otrebno je koristiti alat </w:t>
      </w:r>
      <w:r w:rsidRPr="001E65A8">
        <w:rPr>
          <w:i/>
          <w:lang w:val="sr-Latn-RS" w:bidi="ar-SA"/>
        </w:rPr>
        <w:t xml:space="preserve">Insert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Pr="00F32356">
        <w:rPr>
          <w:iCs/>
          <w:lang w:val="sr-Latn-RS" w:bidi="ar-SA"/>
        </w:rPr>
        <w:t>)</w:t>
      </w:r>
      <w:r>
        <w:rPr>
          <w:lang w:val="sr-Latn-RS" w:bidi="ar-SA"/>
        </w:rPr>
        <w:t>.</w:t>
      </w:r>
      <w:r w:rsidRPr="001E65A8">
        <w:rPr>
          <w:lang w:val="sr-Latn-RS" w:bidi="ar-SA"/>
        </w:rPr>
        <w:t xml:space="preserve"> </w:t>
      </w:r>
      <w:r>
        <w:rPr>
          <w:lang w:val="sr-Latn-RS" w:bidi="ar-SA"/>
        </w:rPr>
        <w:t>U</w:t>
      </w:r>
      <w:r w:rsidRPr="001E65A8">
        <w:rPr>
          <w:lang w:val="sr-Latn-RS" w:bidi="ar-SA"/>
        </w:rPr>
        <w:t xml:space="preserve"> tekstu se mora navesti poziv na njih u zagradi</w:t>
      </w:r>
      <w:r>
        <w:rPr>
          <w:lang w:val="sr-Latn-RS" w:bidi="ar-SA"/>
        </w:rPr>
        <w:t xml:space="preserve"> (koristite</w:t>
      </w:r>
      <w:r w:rsidRPr="001E65A8">
        <w:rPr>
          <w:lang w:val="sr-Latn-RS" w:bidi="ar-SA"/>
        </w:rPr>
        <w:t xml:space="preserve"> alat </w:t>
      </w:r>
      <w:proofErr w:type="spellStart"/>
      <w:r w:rsidRPr="001E65A8">
        <w:rPr>
          <w:i/>
          <w:lang w:val="sr-Latn-RS" w:bidi="ar-SA"/>
        </w:rPr>
        <w:t>Cross</w:t>
      </w:r>
      <w:proofErr w:type="spellEnd"/>
      <w:r w:rsidRPr="001E65A8">
        <w:rPr>
          <w:i/>
          <w:lang w:val="sr-Latn-RS" w:bidi="ar-SA"/>
        </w:rPr>
        <w:t>-reference</w:t>
      </w:r>
      <w:r>
        <w:rPr>
          <w:lang w:val="sr-Latn-RS" w:bidi="ar-SA"/>
        </w:rPr>
        <w:t>)</w:t>
      </w:r>
      <w:r w:rsidRPr="001E65A8">
        <w:rPr>
          <w:lang w:val="sr-Latn-RS" w:bidi="ar-SA"/>
        </w:rPr>
        <w:t>, poželjno, ali ne i obavezno, na kraju rečenice (</w:t>
      </w:r>
      <w:r w:rsidRPr="001E65A8">
        <w:rPr>
          <w:lang w:val="sr-Latn-RS" w:bidi="ar-SA"/>
        </w:rPr>
        <w:fldChar w:fldCharType="begin"/>
      </w:r>
      <w:r w:rsidRPr="001E65A8">
        <w:rPr>
          <w:lang w:val="sr-Latn-RS" w:bidi="ar-SA"/>
        </w:rPr>
        <w:instrText xml:space="preserve"> REF _Ref254268758 \h </w:instrText>
      </w:r>
      <w:r>
        <w:rPr>
          <w:lang w:val="sr-Latn-RS" w:bidi="ar-SA"/>
        </w:rPr>
        <w:instrText xml:space="preserve"> \* MERGEFORMAT </w:instrText>
      </w:r>
      <w:r w:rsidRPr="001E65A8">
        <w:rPr>
          <w:lang w:val="sr-Latn-RS" w:bidi="ar-SA"/>
        </w:rPr>
      </w:r>
      <w:r w:rsidRPr="001E65A8">
        <w:rPr>
          <w:lang w:val="sr-Latn-RS" w:bidi="ar-SA"/>
        </w:rPr>
        <w:fldChar w:fldCharType="separate"/>
      </w:r>
      <w:r w:rsidR="0017258F" w:rsidRPr="001E65A8">
        <w:rPr>
          <w:lang w:val="sr-Latn-RS"/>
        </w:rPr>
        <w:t xml:space="preserve">Slika </w:t>
      </w:r>
      <w:r w:rsidR="0017258F">
        <w:rPr>
          <w:noProof/>
          <w:lang w:val="sr-Latn-RS"/>
        </w:rPr>
        <w:t>1</w:t>
      </w:r>
      <w:r w:rsidRPr="001E65A8">
        <w:rPr>
          <w:lang w:val="sr-Latn-RS" w:bidi="ar-SA"/>
        </w:rPr>
        <w:fldChar w:fldCharType="end"/>
      </w:r>
      <w:r w:rsidRPr="001E65A8">
        <w:rPr>
          <w:lang w:val="sr-Latn-RS" w:bidi="ar-SA"/>
        </w:rPr>
        <w:t>)</w:t>
      </w:r>
      <w:r>
        <w:rPr>
          <w:lang w:val="sr-Latn-RS" w:bidi="ar-SA"/>
        </w:rPr>
        <w:t>. Numeraciju i naziv slika/grafikona potrebno je postaviti ispod slike. Ako se slike preuzmu iz drugih izvora kod naziva slike mora se navesti poziv na referencu koja upućuje odakle je slika preuzeta.</w:t>
      </w:r>
    </w:p>
    <w:p w14:paraId="676848ED" w14:textId="299C41A4" w:rsidR="00D66645" w:rsidRPr="001E65A8" w:rsidRDefault="000B4132" w:rsidP="00D66645">
      <w:pPr>
        <w:pStyle w:val="Normalfigure-table"/>
        <w:keepNext/>
        <w:rPr>
          <w:lang w:val="sr-Latn-RS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7A84FAFF" w:rsidR="00D66645" w:rsidRPr="001E65A8" w:rsidRDefault="00D66645" w:rsidP="00D66645">
      <w:pPr>
        <w:pStyle w:val="Caption"/>
        <w:rPr>
          <w:lang w:val="sr-Latn-RS"/>
        </w:rPr>
      </w:pPr>
      <w:bookmarkStart w:id="19" w:name="_Ref254268758"/>
      <w:r w:rsidRPr="001E65A8">
        <w:rPr>
          <w:lang w:val="sr-Latn-RS"/>
        </w:rPr>
        <w:t xml:space="preserve">Slika </w:t>
      </w:r>
      <w:r w:rsidR="00A44768" w:rsidRPr="001E65A8">
        <w:rPr>
          <w:lang w:val="sr-Latn-RS"/>
        </w:rPr>
        <w:fldChar w:fldCharType="begin"/>
      </w:r>
      <w:r w:rsidR="00A44768" w:rsidRPr="001E65A8">
        <w:rPr>
          <w:lang w:val="sr-Latn-RS"/>
        </w:rPr>
        <w:instrText xml:space="preserve"> SEQ Slika \* ARABIC </w:instrText>
      </w:r>
      <w:r w:rsidR="00A44768" w:rsidRPr="001E65A8">
        <w:rPr>
          <w:lang w:val="sr-Latn-RS"/>
        </w:rPr>
        <w:fldChar w:fldCharType="separate"/>
      </w:r>
      <w:r w:rsidR="0017258F">
        <w:rPr>
          <w:noProof/>
          <w:lang w:val="sr-Latn-RS"/>
        </w:rPr>
        <w:t>1</w:t>
      </w:r>
      <w:r w:rsidR="00A44768" w:rsidRPr="001E65A8">
        <w:rPr>
          <w:lang w:val="sr-Latn-RS"/>
        </w:rPr>
        <w:fldChar w:fldCharType="end"/>
      </w:r>
      <w:bookmarkEnd w:id="19"/>
      <w:r w:rsidR="002E03E9">
        <w:rPr>
          <w:lang w:val="sr-Latn-RS"/>
        </w:rPr>
        <w:t xml:space="preserve">. </w:t>
      </w:r>
      <w:r w:rsidR="00314ECD">
        <w:rPr>
          <w:lang w:val="sr-Latn-RS"/>
        </w:rPr>
        <w:t>Naziv</w:t>
      </w:r>
      <w:r w:rsidR="00314ECD" w:rsidRPr="001E65A8">
        <w:rPr>
          <w:lang w:val="sr-Latn-RS"/>
        </w:rPr>
        <w:t xml:space="preserve"> slike</w:t>
      </w:r>
      <w:r w:rsidR="00314ECD">
        <w:rPr>
          <w:lang w:val="sr-Latn-RS"/>
        </w:rPr>
        <w:t xml:space="preserve"> </w:t>
      </w:r>
      <w:r w:rsidR="00314ECD">
        <w:rPr>
          <w:lang w:val="en-US"/>
        </w:rPr>
        <w:t>[11]</w:t>
      </w:r>
    </w:p>
    <w:p w14:paraId="14590328" w14:textId="588BDDD8" w:rsidR="00D66645" w:rsidRDefault="00D66645" w:rsidP="00F0496E">
      <w:pPr>
        <w:rPr>
          <w:lang w:val="sr-Latn-RS" w:bidi="ar-SA"/>
        </w:rPr>
      </w:pPr>
      <w:r w:rsidRPr="001E65A8">
        <w:rPr>
          <w:lang w:val="sr-Latn-RS" w:bidi="ar-SA"/>
        </w:rPr>
        <w:t xml:space="preserve">Slike i grafikoni moraju biti u posebnom pasusu stila: </w:t>
      </w:r>
      <w:proofErr w:type="spellStart"/>
      <w:r w:rsidRPr="001E65A8">
        <w:rPr>
          <w:i/>
          <w:lang w:val="sr-Latn-RS" w:bidi="ar-SA"/>
        </w:rPr>
        <w:t>Normal</w:t>
      </w:r>
      <w:proofErr w:type="spellEnd"/>
      <w:r w:rsidRPr="001E65A8">
        <w:rPr>
          <w:i/>
          <w:lang w:val="sr-Latn-RS" w:bidi="ar-SA"/>
        </w:rPr>
        <w:t xml:space="preserve"> figure-table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</w:t>
      </w:r>
    </w:p>
    <w:p w14:paraId="08CA940B" w14:textId="77777777" w:rsidR="006A798D" w:rsidRPr="001E65A8" w:rsidRDefault="006A798D" w:rsidP="00F0496E">
      <w:pPr>
        <w:rPr>
          <w:lang w:val="sr-Latn-RS" w:bidi="ar-SA"/>
        </w:rPr>
      </w:pPr>
    </w:p>
    <w:p w14:paraId="35DADE10" w14:textId="77777777" w:rsidR="00AD715D" w:rsidRPr="001E65A8" w:rsidRDefault="00AD715D" w:rsidP="00E65CA0">
      <w:pPr>
        <w:pStyle w:val="Heading3"/>
        <w:rPr>
          <w:lang w:val="sr-Latn-RS"/>
        </w:rPr>
      </w:pPr>
      <w:bookmarkStart w:id="20" w:name="_Toc128138310"/>
      <w:r w:rsidRPr="001E65A8">
        <w:rPr>
          <w:lang w:val="sr-Latn-RS"/>
        </w:rPr>
        <w:t>Tabele</w:t>
      </w:r>
      <w:bookmarkEnd w:id="20"/>
    </w:p>
    <w:p w14:paraId="4A873E6C" w14:textId="3FC6220D" w:rsidR="002E03E9" w:rsidRDefault="00AD715D" w:rsidP="002E03E9">
      <w:pPr>
        <w:rPr>
          <w:lang w:val="sr-Latn-RS" w:bidi="ar-SA"/>
        </w:rPr>
      </w:pPr>
      <w:r w:rsidRPr="001E65A8">
        <w:rPr>
          <w:lang w:val="sr-Latn-RS" w:bidi="ar-SA"/>
        </w:rPr>
        <w:t xml:space="preserve">Tabele moraju biti prihvatljivog kvaliteta u crno-beloj tehnici ili u boji. Sve tabele moraju imati natpis stilom: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="00A312BB">
        <w:rPr>
          <w:i/>
          <w:lang w:val="sr-Latn-RS" w:bidi="ar-SA"/>
        </w:rPr>
        <w:t xml:space="preserve">. </w:t>
      </w:r>
      <w:r w:rsidRPr="001E65A8">
        <w:rPr>
          <w:lang w:val="sr-Latn-RS" w:bidi="ar-SA"/>
        </w:rPr>
        <w:t xml:space="preserve">Potrebno je koristiti alat </w:t>
      </w:r>
      <w:r w:rsidRPr="001E65A8">
        <w:rPr>
          <w:i/>
          <w:lang w:val="sr-Latn-RS" w:bidi="ar-SA"/>
        </w:rPr>
        <w:t xml:space="preserve">Insert </w:t>
      </w:r>
      <w:proofErr w:type="spellStart"/>
      <w:r w:rsidRPr="001E65A8">
        <w:rPr>
          <w:i/>
          <w:lang w:val="sr-Latn-RS" w:bidi="ar-SA"/>
        </w:rPr>
        <w:t>Caption</w:t>
      </w:r>
      <w:proofErr w:type="spellEnd"/>
      <w:r w:rsidRPr="001E65A8">
        <w:rPr>
          <w:lang w:val="sr-Latn-RS" w:bidi="ar-SA"/>
        </w:rPr>
        <w:t>, a u tekstu se mora navesti poziv na njih u zagradi, poželjno, ali ne i obavezno, na kraju rečenice (</w:t>
      </w:r>
      <w:r w:rsidR="00A44768" w:rsidRPr="001E65A8">
        <w:rPr>
          <w:lang w:val="sr-Latn-RS" w:bidi="ar-SA"/>
        </w:rPr>
        <w:fldChar w:fldCharType="begin"/>
      </w:r>
      <w:r w:rsidRPr="001E65A8">
        <w:rPr>
          <w:lang w:val="sr-Latn-RS" w:bidi="ar-SA"/>
        </w:rPr>
        <w:instrText xml:space="preserve"> REF _Ref254269043 \h </w:instrText>
      </w:r>
      <w:r w:rsidR="001E65A8">
        <w:rPr>
          <w:lang w:val="sr-Latn-RS" w:bidi="ar-SA"/>
        </w:rPr>
        <w:instrText xml:space="preserve"> \* MERGEFORMAT </w:instrText>
      </w:r>
      <w:r w:rsidR="00A44768" w:rsidRPr="001E65A8">
        <w:rPr>
          <w:lang w:val="sr-Latn-RS" w:bidi="ar-SA"/>
        </w:rPr>
      </w:r>
      <w:r w:rsidR="00A44768" w:rsidRPr="001E65A8">
        <w:rPr>
          <w:lang w:val="sr-Latn-RS" w:bidi="ar-SA"/>
        </w:rPr>
        <w:fldChar w:fldCharType="separate"/>
      </w:r>
      <w:r w:rsidR="0017258F" w:rsidRPr="001E65A8">
        <w:rPr>
          <w:lang w:val="sr-Latn-RS"/>
        </w:rPr>
        <w:t xml:space="preserve">Tabela </w:t>
      </w:r>
      <w:r w:rsidR="0017258F">
        <w:rPr>
          <w:noProof/>
          <w:lang w:val="sr-Latn-RS"/>
        </w:rPr>
        <w:t>1</w:t>
      </w:r>
      <w:r w:rsidR="00A44768" w:rsidRPr="001E65A8">
        <w:rPr>
          <w:lang w:val="sr-Latn-RS" w:bidi="ar-SA"/>
        </w:rPr>
        <w:fldChar w:fldCharType="end"/>
      </w:r>
      <w:r w:rsidRPr="001E65A8">
        <w:rPr>
          <w:lang w:val="sr-Latn-RS" w:bidi="ar-SA"/>
        </w:rPr>
        <w:t>)</w:t>
      </w:r>
      <w:r w:rsidR="00A312BB">
        <w:rPr>
          <w:lang w:val="sr-Latn-RS" w:bidi="ar-SA"/>
        </w:rPr>
        <w:t>.</w:t>
      </w:r>
      <w:r w:rsidRPr="001E65A8">
        <w:rPr>
          <w:lang w:val="sr-Latn-RS" w:bidi="ar-SA"/>
        </w:rPr>
        <w:t xml:space="preserve"> Potrebno je koristiti alat </w:t>
      </w:r>
      <w:proofErr w:type="spellStart"/>
      <w:r w:rsidRPr="001E65A8">
        <w:rPr>
          <w:i/>
          <w:lang w:val="sr-Latn-RS" w:bidi="ar-SA"/>
        </w:rPr>
        <w:t>Cross</w:t>
      </w:r>
      <w:proofErr w:type="spellEnd"/>
      <w:r w:rsidRPr="001E65A8">
        <w:rPr>
          <w:i/>
          <w:lang w:val="sr-Latn-RS" w:bidi="ar-SA"/>
        </w:rPr>
        <w:t>-reference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Numeraciju i naziv tabele potrebno je postaviti iznad tabele.</w:t>
      </w:r>
    </w:p>
    <w:p w14:paraId="7A20FB97" w14:textId="77777777" w:rsidR="006A798D" w:rsidRPr="001E65A8" w:rsidRDefault="006A798D" w:rsidP="002E03E9">
      <w:pPr>
        <w:rPr>
          <w:lang w:val="sr-Latn-RS" w:bidi="ar-SA"/>
        </w:rPr>
      </w:pPr>
    </w:p>
    <w:p w14:paraId="32CB14B9" w14:textId="74A144CE" w:rsidR="00AD715D" w:rsidRDefault="00AD715D" w:rsidP="00AD715D">
      <w:pPr>
        <w:pStyle w:val="Caption"/>
        <w:keepNext/>
        <w:rPr>
          <w:lang w:val="sr-Latn-RS"/>
        </w:rPr>
      </w:pPr>
      <w:bookmarkStart w:id="21" w:name="_Ref254269043"/>
      <w:r w:rsidRPr="001E65A8">
        <w:rPr>
          <w:lang w:val="sr-Latn-RS"/>
        </w:rPr>
        <w:t xml:space="preserve">Tabela </w:t>
      </w:r>
      <w:r w:rsidR="00A44768" w:rsidRPr="001E65A8">
        <w:rPr>
          <w:lang w:val="sr-Latn-RS"/>
        </w:rPr>
        <w:fldChar w:fldCharType="begin"/>
      </w:r>
      <w:r w:rsidR="00A44768" w:rsidRPr="001E65A8">
        <w:rPr>
          <w:lang w:val="sr-Latn-RS"/>
        </w:rPr>
        <w:instrText xml:space="preserve"> SEQ Tabela \* ARABIC </w:instrText>
      </w:r>
      <w:r w:rsidR="00A44768" w:rsidRPr="001E65A8">
        <w:rPr>
          <w:lang w:val="sr-Latn-RS"/>
        </w:rPr>
        <w:fldChar w:fldCharType="separate"/>
      </w:r>
      <w:r w:rsidR="0017258F">
        <w:rPr>
          <w:noProof/>
          <w:lang w:val="sr-Latn-RS"/>
        </w:rPr>
        <w:t>1</w:t>
      </w:r>
      <w:r w:rsidR="00A44768" w:rsidRPr="001E65A8">
        <w:rPr>
          <w:lang w:val="sr-Latn-RS"/>
        </w:rPr>
        <w:fldChar w:fldCharType="end"/>
      </w:r>
      <w:bookmarkEnd w:id="21"/>
      <w:r w:rsidR="002E03E9">
        <w:rPr>
          <w:lang w:val="sr-Latn-RS"/>
        </w:rPr>
        <w:t>.</w:t>
      </w:r>
      <w:r w:rsidRPr="001E65A8">
        <w:rPr>
          <w:lang w:val="sr-Latn-RS"/>
        </w:rPr>
        <w:t xml:space="preserve"> Na</w:t>
      </w:r>
      <w:r w:rsidR="00DF0226">
        <w:rPr>
          <w:lang w:val="sr-Latn-RS"/>
        </w:rPr>
        <w:t>ziv</w:t>
      </w:r>
      <w:r w:rsidRPr="001E65A8">
        <w:rPr>
          <w:lang w:val="sr-Latn-RS"/>
        </w:rPr>
        <w:t xml:space="preserve"> tabele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0F2FFA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0F2FFA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</w:tr>
      <w:tr w:rsidR="00FD4213" w:rsidRPr="00F63430" w14:paraId="607A2FBE" w14:textId="77777777" w:rsidTr="00EF12E7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  <w:tr w:rsidR="00FD4213" w:rsidRPr="00F63430" w14:paraId="1B427054" w14:textId="77777777" w:rsidTr="00EF12E7">
        <w:tc>
          <w:tcPr>
            <w:tcW w:w="2463" w:type="dxa"/>
          </w:tcPr>
          <w:p w14:paraId="4A867932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</w:tcPr>
          <w:p w14:paraId="23E43F98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06686830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6E71B53A" w14:textId="77777777" w:rsidR="00FD4213" w:rsidRPr="00F63430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</w:tbl>
    <w:p w14:paraId="07C7D615" w14:textId="32E168CF" w:rsidR="00AD715D" w:rsidRDefault="00AD715D" w:rsidP="00AD715D">
      <w:pPr>
        <w:rPr>
          <w:lang w:val="sr-Latn-RS" w:bidi="ar-SA"/>
        </w:rPr>
      </w:pPr>
      <w:r w:rsidRPr="001E65A8">
        <w:rPr>
          <w:lang w:val="sr-Latn-RS" w:bidi="ar-SA"/>
        </w:rPr>
        <w:t xml:space="preserve">Tabele moraju biti u posebnom pasusu stila: </w:t>
      </w:r>
      <w:proofErr w:type="spellStart"/>
      <w:r w:rsidRPr="001E65A8">
        <w:rPr>
          <w:i/>
          <w:lang w:val="sr-Latn-RS" w:bidi="ar-SA"/>
        </w:rPr>
        <w:t>Normal</w:t>
      </w:r>
      <w:proofErr w:type="spellEnd"/>
      <w:r w:rsidRPr="001E65A8">
        <w:rPr>
          <w:i/>
          <w:lang w:val="sr-Latn-RS" w:bidi="ar-SA"/>
        </w:rPr>
        <w:t xml:space="preserve"> figure-table</w:t>
      </w:r>
      <w:r w:rsidRPr="001E65A8">
        <w:rPr>
          <w:lang w:val="sr-Latn-RS" w:bidi="ar-SA"/>
        </w:rPr>
        <w:t>.</w:t>
      </w:r>
    </w:p>
    <w:p w14:paraId="0C7EAB16" w14:textId="77777777" w:rsidR="006A798D" w:rsidRPr="001E65A8" w:rsidRDefault="006A798D" w:rsidP="00AD715D">
      <w:pPr>
        <w:rPr>
          <w:lang w:val="sr-Latn-RS" w:bidi="ar-SA"/>
        </w:rPr>
      </w:pPr>
    </w:p>
    <w:p w14:paraId="186C8DBE" w14:textId="77777777" w:rsidR="00AD715D" w:rsidRPr="001E65A8" w:rsidRDefault="00AD715D" w:rsidP="00E65CA0">
      <w:pPr>
        <w:pStyle w:val="Heading3"/>
        <w:rPr>
          <w:lang w:val="sr-Latn-RS"/>
        </w:rPr>
      </w:pPr>
      <w:bookmarkStart w:id="22" w:name="_Toc128138311"/>
      <w:r w:rsidRPr="001E65A8">
        <w:rPr>
          <w:lang w:val="sr-Latn-RS"/>
        </w:rPr>
        <w:t>Jednačine</w:t>
      </w:r>
      <w:bookmarkEnd w:id="22"/>
    </w:p>
    <w:p w14:paraId="178668A6" w14:textId="11AA5A6B" w:rsidR="00AD715D" w:rsidRDefault="00AD715D" w:rsidP="00AD715D">
      <w:pPr>
        <w:rPr>
          <w:lang w:val="sr-Latn-RS" w:bidi="ar-SA"/>
        </w:rPr>
      </w:pPr>
      <w:r w:rsidRPr="001E65A8">
        <w:rPr>
          <w:lang w:val="sr-Latn-RS" w:bidi="ar-SA"/>
        </w:rPr>
        <w:t xml:space="preserve">Jednačine moraju biti označene brojem </w:t>
      </w:r>
      <w:proofErr w:type="spellStart"/>
      <w:r w:rsidRPr="001E65A8">
        <w:rPr>
          <w:lang w:val="sr-Latn-RS" w:bidi="ar-SA"/>
        </w:rPr>
        <w:t>poravnatim</w:t>
      </w:r>
      <w:proofErr w:type="spellEnd"/>
      <w:r w:rsidRPr="001E65A8">
        <w:rPr>
          <w:lang w:val="sr-Latn-RS" w:bidi="ar-SA"/>
        </w:rPr>
        <w:t xml:space="preserve"> s desne strane, a u tekstu se mora navesti poziv na njih u zagradi, </w:t>
      </w:r>
      <w:r w:rsidR="003602EC">
        <w:rPr>
          <w:lang w:val="sr-Latn-RS" w:bidi="ar-SA"/>
        </w:rPr>
        <w:t xml:space="preserve">što je </w:t>
      </w:r>
      <w:r w:rsidRPr="001E65A8">
        <w:rPr>
          <w:lang w:val="sr-Latn-RS" w:bidi="ar-SA"/>
        </w:rPr>
        <w:t xml:space="preserve">poželjno, ali ne i obavezno, </w:t>
      </w:r>
      <w:r w:rsidR="003602EC">
        <w:rPr>
          <w:lang w:val="sr-Latn-RS" w:bidi="ar-SA"/>
        </w:rPr>
        <w:t xml:space="preserve">i to </w:t>
      </w:r>
      <w:r w:rsidRPr="001E65A8">
        <w:rPr>
          <w:lang w:val="sr-Latn-RS" w:bidi="ar-SA"/>
        </w:rPr>
        <w:t>na kraju rečenice (</w:t>
      </w:r>
      <w:r w:rsidR="00A44768" w:rsidRPr="001E65A8">
        <w:rPr>
          <w:lang w:val="sr-Latn-RS" w:bidi="ar-SA"/>
        </w:rPr>
        <w:fldChar w:fldCharType="begin"/>
      </w:r>
      <w:r w:rsidR="00215A2C" w:rsidRPr="001E65A8">
        <w:rPr>
          <w:lang w:val="sr-Latn-RS" w:bidi="ar-SA"/>
        </w:rPr>
        <w:instrText xml:space="preserve"> REF _Ref254269517 \h </w:instrText>
      </w:r>
      <w:r w:rsidR="001E65A8">
        <w:rPr>
          <w:lang w:val="sr-Latn-RS" w:bidi="ar-SA"/>
        </w:rPr>
        <w:instrText xml:space="preserve"> \* MERGEFORMAT </w:instrText>
      </w:r>
      <w:r w:rsidR="00A44768" w:rsidRPr="001E65A8">
        <w:rPr>
          <w:lang w:val="sr-Latn-RS" w:bidi="ar-SA"/>
        </w:rPr>
      </w:r>
      <w:r w:rsidR="00A44768" w:rsidRPr="001E65A8">
        <w:rPr>
          <w:lang w:val="sr-Latn-RS" w:bidi="ar-SA"/>
        </w:rPr>
        <w:fldChar w:fldCharType="separate"/>
      </w:r>
      <w:r w:rsidR="0017258F" w:rsidRPr="001E65A8">
        <w:rPr>
          <w:noProof/>
          <w:lang w:val="sr-Latn-RS" w:bidi="ar-SA"/>
        </w:rPr>
        <w:t>1</w:t>
      </w:r>
      <w:r w:rsidR="00A44768" w:rsidRPr="001E65A8">
        <w:rPr>
          <w:lang w:val="sr-Latn-RS" w:bidi="ar-SA"/>
        </w:rPr>
        <w:fldChar w:fldCharType="end"/>
      </w:r>
      <w:r w:rsidRPr="001E65A8">
        <w:rPr>
          <w:lang w:val="sr-Latn-RS" w:bidi="ar-SA"/>
        </w:rPr>
        <w:t>)</w:t>
      </w:r>
      <w:r w:rsidR="00A312BB">
        <w:rPr>
          <w:lang w:val="sr-Latn-RS" w:bidi="ar-SA"/>
        </w:rPr>
        <w:t>.</w:t>
      </w:r>
      <w:r w:rsidRPr="001E65A8">
        <w:rPr>
          <w:lang w:val="sr-Latn-RS" w:bidi="ar-SA"/>
        </w:rPr>
        <w:t xml:space="preserve"> Potrebno je koristiti alat </w:t>
      </w:r>
      <w:proofErr w:type="spellStart"/>
      <w:r w:rsidRPr="001E65A8">
        <w:rPr>
          <w:i/>
          <w:lang w:val="sr-Latn-RS" w:bidi="ar-SA"/>
        </w:rPr>
        <w:t>Cross</w:t>
      </w:r>
      <w:proofErr w:type="spellEnd"/>
      <w:r w:rsidRPr="001E65A8">
        <w:rPr>
          <w:i/>
          <w:lang w:val="sr-Latn-RS" w:bidi="ar-SA"/>
        </w:rPr>
        <w:t>-reference</w:t>
      </w:r>
      <w:r w:rsidRPr="001E65A8">
        <w:rPr>
          <w:lang w:val="sr-Latn-RS" w:bidi="ar-SA"/>
        </w:rPr>
        <w:t>.</w:t>
      </w:r>
      <w:r w:rsidR="002E03E9">
        <w:rPr>
          <w:lang w:val="sr-Latn-RS" w:bidi="ar-SA"/>
        </w:rPr>
        <w:t xml:space="preserve"> </w:t>
      </w:r>
      <w:r w:rsidR="003602EC">
        <w:rPr>
          <w:lang w:val="sr-Latn-RS" w:bidi="ar-SA"/>
        </w:rPr>
        <w:t>Jednačine se k</w:t>
      </w:r>
      <w:r w:rsidR="002E03E9">
        <w:rPr>
          <w:lang w:val="sr-Latn-RS" w:bidi="ar-SA"/>
        </w:rPr>
        <w:t xml:space="preserve">reiraju  u editoru za jednačine </w:t>
      </w:r>
      <w:r w:rsidR="002E03E9" w:rsidRPr="002E03E9">
        <w:rPr>
          <w:i/>
          <w:iCs/>
          <w:lang w:val="sr-Latn-RS" w:bidi="ar-SA"/>
        </w:rPr>
        <w:t xml:space="preserve">Microsoft </w:t>
      </w:r>
      <w:proofErr w:type="spellStart"/>
      <w:r w:rsidR="002E03E9" w:rsidRPr="002E03E9">
        <w:rPr>
          <w:i/>
          <w:iCs/>
          <w:lang w:val="sr-Latn-RS" w:bidi="ar-SA"/>
        </w:rPr>
        <w:t>Equation</w:t>
      </w:r>
      <w:proofErr w:type="spellEnd"/>
      <w:r w:rsidR="002E03E9">
        <w:rPr>
          <w:lang w:val="sr-Latn-RS" w:bidi="ar-SA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1E65A8" w14:paraId="7E1E5F9D" w14:textId="77777777" w:rsidTr="00464FBF">
        <w:tc>
          <w:tcPr>
            <w:tcW w:w="7861" w:type="dxa"/>
            <w:vAlign w:val="center"/>
          </w:tcPr>
          <w:p w14:paraId="1A696BBE" w14:textId="043F58B9" w:rsidR="001938C6" w:rsidRPr="001E65A8" w:rsidRDefault="00000000" w:rsidP="00464FBF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sr-Latn-R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sr-Latn-RS"/>
                      </w:rPr>
                    </m:ctrlPr>
                  </m:sSupPr>
                  <m:e>
                    <m:r>
                      <w:rPr>
                        <w:rFonts w:ascii="Cambria Math"/>
                        <w:lang w:val="sr-Latn-RS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sr-Latn-RS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sr-Latn-RS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sr-Latn-RS"/>
                      </w:rPr>
                    </m:ctrlPr>
                  </m:funcPr>
                  <m:fName>
                    <m:r>
                      <w:rPr>
                        <w:rFonts w:ascii="Cambria Math"/>
                        <w:lang w:val="sr-Latn-RS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sr-Latn-RS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1CA76DCC" w:rsidR="00AD715D" w:rsidRPr="001E65A8" w:rsidRDefault="00A44768" w:rsidP="00464FBF">
            <w:pPr>
              <w:pStyle w:val="Caption"/>
              <w:spacing w:before="120" w:after="120"/>
              <w:rPr>
                <w:lang w:val="sr-Latn-RS" w:bidi="ar-SA"/>
              </w:rPr>
            </w:pPr>
            <w:r w:rsidRPr="001E65A8">
              <w:rPr>
                <w:lang w:val="sr-Latn-RS" w:bidi="ar-SA"/>
              </w:rPr>
              <w:fldChar w:fldCharType="begin"/>
            </w:r>
            <w:r w:rsidR="00215A2C" w:rsidRPr="001E65A8">
              <w:rPr>
                <w:lang w:val="sr-Latn-RS" w:bidi="ar-SA"/>
              </w:rPr>
              <w:instrText xml:space="preserve"> SEQ Jednačina \* ARABIC </w:instrText>
            </w:r>
            <w:r w:rsidRPr="001E65A8">
              <w:rPr>
                <w:lang w:val="sr-Latn-RS" w:bidi="ar-SA"/>
              </w:rPr>
              <w:fldChar w:fldCharType="separate"/>
            </w:r>
            <w:bookmarkStart w:id="23" w:name="_Ref254269517"/>
            <w:r w:rsidR="0017258F">
              <w:rPr>
                <w:noProof/>
                <w:lang w:val="sr-Latn-RS" w:bidi="ar-SA"/>
              </w:rPr>
              <w:t>1</w:t>
            </w:r>
            <w:bookmarkEnd w:id="23"/>
            <w:r w:rsidRPr="001E65A8">
              <w:rPr>
                <w:lang w:val="sr-Latn-RS" w:bidi="ar-SA"/>
              </w:rPr>
              <w:fldChar w:fldCharType="end"/>
            </w:r>
          </w:p>
        </w:tc>
      </w:tr>
    </w:tbl>
    <w:p w14:paraId="033045AB" w14:textId="02D40E16" w:rsidR="002E03E9" w:rsidRDefault="002E03E9" w:rsidP="002E03E9">
      <w:pPr>
        <w:rPr>
          <w:lang w:val="sr-Latn-RS"/>
        </w:rPr>
      </w:pPr>
      <w:r w:rsidRPr="001E65A8">
        <w:rPr>
          <w:lang w:val="sr-Latn-RS"/>
        </w:rPr>
        <w:t xml:space="preserve">Ovo je primer jednačine </w:t>
      </w:r>
      <w:r w:rsidR="00722C2A">
        <w:rPr>
          <w:lang w:val="sr-Latn-RS"/>
        </w:rPr>
        <w:t xml:space="preserve">koja je u postavljena u </w:t>
      </w:r>
      <w:r w:rsidRPr="001E65A8">
        <w:rPr>
          <w:lang w:val="sr-Latn-RS"/>
        </w:rPr>
        <w:t>tabel</w:t>
      </w:r>
      <w:r w:rsidR="00722C2A">
        <w:rPr>
          <w:lang w:val="sr-Latn-RS"/>
        </w:rPr>
        <w:t>u radi lakšeg formatiranja</w:t>
      </w:r>
      <w:r w:rsidRPr="001E65A8">
        <w:rPr>
          <w:lang w:val="sr-Latn-RS"/>
        </w:rPr>
        <w:t xml:space="preserve">, pa se preporučuje da se </w:t>
      </w:r>
      <w:r w:rsidR="003602EC">
        <w:rPr>
          <w:lang w:val="sr-Latn-RS"/>
        </w:rPr>
        <w:t xml:space="preserve">ona </w:t>
      </w:r>
      <w:r w:rsidRPr="001E65A8">
        <w:rPr>
          <w:lang w:val="sr-Latn-RS"/>
        </w:rPr>
        <w:t>kopira za svaku jednačinu</w:t>
      </w:r>
      <w:r w:rsidR="00722C2A">
        <w:rPr>
          <w:lang w:val="sr-Latn-RS"/>
        </w:rPr>
        <w:t xml:space="preserve"> koja vam je potrebna</w:t>
      </w:r>
      <w:r w:rsidRPr="001E65A8">
        <w:rPr>
          <w:lang w:val="sr-Latn-RS"/>
        </w:rPr>
        <w:t>.</w:t>
      </w:r>
    </w:p>
    <w:p w14:paraId="6E4701B1" w14:textId="3D987DA3" w:rsidR="00802E3A" w:rsidRDefault="00802E3A" w:rsidP="00E65CA0">
      <w:pPr>
        <w:pStyle w:val="Heading3"/>
        <w:rPr>
          <w:lang w:val="sr-Latn-RS"/>
        </w:rPr>
      </w:pPr>
      <w:bookmarkStart w:id="24" w:name="_Toc128138312"/>
      <w:r w:rsidRPr="001E65A8">
        <w:rPr>
          <w:lang w:val="sr-Latn-RS"/>
        </w:rPr>
        <w:t>Programski kod</w:t>
      </w:r>
      <w:bookmarkEnd w:id="24"/>
    </w:p>
    <w:p w14:paraId="0C3FCA75" w14:textId="08E614C2" w:rsidR="00455B0A" w:rsidRPr="00455B0A" w:rsidRDefault="00455B0A" w:rsidP="00455B0A">
      <w:pPr>
        <w:rPr>
          <w:lang w:val="sr-Latn-RS"/>
        </w:rPr>
      </w:pPr>
      <w:r w:rsidRPr="00455B0A">
        <w:rPr>
          <w:lang w:val="sr-Latn-RS"/>
        </w:rPr>
        <w:t xml:space="preserve">Programski kod nije deo rada. U poglavlje </w:t>
      </w:r>
      <w:r>
        <w:rPr>
          <w:lang w:val="sr-Latn-RS"/>
        </w:rPr>
        <w:t xml:space="preserve">„Rešavanje problema“ </w:t>
      </w:r>
      <w:r w:rsidRPr="00455B0A">
        <w:rPr>
          <w:lang w:val="sr-Latn-RS"/>
        </w:rPr>
        <w:t>programski kod se</w:t>
      </w:r>
      <w:r>
        <w:rPr>
          <w:lang w:val="sr-Latn-RS"/>
        </w:rPr>
        <w:t xml:space="preserve"> </w:t>
      </w:r>
      <w:r w:rsidRPr="00455B0A">
        <w:rPr>
          <w:lang w:val="sr-Latn-RS"/>
        </w:rPr>
        <w:t>postavlja samo u izuzetnim sl</w:t>
      </w:r>
      <w:r>
        <w:rPr>
          <w:lang w:val="sr-Latn-RS"/>
        </w:rPr>
        <w:t>u</w:t>
      </w:r>
      <w:r w:rsidRPr="00455B0A">
        <w:rPr>
          <w:lang w:val="sr-Latn-RS"/>
        </w:rPr>
        <w:t>čajevima, na primer kada razumevanje</w:t>
      </w:r>
      <w:r>
        <w:rPr>
          <w:lang w:val="sr-Latn-RS"/>
        </w:rPr>
        <w:t xml:space="preserve"> </w:t>
      </w:r>
      <w:r w:rsidRPr="00455B0A">
        <w:rPr>
          <w:lang w:val="sr-Latn-RS"/>
        </w:rPr>
        <w:t>određene funkcionalnosti aplikacije to zahteva. Ceo programski kod može</w:t>
      </w:r>
      <w:r>
        <w:rPr>
          <w:lang w:val="sr-Latn-RS"/>
        </w:rPr>
        <w:t xml:space="preserve"> </w:t>
      </w:r>
      <w:r w:rsidRPr="00455B0A">
        <w:rPr>
          <w:lang w:val="sr-Latn-RS"/>
        </w:rPr>
        <w:t>se dati kao deo poglavlja „Prilozi"</w:t>
      </w:r>
      <w:r>
        <w:rPr>
          <w:lang w:val="sr-Latn-RS"/>
        </w:rPr>
        <w:t>.</w:t>
      </w:r>
    </w:p>
    <w:p w14:paraId="1E18AF15" w14:textId="0CDCF8C2" w:rsidR="00722C2A" w:rsidRDefault="00722C2A" w:rsidP="00722C2A">
      <w:pPr>
        <w:rPr>
          <w:lang w:val="sr-Latn-RS"/>
        </w:rPr>
      </w:pPr>
      <w:r>
        <w:rPr>
          <w:lang w:val="sr-Latn-RS"/>
        </w:rPr>
        <w:t xml:space="preserve">Programski kod piše se stilom: </w:t>
      </w:r>
      <w:proofErr w:type="spellStart"/>
      <w:r w:rsidRPr="00722C2A">
        <w:rPr>
          <w:rFonts w:ascii="Courier New" w:hAnsi="Courier New"/>
          <w:sz w:val="18"/>
          <w:lang w:val="sr-Latn-RS" w:bidi="ar-SA"/>
        </w:rPr>
        <w:t>Normal</w:t>
      </w:r>
      <w:proofErr w:type="spellEnd"/>
      <w:r w:rsidRPr="00722C2A">
        <w:rPr>
          <w:rFonts w:ascii="Courier New" w:hAnsi="Courier New"/>
          <w:sz w:val="18"/>
          <w:lang w:val="sr-Latn-RS" w:bidi="ar-SA"/>
        </w:rPr>
        <w:t xml:space="preserve"> program </w:t>
      </w:r>
      <w:proofErr w:type="spellStart"/>
      <w:r w:rsidRPr="00722C2A">
        <w:rPr>
          <w:rFonts w:ascii="Courier New" w:hAnsi="Courier New"/>
          <w:sz w:val="18"/>
          <w:lang w:val="sr-Latn-RS" w:bidi="ar-SA"/>
        </w:rPr>
        <w:t>code</w:t>
      </w:r>
      <w:proofErr w:type="spellEnd"/>
      <w:r w:rsidRPr="00722C2A">
        <w:rPr>
          <w:rFonts w:ascii="Courier New" w:hAnsi="Courier New"/>
          <w:sz w:val="18"/>
          <w:lang w:val="sr-Latn-RS" w:bidi="ar-SA"/>
        </w:rPr>
        <w:t>.</w:t>
      </w:r>
    </w:p>
    <w:p w14:paraId="299178DD" w14:textId="77777777" w:rsidR="00722C2A" w:rsidRPr="00722C2A" w:rsidRDefault="00722C2A" w:rsidP="00722C2A">
      <w:pPr>
        <w:rPr>
          <w:lang w:val="sr-Latn-RS"/>
        </w:rPr>
      </w:pPr>
    </w:p>
    <w:p w14:paraId="004111E4" w14:textId="77777777" w:rsidR="001E4B2E" w:rsidRPr="001E4B2E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sr-Latn-RS" w:bidi="ar-SA"/>
        </w:rPr>
      </w:pPr>
      <w:proofErr w:type="spellStart"/>
      <w:r w:rsidRPr="001E4B2E">
        <w:rPr>
          <w:rFonts w:ascii="Courier New" w:hAnsi="Courier New"/>
          <w:sz w:val="18"/>
          <w:lang w:val="sr-Latn-RS" w:bidi="ar-SA"/>
        </w:rPr>
        <w:t>printf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>("</w:t>
      </w:r>
      <w:proofErr w:type="spellStart"/>
      <w:r w:rsidRPr="001E4B2E">
        <w:rPr>
          <w:rFonts w:ascii="Courier New" w:hAnsi="Courier New"/>
          <w:sz w:val="18"/>
          <w:lang w:val="sr-Latn-RS" w:bidi="ar-SA"/>
        </w:rPr>
        <w:t>Hello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 xml:space="preserve">, </w:t>
      </w:r>
      <w:proofErr w:type="spellStart"/>
      <w:r w:rsidRPr="001E4B2E">
        <w:rPr>
          <w:rFonts w:ascii="Courier New" w:hAnsi="Courier New"/>
          <w:sz w:val="18"/>
          <w:lang w:val="sr-Latn-RS" w:bidi="ar-SA"/>
        </w:rPr>
        <w:t>World</w:t>
      </w:r>
      <w:proofErr w:type="spellEnd"/>
      <w:r w:rsidRPr="001E4B2E">
        <w:rPr>
          <w:rFonts w:ascii="Courier New" w:hAnsi="Courier New"/>
          <w:sz w:val="18"/>
          <w:lang w:val="sr-Latn-RS" w:bidi="ar-SA"/>
        </w:rPr>
        <w:t>!");</w:t>
      </w:r>
    </w:p>
    <w:p w14:paraId="3518E6A7" w14:textId="6E8ED282" w:rsidR="00802E3A" w:rsidRDefault="00802E3A" w:rsidP="001E4B2E">
      <w:pPr>
        <w:pStyle w:val="Normalprogramcode"/>
        <w:ind w:left="0"/>
        <w:rPr>
          <w:lang w:val="sr-Latn-RS"/>
        </w:rPr>
      </w:pPr>
    </w:p>
    <w:p w14:paraId="3E689C5F" w14:textId="77777777" w:rsidR="00722C2A" w:rsidRPr="001E65A8" w:rsidRDefault="00722C2A" w:rsidP="00802E3A">
      <w:pPr>
        <w:pStyle w:val="Normalprogramcode"/>
        <w:rPr>
          <w:lang w:val="sr-Latn-RS"/>
        </w:rPr>
      </w:pPr>
    </w:p>
    <w:p w14:paraId="1755582E" w14:textId="77777777" w:rsidR="00802E3A" w:rsidRPr="001E65A8" w:rsidRDefault="00802E3A" w:rsidP="00802E3A">
      <w:pPr>
        <w:pStyle w:val="Normalprogramcodeframed"/>
        <w:rPr>
          <w:lang w:val="sr-Latn-RS"/>
        </w:rPr>
      </w:pPr>
      <w:r w:rsidRPr="001E65A8">
        <w:rPr>
          <w:lang w:val="sr-Latn-RS"/>
        </w:rPr>
        <w:t xml:space="preserve">Ukoliko se želi, programski kod se može pisati stilom: </w:t>
      </w:r>
      <w:proofErr w:type="spellStart"/>
      <w:r w:rsidRPr="001E65A8">
        <w:rPr>
          <w:i/>
          <w:lang w:val="sr-Latn-RS"/>
        </w:rPr>
        <w:t>Normal</w:t>
      </w:r>
      <w:proofErr w:type="spellEnd"/>
      <w:r w:rsidRPr="001E65A8">
        <w:rPr>
          <w:i/>
          <w:lang w:val="sr-Latn-RS"/>
        </w:rPr>
        <w:t xml:space="preserve"> program </w:t>
      </w:r>
      <w:proofErr w:type="spellStart"/>
      <w:r w:rsidRPr="001E65A8">
        <w:rPr>
          <w:i/>
          <w:lang w:val="sr-Latn-RS"/>
        </w:rPr>
        <w:t>code</w:t>
      </w:r>
      <w:proofErr w:type="spellEnd"/>
      <w:r w:rsidRPr="001E65A8">
        <w:rPr>
          <w:i/>
          <w:lang w:val="sr-Latn-RS"/>
        </w:rPr>
        <w:t xml:space="preserve"> </w:t>
      </w:r>
      <w:proofErr w:type="spellStart"/>
      <w:r w:rsidRPr="001E65A8">
        <w:rPr>
          <w:i/>
          <w:lang w:val="sr-Latn-RS"/>
        </w:rPr>
        <w:t>framed</w:t>
      </w:r>
      <w:proofErr w:type="spellEnd"/>
      <w:r w:rsidRPr="001E65A8">
        <w:rPr>
          <w:lang w:val="sr-Latn-RS"/>
        </w:rPr>
        <w:t>.</w:t>
      </w:r>
    </w:p>
    <w:p w14:paraId="4024A970" w14:textId="77777777" w:rsidR="00215A2C" w:rsidRPr="001E65A8" w:rsidRDefault="00B34373" w:rsidP="0067783F">
      <w:pPr>
        <w:pStyle w:val="Heading1"/>
        <w:rPr>
          <w:lang w:val="sr-Latn-RS"/>
        </w:rPr>
      </w:pPr>
      <w:bookmarkStart w:id="25" w:name="_Toc128138313"/>
      <w:r w:rsidRPr="001E65A8">
        <w:rPr>
          <w:lang w:val="sr-Latn-RS"/>
        </w:rPr>
        <w:lastRenderedPageBreak/>
        <w:t>Zaključak</w:t>
      </w:r>
      <w:bookmarkEnd w:id="25"/>
    </w:p>
    <w:p w14:paraId="59850786" w14:textId="090C9EEA" w:rsidR="00B34373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Navesti osnovne rezultate rada</w:t>
      </w:r>
      <w:r w:rsidR="00DF0226">
        <w:rPr>
          <w:lang w:val="sr-Latn-RS"/>
        </w:rPr>
        <w:t xml:space="preserve"> </w:t>
      </w:r>
      <w:r w:rsidRPr="001E65A8">
        <w:rPr>
          <w:lang w:val="sr-Latn-RS"/>
        </w:rPr>
        <w:t xml:space="preserve">pomoću </w:t>
      </w:r>
      <w:r w:rsidR="007C7B9B" w:rsidRPr="001E65A8">
        <w:rPr>
          <w:lang w:val="sr-Latn-RS"/>
        </w:rPr>
        <w:t>kojih se potvrđuje da su postavljeni</w:t>
      </w:r>
      <w:r w:rsidRPr="001E65A8">
        <w:rPr>
          <w:lang w:val="sr-Latn-RS"/>
        </w:rPr>
        <w:t xml:space="preserve"> ciljevi (zadaci) ostvareni.</w:t>
      </w:r>
    </w:p>
    <w:p w14:paraId="5F7E97B7" w14:textId="77777777" w:rsidR="00B34373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U slučaju da svi ciljevi nisu ostvar</w:t>
      </w:r>
      <w:r w:rsidR="007C7B9B" w:rsidRPr="001E65A8">
        <w:rPr>
          <w:lang w:val="sr-Latn-RS"/>
        </w:rPr>
        <w:t>eni, dati odgovarajuće obrazloženje</w:t>
      </w:r>
      <w:r w:rsidRPr="001E65A8">
        <w:rPr>
          <w:lang w:val="sr-Latn-RS"/>
        </w:rPr>
        <w:t>.</w:t>
      </w:r>
    </w:p>
    <w:p w14:paraId="168F20DF" w14:textId="77777777" w:rsidR="0067783F" w:rsidRPr="001E65A8" w:rsidRDefault="00B34373" w:rsidP="00B34373">
      <w:pPr>
        <w:rPr>
          <w:lang w:val="sr-Latn-RS"/>
        </w:rPr>
      </w:pPr>
      <w:r w:rsidRPr="001E65A8">
        <w:rPr>
          <w:lang w:val="sr-Latn-RS"/>
        </w:rPr>
        <w:t>N</w:t>
      </w:r>
      <w:r w:rsidR="0067783F" w:rsidRPr="001E65A8">
        <w:rPr>
          <w:lang w:val="sr-Latn-RS"/>
        </w:rPr>
        <w:t>aznačiti dalje potrebne korake u cilju poboljšanja ili dopunjavanja p</w:t>
      </w:r>
      <w:r w:rsidRPr="001E65A8">
        <w:rPr>
          <w:lang w:val="sr-Latn-RS"/>
        </w:rPr>
        <w:t>rikazanih rešenja u budućnosti.</w:t>
      </w:r>
    </w:p>
    <w:p w14:paraId="0BECD93E" w14:textId="77777777" w:rsidR="007D17F2" w:rsidRDefault="007D17F2" w:rsidP="007D17F2">
      <w:pPr>
        <w:pStyle w:val="Heading1nonumbering"/>
        <w:rPr>
          <w:lang w:val="sr-Latn-RS" w:bidi="ar-SA"/>
        </w:rPr>
      </w:pPr>
      <w:bookmarkStart w:id="26" w:name="_Toc128138314"/>
      <w:r w:rsidRPr="001E65A8">
        <w:rPr>
          <w:lang w:val="sr-Latn-RS" w:bidi="ar-SA"/>
        </w:rPr>
        <w:lastRenderedPageBreak/>
        <w:t>Literatura</w:t>
      </w:r>
      <w:bookmarkEnd w:id="26"/>
    </w:p>
    <w:p w14:paraId="707398F2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>IEEE referencing style [Online]. https://www.vts.su.ac.rs/data/files/1/documents/IEEE-Citation-StyleGuide.pdf [</w:t>
      </w:r>
      <w:r>
        <w:rPr>
          <w:lang w:val="en-US"/>
        </w:rPr>
        <w:t>2</w:t>
      </w:r>
      <w:r w:rsidRPr="00B07454">
        <w:rPr>
          <w:lang w:val="en-US"/>
        </w:rPr>
        <w:t>0. 12. 2022]</w:t>
      </w:r>
    </w:p>
    <w:p w14:paraId="1DBF6BEF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N. </w:t>
      </w:r>
      <w:proofErr w:type="spellStart"/>
      <w:r w:rsidRPr="00B07454">
        <w:rPr>
          <w:lang w:val="en-US"/>
        </w:rPr>
        <w:t>Milić</w:t>
      </w:r>
      <w:proofErr w:type="spellEnd"/>
      <w:r w:rsidRPr="00B07454">
        <w:rPr>
          <w:lang w:val="en-US"/>
        </w:rPr>
        <w:t xml:space="preserve">, </w:t>
      </w:r>
      <w:proofErr w:type="spellStart"/>
      <w:r w:rsidRPr="007766E2">
        <w:rPr>
          <w:i/>
          <w:lang w:val="en-US"/>
        </w:rPr>
        <w:t>Citiranje</w:t>
      </w:r>
      <w:proofErr w:type="spellEnd"/>
      <w:r w:rsidRPr="007766E2">
        <w:rPr>
          <w:i/>
          <w:lang w:val="en-US"/>
        </w:rPr>
        <w:t xml:space="preserve"> literature u </w:t>
      </w:r>
      <w:proofErr w:type="spellStart"/>
      <w:r w:rsidRPr="007766E2">
        <w:rPr>
          <w:i/>
          <w:lang w:val="en-US"/>
        </w:rPr>
        <w:t>naučnom</w:t>
      </w:r>
      <w:proofErr w:type="spellEnd"/>
      <w:r w:rsidRPr="007766E2">
        <w:rPr>
          <w:i/>
          <w:lang w:val="en-US"/>
        </w:rPr>
        <w:t xml:space="preserve"> </w:t>
      </w:r>
      <w:proofErr w:type="spellStart"/>
      <w:r w:rsidRPr="007766E2">
        <w:rPr>
          <w:i/>
          <w:lang w:val="en-US"/>
        </w:rPr>
        <w:t>radu</w:t>
      </w:r>
      <w:proofErr w:type="spellEnd"/>
      <w:r w:rsidRPr="00B07454">
        <w:rPr>
          <w:lang w:val="en-US"/>
        </w:rPr>
        <w:t xml:space="preserve"> [Online]. https://nub.rs/fileadmin/informacione_usluge/citiranje/Natasa_Milic-Citiranje_literature_u_naucnom_radu.pdf [07. 01. 2023]</w:t>
      </w:r>
    </w:p>
    <w:p w14:paraId="539C7894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W. K. Chen, </w:t>
      </w:r>
      <w:r w:rsidRPr="00B07454">
        <w:rPr>
          <w:i/>
          <w:iCs/>
          <w:lang w:val="en-US"/>
        </w:rPr>
        <w:t>Linear Networks and Systems.</w:t>
      </w:r>
      <w:r w:rsidRPr="00B07454">
        <w:rPr>
          <w:lang w:val="en-US"/>
        </w:rPr>
        <w:t xml:space="preserve"> Belmont, CA: Wadsworth, 1993.</w:t>
      </w:r>
    </w:p>
    <w:p w14:paraId="34CAADEB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F. Giannini and G. Leuzzi, </w:t>
      </w:r>
      <w:r w:rsidRPr="00B07454">
        <w:rPr>
          <w:i/>
          <w:iCs/>
          <w:lang w:val="en-US"/>
        </w:rPr>
        <w:t>Nonlinear Microwave Circuit Design</w:t>
      </w:r>
      <w:r w:rsidRPr="00B07454">
        <w:rPr>
          <w:lang w:val="en-US"/>
        </w:rPr>
        <w:t>. Chichester: J. Wiley and Sons, 2004.</w:t>
      </w:r>
    </w:p>
    <w:p w14:paraId="5E7ED647" w14:textId="77777777" w:rsidR="00314ECD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U. J. Gelinas, et al., </w:t>
      </w:r>
      <w:r w:rsidRPr="00B07454">
        <w:rPr>
          <w:i/>
          <w:iCs/>
          <w:lang w:val="en-US"/>
        </w:rPr>
        <w:t>Business Processes and Information Technology.</w:t>
      </w:r>
      <w:r w:rsidRPr="00B07454">
        <w:rPr>
          <w:lang w:val="en-US"/>
        </w:rPr>
        <w:t xml:space="preserve"> Cincinnati: South-Western/Thomson Learning, 2004.</w:t>
      </w:r>
    </w:p>
    <w:p w14:paraId="42EF4DB1" w14:textId="77777777" w:rsidR="00314ECD" w:rsidRPr="003602EC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de-DE"/>
        </w:rPr>
      </w:pPr>
      <w:r w:rsidRPr="003602EC">
        <w:rPr>
          <w:lang w:val="de-DE"/>
        </w:rPr>
        <w:t xml:space="preserve">B.M. </w:t>
      </w:r>
      <w:proofErr w:type="spellStart"/>
      <w:r w:rsidRPr="003602EC">
        <w:rPr>
          <w:lang w:val="de-DE"/>
        </w:rPr>
        <w:t>Todorović</w:t>
      </w:r>
      <w:proofErr w:type="spellEnd"/>
      <w:r w:rsidRPr="003602EC">
        <w:rPr>
          <w:lang w:val="de-DE"/>
        </w:rPr>
        <w:t xml:space="preserve">, </w:t>
      </w:r>
      <w:proofErr w:type="spellStart"/>
      <w:r w:rsidRPr="003602EC">
        <w:rPr>
          <w:i/>
          <w:iCs/>
          <w:lang w:val="de-DE"/>
        </w:rPr>
        <w:t>Osnove</w:t>
      </w:r>
      <w:proofErr w:type="spellEnd"/>
      <w:r w:rsidRPr="003602EC">
        <w:rPr>
          <w:i/>
          <w:iCs/>
          <w:lang w:val="de-DE"/>
        </w:rPr>
        <w:t xml:space="preserve"> </w:t>
      </w:r>
      <w:proofErr w:type="spellStart"/>
      <w:r w:rsidRPr="003602EC">
        <w:rPr>
          <w:i/>
          <w:iCs/>
          <w:lang w:val="de-DE"/>
        </w:rPr>
        <w:t>telekomunikacija</w:t>
      </w:r>
      <w:proofErr w:type="spellEnd"/>
      <w:r w:rsidRPr="003602EC">
        <w:rPr>
          <w:lang w:val="de-DE"/>
        </w:rPr>
        <w:t xml:space="preserve">, </w:t>
      </w:r>
      <w:proofErr w:type="spellStart"/>
      <w:r w:rsidRPr="003602EC">
        <w:rPr>
          <w:lang w:val="de-DE"/>
        </w:rPr>
        <w:t>Akademska</w:t>
      </w:r>
      <w:proofErr w:type="spellEnd"/>
      <w:r w:rsidRPr="003602EC">
        <w:rPr>
          <w:lang w:val="de-DE"/>
        </w:rPr>
        <w:t xml:space="preserve"> </w:t>
      </w:r>
      <w:proofErr w:type="spellStart"/>
      <w:r w:rsidRPr="003602EC">
        <w:rPr>
          <w:lang w:val="de-DE"/>
        </w:rPr>
        <w:t>misao</w:t>
      </w:r>
      <w:proofErr w:type="spellEnd"/>
      <w:r w:rsidRPr="003602EC">
        <w:rPr>
          <w:lang w:val="de-DE"/>
        </w:rPr>
        <w:t>, 2021.</w:t>
      </w:r>
    </w:p>
    <w:p w14:paraId="7184485A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L. Liu and H. Miao, A </w:t>
      </w:r>
      <w:proofErr w:type="gramStart"/>
      <w:r w:rsidRPr="00B07454">
        <w:rPr>
          <w:lang w:val="en-US"/>
        </w:rPr>
        <w:t>specification based</w:t>
      </w:r>
      <w:proofErr w:type="gramEnd"/>
      <w:r w:rsidRPr="00B07454">
        <w:rPr>
          <w:lang w:val="en-US"/>
        </w:rPr>
        <w:t xml:space="preserve"> approach to testing polymorphic attributes</w:t>
      </w:r>
      <w:r>
        <w:rPr>
          <w:lang w:val="en-US"/>
        </w:rPr>
        <w:t>,</w:t>
      </w:r>
      <w:r w:rsidRPr="00B07454">
        <w:rPr>
          <w:lang w:val="en-US"/>
        </w:rPr>
        <w:t xml:space="preserve"> in</w:t>
      </w:r>
      <w:r w:rsidRPr="00B07454">
        <w:rPr>
          <w:i/>
          <w:iCs/>
          <w:lang w:val="en-US"/>
        </w:rPr>
        <w:t xml:space="preserve"> Formal Methods and Software Engineering: Proceedings of the 6th International Conference on Formal Engineering Methods, ICFEM 2004</w:t>
      </w:r>
      <w:r w:rsidRPr="00B07454">
        <w:rPr>
          <w:lang w:val="en-US"/>
        </w:rPr>
        <w:t>, Seattle, WA, USA, Nov. 8-12, 2004, J. Davies, W. Schulte, M. Barnett, Eds. Berlin: Springer, 2004. pp. 306-19.</w:t>
      </w:r>
    </w:p>
    <w:p w14:paraId="7AD8A8B7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T. Schlick, </w:t>
      </w:r>
      <w:r w:rsidRPr="00B07454">
        <w:rPr>
          <w:i/>
          <w:iCs/>
          <w:lang w:val="en-US"/>
        </w:rPr>
        <w:t>Molecular modelling and simulation: an interdisciplinary guide</w:t>
      </w:r>
      <w:r w:rsidRPr="00B07454">
        <w:rPr>
          <w:lang w:val="en-US"/>
        </w:rPr>
        <w:t xml:space="preserve">. Springer, 2010. [E-book] </w:t>
      </w:r>
      <w:r w:rsidRPr="00CF4110">
        <w:rPr>
          <w:lang w:val="en-US"/>
        </w:rPr>
        <w:t>Available:</w:t>
      </w:r>
      <w:r w:rsidRPr="00B07454">
        <w:rPr>
          <w:lang w:val="en-US"/>
        </w:rPr>
        <w:t xml:space="preserve"> http://www.springerlink.com/content/p406v4/#section=745673&amp;page=1 [20. 03. 2022].</w:t>
      </w:r>
    </w:p>
    <w:p w14:paraId="64CD76C7" w14:textId="77777777" w:rsidR="00314ECD" w:rsidRPr="00B07454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YouTube. </w:t>
      </w:r>
      <w:r w:rsidRPr="007766E2">
        <w:rPr>
          <w:i/>
          <w:lang w:val="en-US"/>
        </w:rPr>
        <w:t>Tutorial on Setting up LaTeX</w:t>
      </w:r>
      <w:r w:rsidRPr="00B07454">
        <w:rPr>
          <w:lang w:val="en-US"/>
        </w:rPr>
        <w:t>. Youtube.com. [Online]. http://www.youtube.com/watch?v=jt8_7IRaETw [20. 03. 2022].</w:t>
      </w:r>
    </w:p>
    <w:p w14:paraId="331E4E45" w14:textId="28B25D0F" w:rsidR="006A798D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B07454">
        <w:rPr>
          <w:lang w:val="en-US"/>
        </w:rPr>
        <w:t xml:space="preserve">Cancer-Pain.org [homepage on the Internet]. New York: Association of Cancer Online Resources, Inc.; c2000-01 [updated 2002 May 16; cited 2002 Jul 9]. </w:t>
      </w:r>
      <w:r w:rsidR="006A798D" w:rsidRPr="006A798D">
        <w:rPr>
          <w:lang w:val="en-US"/>
        </w:rPr>
        <w:t>http://www.cancer-pain.org/</w:t>
      </w:r>
      <w:r w:rsidRPr="00B07454">
        <w:rPr>
          <w:lang w:val="en-US"/>
        </w:rPr>
        <w:t>.</w:t>
      </w:r>
    </w:p>
    <w:p w14:paraId="3391D216" w14:textId="134AAEBD" w:rsidR="00314ECD" w:rsidRPr="006A798D" w:rsidRDefault="00314ECD" w:rsidP="00314ECD">
      <w:pPr>
        <w:pStyle w:val="Bibliography"/>
        <w:numPr>
          <w:ilvl w:val="0"/>
          <w:numId w:val="31"/>
        </w:numPr>
        <w:ind w:left="568" w:hanging="568"/>
        <w:rPr>
          <w:lang w:val="en-US"/>
        </w:rPr>
      </w:pPr>
      <w:r w:rsidRPr="006A798D">
        <w:rPr>
          <w:lang w:val="en-US"/>
        </w:rPr>
        <w:t>https://www.vts.su.ac.rs/dokumenti</w:t>
      </w:r>
    </w:p>
    <w:p w14:paraId="53CD10FC" w14:textId="3CC25BF2" w:rsidR="002B048E" w:rsidRDefault="002B048E" w:rsidP="002B048E">
      <w:pPr>
        <w:pStyle w:val="Heading1"/>
        <w:rPr>
          <w:lang w:val="sr-Latn-RS"/>
        </w:rPr>
      </w:pPr>
      <w:bookmarkStart w:id="27" w:name="_Toc128138315"/>
      <w:r w:rsidRPr="001E65A8">
        <w:rPr>
          <w:lang w:val="sr-Latn-RS"/>
        </w:rPr>
        <w:lastRenderedPageBreak/>
        <w:t>Prilozi</w:t>
      </w:r>
      <w:bookmarkEnd w:id="27"/>
    </w:p>
    <w:p w14:paraId="074E37BC" w14:textId="5DA8C00B" w:rsidR="001E4B2E" w:rsidRDefault="001E4B2E" w:rsidP="001E4B2E">
      <w:pPr>
        <w:rPr>
          <w:lang w:val="sr-Latn-RS" w:bidi="ar-SA"/>
        </w:rPr>
      </w:pPr>
      <w:r>
        <w:rPr>
          <w:lang w:val="sr-Latn-RS" w:bidi="ar-SA"/>
        </w:rPr>
        <w:t xml:space="preserve">Prilozi su svi oni materijali koji su korišćeni u izradi rada, a koji ne </w:t>
      </w:r>
      <w:r w:rsidR="00A542EC">
        <w:rPr>
          <w:lang w:val="sr-Latn-RS" w:bidi="ar-SA"/>
        </w:rPr>
        <w:t xml:space="preserve">treba </w:t>
      </w:r>
      <w:r>
        <w:rPr>
          <w:lang w:val="sr-Latn-RS" w:bidi="ar-SA"/>
        </w:rPr>
        <w:t>da opterećuju osnovni deo (poglavlja „Teorijske osnove“ i „Rešavanje problema“). To mogu biti eksperimentalni rezultati, ankete, obrasci, programski kod, tehnička dokumentacija.</w:t>
      </w:r>
    </w:p>
    <w:p w14:paraId="2DDC5DA8" w14:textId="77777777" w:rsidR="006A798D" w:rsidRPr="001E4B2E" w:rsidRDefault="006A798D" w:rsidP="001E4B2E">
      <w:pPr>
        <w:rPr>
          <w:lang w:val="sr-Latn-RS" w:bidi="ar-SA"/>
        </w:rPr>
      </w:pPr>
    </w:p>
    <w:p w14:paraId="7D11746D" w14:textId="77777777" w:rsidR="002B048E" w:rsidRPr="001E65A8" w:rsidRDefault="002B048E" w:rsidP="002B048E">
      <w:pPr>
        <w:pStyle w:val="Heading2"/>
        <w:rPr>
          <w:lang w:val="sr-Latn-RS"/>
        </w:rPr>
      </w:pPr>
      <w:bookmarkStart w:id="28" w:name="_Toc96225713"/>
      <w:bookmarkStart w:id="29" w:name="_Toc96227377"/>
      <w:bookmarkStart w:id="30" w:name="_Toc96230069"/>
      <w:bookmarkStart w:id="31" w:name="_Toc96754065"/>
      <w:bookmarkStart w:id="32" w:name="_Toc96754189"/>
      <w:bookmarkStart w:id="33" w:name="_Toc96754233"/>
      <w:bookmarkStart w:id="34" w:name="_Toc96754599"/>
      <w:bookmarkStart w:id="35" w:name="_Toc96754701"/>
      <w:bookmarkStart w:id="36" w:name="_Toc96756352"/>
      <w:bookmarkStart w:id="37" w:name="_Toc98645688"/>
      <w:bookmarkStart w:id="38" w:name="_Toc128138316"/>
      <w:r w:rsidRPr="001E65A8">
        <w:rPr>
          <w:lang w:val="sr-Latn-RS"/>
        </w:rPr>
        <w:t>Štampani materijali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21AC747B" w14:textId="7A01D2F0" w:rsidR="002B048E" w:rsidRDefault="002B048E" w:rsidP="002B048E">
      <w:pPr>
        <w:rPr>
          <w:lang w:val="sr-Latn-RS"/>
        </w:rPr>
      </w:pPr>
      <w:r w:rsidRPr="001E65A8">
        <w:rPr>
          <w:lang w:val="sr-Latn-RS"/>
        </w:rPr>
        <w:t>Posebne tabele, slike, dijagrami, programski kod</w:t>
      </w:r>
      <w:r w:rsidR="00DF562A">
        <w:rPr>
          <w:lang w:val="sr-Latn-RS"/>
        </w:rPr>
        <w:t xml:space="preserve"> i slično.</w:t>
      </w:r>
    </w:p>
    <w:p w14:paraId="33064A62" w14:textId="77777777" w:rsidR="006A798D" w:rsidRPr="001E65A8" w:rsidRDefault="006A798D" w:rsidP="002B048E">
      <w:pPr>
        <w:rPr>
          <w:lang w:val="sr-Latn-RS"/>
        </w:rPr>
      </w:pPr>
    </w:p>
    <w:p w14:paraId="6FFD6853" w14:textId="77777777" w:rsidR="002B048E" w:rsidRPr="001E65A8" w:rsidRDefault="002B048E" w:rsidP="002B048E">
      <w:pPr>
        <w:pStyle w:val="Heading2"/>
        <w:rPr>
          <w:lang w:val="sr-Latn-RS"/>
        </w:rPr>
      </w:pPr>
      <w:bookmarkStart w:id="39" w:name="_Toc96225714"/>
      <w:bookmarkStart w:id="40" w:name="_Toc96227378"/>
      <w:bookmarkStart w:id="41" w:name="_Toc96230070"/>
      <w:bookmarkStart w:id="42" w:name="_Toc96754066"/>
      <w:bookmarkStart w:id="43" w:name="_Toc96754190"/>
      <w:bookmarkStart w:id="44" w:name="_Toc96754234"/>
      <w:bookmarkStart w:id="45" w:name="_Toc96754600"/>
      <w:bookmarkStart w:id="46" w:name="_Toc96754702"/>
      <w:bookmarkStart w:id="47" w:name="_Toc96756353"/>
      <w:bookmarkStart w:id="48" w:name="_Toc98645689"/>
      <w:bookmarkStart w:id="49" w:name="_Toc128138317"/>
      <w:r w:rsidRPr="001E65A8">
        <w:rPr>
          <w:lang w:val="sr-Latn-RS"/>
        </w:rPr>
        <w:t>Elektronski materijal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1E65A8">
        <w:rPr>
          <w:lang w:val="sr-Latn-RS"/>
        </w:rPr>
        <w:t>i</w:t>
      </w:r>
      <w:bookmarkEnd w:id="49"/>
    </w:p>
    <w:p w14:paraId="67982997" w14:textId="3AE2843B" w:rsidR="002B048E" w:rsidRDefault="002B048E" w:rsidP="002B048E">
      <w:pPr>
        <w:rPr>
          <w:lang w:val="sr-Latn-RS"/>
        </w:rPr>
      </w:pPr>
      <w:r w:rsidRPr="001E65A8">
        <w:rPr>
          <w:lang w:val="sr-Latn-RS"/>
        </w:rPr>
        <w:t xml:space="preserve">DVD koji sadrži </w:t>
      </w:r>
      <w:r w:rsidR="00DC34C7">
        <w:rPr>
          <w:lang w:val="sr-Latn-RS"/>
        </w:rPr>
        <w:t>master</w:t>
      </w:r>
      <w:r w:rsidRPr="00941010">
        <w:rPr>
          <w:lang w:val="sr-Latn-RS"/>
        </w:rPr>
        <w:t xml:space="preserve"> rad</w:t>
      </w:r>
      <w:r w:rsidRPr="001E65A8">
        <w:rPr>
          <w:lang w:val="sr-Latn-RS"/>
        </w:rPr>
        <w:t xml:space="preserve"> u </w:t>
      </w:r>
      <w:proofErr w:type="spellStart"/>
      <w:r w:rsidRPr="001E65A8">
        <w:rPr>
          <w:i/>
          <w:lang w:val="sr-Latn-RS"/>
        </w:rPr>
        <w:t>docx</w:t>
      </w:r>
      <w:proofErr w:type="spellEnd"/>
      <w:r w:rsidR="00FE2288" w:rsidRPr="001E65A8">
        <w:rPr>
          <w:i/>
          <w:lang w:val="sr-Latn-RS"/>
        </w:rPr>
        <w:t xml:space="preserve"> </w:t>
      </w:r>
      <w:r w:rsidR="00E45101" w:rsidRPr="00E45101">
        <w:rPr>
          <w:iCs/>
          <w:lang w:val="sr-Latn-RS"/>
        </w:rPr>
        <w:t>(</w:t>
      </w:r>
      <w:r w:rsidR="00FE2288" w:rsidRPr="001E65A8">
        <w:rPr>
          <w:lang w:val="sr-Latn-RS"/>
        </w:rPr>
        <w:t xml:space="preserve">ili </w:t>
      </w:r>
      <w:proofErr w:type="spellStart"/>
      <w:r w:rsidR="00FE2288" w:rsidRPr="001E65A8">
        <w:rPr>
          <w:i/>
          <w:lang w:val="sr-Latn-RS"/>
        </w:rPr>
        <w:t>doc</w:t>
      </w:r>
      <w:proofErr w:type="spellEnd"/>
      <w:r w:rsidR="00E45101" w:rsidRPr="00E45101">
        <w:rPr>
          <w:iCs/>
          <w:lang w:val="sr-Latn-RS"/>
        </w:rPr>
        <w:t>)</w:t>
      </w:r>
      <w:r w:rsidRPr="00E45101">
        <w:rPr>
          <w:iCs/>
          <w:lang w:val="sr-Latn-RS"/>
        </w:rPr>
        <w:t xml:space="preserve"> </w:t>
      </w:r>
      <w:r w:rsidRPr="001E65A8">
        <w:rPr>
          <w:lang w:val="sr-Latn-RS"/>
        </w:rPr>
        <w:t xml:space="preserve">i </w:t>
      </w:r>
      <w:proofErr w:type="spellStart"/>
      <w:r w:rsidRPr="001E65A8">
        <w:rPr>
          <w:i/>
          <w:lang w:val="sr-Latn-RS"/>
        </w:rPr>
        <w:t>pdf</w:t>
      </w:r>
      <w:proofErr w:type="spellEnd"/>
      <w:r w:rsidRPr="001E65A8">
        <w:rPr>
          <w:lang w:val="sr-Latn-RS"/>
        </w:rPr>
        <w:t xml:space="preserve"> formatu i </w:t>
      </w:r>
      <w:r w:rsidR="00E45101">
        <w:rPr>
          <w:lang w:val="sr-Latn-RS"/>
        </w:rPr>
        <w:t>PowerPoint prezentacij</w:t>
      </w:r>
      <w:r w:rsidR="00945C4F">
        <w:rPr>
          <w:lang w:val="sr-Latn-RS"/>
        </w:rPr>
        <w:t>u</w:t>
      </w:r>
      <w:r w:rsidR="00E45101">
        <w:rPr>
          <w:lang w:val="sr-Latn-RS"/>
        </w:rPr>
        <w:t xml:space="preserve"> koju će student koristiti pri odbrani rada. </w:t>
      </w:r>
    </w:p>
    <w:p w14:paraId="56B2C1D2" w14:textId="2AF2575F" w:rsidR="00085DA4" w:rsidRDefault="00085DA4" w:rsidP="002B048E">
      <w:pPr>
        <w:rPr>
          <w:lang w:val="sr-Latn-RS"/>
        </w:rPr>
      </w:pPr>
    </w:p>
    <w:p w14:paraId="2E0EAD02" w14:textId="77777777" w:rsidR="00085DA4" w:rsidRPr="001E65A8" w:rsidRDefault="00085DA4" w:rsidP="002B048E">
      <w:pPr>
        <w:rPr>
          <w:lang w:val="sr-Latn-RS"/>
        </w:rPr>
      </w:pPr>
    </w:p>
    <w:sectPr w:rsidR="00085DA4" w:rsidRPr="001E65A8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E872C" w14:textId="77777777" w:rsidR="00DD597D" w:rsidRDefault="00DD597D" w:rsidP="001E2163">
      <w:pPr>
        <w:spacing w:line="240" w:lineRule="auto"/>
      </w:pPr>
      <w:r>
        <w:separator/>
      </w:r>
    </w:p>
  </w:endnote>
  <w:endnote w:type="continuationSeparator" w:id="0">
    <w:p w14:paraId="5F21B43F" w14:textId="77777777" w:rsidR="00DD597D" w:rsidRDefault="00DD597D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7783F" w:rsidRPr="00A40342" w:rsidRDefault="0067783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7783F" w:rsidRPr="00AA285F" w:rsidRDefault="00A40342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C6E5A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7783F" w:rsidRDefault="00677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F746" w14:textId="77777777" w:rsidR="00DD597D" w:rsidRDefault="00DD597D" w:rsidP="001E2163">
      <w:pPr>
        <w:spacing w:line="240" w:lineRule="auto"/>
      </w:pPr>
      <w:r>
        <w:separator/>
      </w:r>
    </w:p>
  </w:footnote>
  <w:footnote w:type="continuationSeparator" w:id="0">
    <w:p w14:paraId="6E28D921" w14:textId="77777777" w:rsidR="00DD597D" w:rsidRDefault="00DD597D" w:rsidP="001E2163">
      <w:pPr>
        <w:spacing w:line="240" w:lineRule="auto"/>
      </w:pPr>
      <w:r>
        <w:continuationSeparator/>
      </w:r>
    </w:p>
  </w:footnote>
  <w:footnote w:id="1">
    <w:p w14:paraId="7B66E38A" w14:textId="78B57F73" w:rsidR="0067783F" w:rsidRPr="004333E4" w:rsidRDefault="0067783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Potrebno je koristiti alat </w:t>
      </w:r>
      <w:r>
        <w:rPr>
          <w:i/>
        </w:rPr>
        <w:t xml:space="preserve">Insert </w:t>
      </w:r>
      <w:proofErr w:type="spellStart"/>
      <w:r>
        <w:rPr>
          <w:i/>
        </w:rPr>
        <w:t>Footnote</w:t>
      </w:r>
      <w:proofErr w:type="spellEnd"/>
      <w:r w:rsidRPr="004333E4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688BE1F" w:rsidR="0067783F" w:rsidRPr="00AA285F" w:rsidRDefault="00D144FB" w:rsidP="005460F2">
          <w:pPr>
            <w:pStyle w:val="Header"/>
          </w:pPr>
          <w:r w:rsidRPr="00AA285F">
            <w:t>VISOKA TEHNIČKA ŠKOLA STRUKOVNIH STUDIJA</w:t>
          </w:r>
          <w:r>
            <w:t xml:space="preserve"> U </w:t>
          </w:r>
          <w:r w:rsidRPr="00AA285F">
            <w:t>SUBOTIC</w:t>
          </w:r>
          <w:r>
            <w:t>I</w:t>
          </w:r>
          <w:r w:rsidRPr="00AA285F">
            <w:br/>
            <w:t>SZABADKAI MŰSZAKI SZAKFŐISKOLA</w:t>
          </w:r>
          <w:r>
            <w:t xml:space="preserve"> SZABADKA</w:t>
          </w:r>
          <w:r w:rsidR="0067783F"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7783F" w:rsidRPr="00AA285F" w:rsidRDefault="000B4132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7783F" w:rsidRDefault="0067783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1240E43" w:rsidR="0067783F" w:rsidRPr="00AA285F" w:rsidRDefault="0067783F" w:rsidP="00AD715D">
          <w:pPr>
            <w:pStyle w:val="Header"/>
          </w:pPr>
          <w:r w:rsidRPr="00AA285F">
            <w:t>VISOKA TEHNIČKA ŠKOLA STRUKOVNIH STUDIJA</w:t>
          </w:r>
          <w:r w:rsidR="00D144FB">
            <w:t xml:space="preserve"> U </w:t>
          </w:r>
          <w:r w:rsidRPr="00AA285F">
            <w:t>SUBOTIC</w:t>
          </w:r>
          <w:r w:rsidR="00D144FB">
            <w:t>I</w:t>
          </w:r>
          <w:r w:rsidRPr="00AA285F">
            <w:br/>
          </w:r>
          <w:r w:rsidR="00D144FB" w:rsidRPr="00AA285F">
            <w:t>SZABADKAI MŰSZAKI SZAKFŐISKOLA</w:t>
          </w:r>
          <w:r w:rsidR="00D144FB"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7783F" w:rsidRPr="00AA285F" w:rsidRDefault="000B4132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7783F" w:rsidRDefault="00677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860958">
    <w:abstractNumId w:val="24"/>
  </w:num>
  <w:num w:numId="2" w16cid:durableId="883717875">
    <w:abstractNumId w:val="20"/>
  </w:num>
  <w:num w:numId="3" w16cid:durableId="1759055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057617">
    <w:abstractNumId w:val="22"/>
  </w:num>
  <w:num w:numId="5" w16cid:durableId="1237782136">
    <w:abstractNumId w:val="16"/>
  </w:num>
  <w:num w:numId="6" w16cid:durableId="1046368556">
    <w:abstractNumId w:val="11"/>
  </w:num>
  <w:num w:numId="7" w16cid:durableId="2058318209">
    <w:abstractNumId w:val="10"/>
  </w:num>
  <w:num w:numId="8" w16cid:durableId="483741471">
    <w:abstractNumId w:val="15"/>
  </w:num>
  <w:num w:numId="9" w16cid:durableId="172575335">
    <w:abstractNumId w:val="21"/>
  </w:num>
  <w:num w:numId="10" w16cid:durableId="1951862586">
    <w:abstractNumId w:val="23"/>
  </w:num>
  <w:num w:numId="11" w16cid:durableId="1346133179">
    <w:abstractNumId w:val="9"/>
  </w:num>
  <w:num w:numId="12" w16cid:durableId="588850669">
    <w:abstractNumId w:val="7"/>
  </w:num>
  <w:num w:numId="13" w16cid:durableId="215817324">
    <w:abstractNumId w:val="6"/>
  </w:num>
  <w:num w:numId="14" w16cid:durableId="475414678">
    <w:abstractNumId w:val="5"/>
  </w:num>
  <w:num w:numId="15" w16cid:durableId="795755634">
    <w:abstractNumId w:val="4"/>
  </w:num>
  <w:num w:numId="16" w16cid:durableId="1536380689">
    <w:abstractNumId w:val="8"/>
  </w:num>
  <w:num w:numId="17" w16cid:durableId="1900432405">
    <w:abstractNumId w:val="3"/>
  </w:num>
  <w:num w:numId="18" w16cid:durableId="836916803">
    <w:abstractNumId w:val="2"/>
  </w:num>
  <w:num w:numId="19" w16cid:durableId="2036538089">
    <w:abstractNumId w:val="1"/>
  </w:num>
  <w:num w:numId="20" w16cid:durableId="2063871162">
    <w:abstractNumId w:val="0"/>
  </w:num>
  <w:num w:numId="21" w16cid:durableId="1762950159">
    <w:abstractNumId w:val="20"/>
  </w:num>
  <w:num w:numId="22" w16cid:durableId="722561009">
    <w:abstractNumId w:val="20"/>
  </w:num>
  <w:num w:numId="23" w16cid:durableId="1819497742">
    <w:abstractNumId w:val="20"/>
  </w:num>
  <w:num w:numId="24" w16cid:durableId="314996095">
    <w:abstractNumId w:val="20"/>
  </w:num>
  <w:num w:numId="25" w16cid:durableId="839858124">
    <w:abstractNumId w:val="20"/>
  </w:num>
  <w:num w:numId="26" w16cid:durableId="1831671879">
    <w:abstractNumId w:val="20"/>
  </w:num>
  <w:num w:numId="27" w16cid:durableId="760763808">
    <w:abstractNumId w:val="20"/>
  </w:num>
  <w:num w:numId="28" w16cid:durableId="1843811995">
    <w:abstractNumId w:val="20"/>
  </w:num>
  <w:num w:numId="29" w16cid:durableId="124468355">
    <w:abstractNumId w:val="20"/>
  </w:num>
  <w:num w:numId="30" w16cid:durableId="1773238013">
    <w:abstractNumId w:val="20"/>
  </w:num>
  <w:num w:numId="31" w16cid:durableId="1985624991">
    <w:abstractNumId w:val="17"/>
  </w:num>
  <w:num w:numId="32" w16cid:durableId="1660306961">
    <w:abstractNumId w:val="13"/>
  </w:num>
  <w:num w:numId="33" w16cid:durableId="419257647">
    <w:abstractNumId w:val="12"/>
  </w:num>
  <w:num w:numId="34" w16cid:durableId="1666123999">
    <w:abstractNumId w:val="19"/>
  </w:num>
  <w:num w:numId="35" w16cid:durableId="923999908">
    <w:abstractNumId w:val="20"/>
  </w:num>
  <w:num w:numId="36" w16cid:durableId="2095666772">
    <w:abstractNumId w:val="14"/>
  </w:num>
  <w:num w:numId="37" w16cid:durableId="7920921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2A89"/>
    <w:rsid w:val="0002413D"/>
    <w:rsid w:val="00024338"/>
    <w:rsid w:val="00045952"/>
    <w:rsid w:val="00052E79"/>
    <w:rsid w:val="00055D33"/>
    <w:rsid w:val="000566F5"/>
    <w:rsid w:val="00085DA4"/>
    <w:rsid w:val="00086EC1"/>
    <w:rsid w:val="000A7179"/>
    <w:rsid w:val="000B4132"/>
    <w:rsid w:val="000C11FE"/>
    <w:rsid w:val="000C6342"/>
    <w:rsid w:val="000D2DA8"/>
    <w:rsid w:val="000E0505"/>
    <w:rsid w:val="000F2FFA"/>
    <w:rsid w:val="00105525"/>
    <w:rsid w:val="00110B9F"/>
    <w:rsid w:val="00115E1B"/>
    <w:rsid w:val="00124CBD"/>
    <w:rsid w:val="001452B5"/>
    <w:rsid w:val="0015222E"/>
    <w:rsid w:val="001555DC"/>
    <w:rsid w:val="001663B5"/>
    <w:rsid w:val="0017207F"/>
    <w:rsid w:val="0017258F"/>
    <w:rsid w:val="001938C6"/>
    <w:rsid w:val="001967E2"/>
    <w:rsid w:val="001E2163"/>
    <w:rsid w:val="001E4B2E"/>
    <w:rsid w:val="001E65A8"/>
    <w:rsid w:val="001F58DC"/>
    <w:rsid w:val="002072A3"/>
    <w:rsid w:val="00215A2C"/>
    <w:rsid w:val="002273E8"/>
    <w:rsid w:val="00236015"/>
    <w:rsid w:val="002477F4"/>
    <w:rsid w:val="00256A5B"/>
    <w:rsid w:val="00280F91"/>
    <w:rsid w:val="002B048E"/>
    <w:rsid w:val="002B6946"/>
    <w:rsid w:val="002C2810"/>
    <w:rsid w:val="002E03E9"/>
    <w:rsid w:val="002E4F1F"/>
    <w:rsid w:val="002E7436"/>
    <w:rsid w:val="002F404E"/>
    <w:rsid w:val="003038FF"/>
    <w:rsid w:val="00314ECD"/>
    <w:rsid w:val="00330BA0"/>
    <w:rsid w:val="00336561"/>
    <w:rsid w:val="00350AC0"/>
    <w:rsid w:val="00355D8E"/>
    <w:rsid w:val="003602EC"/>
    <w:rsid w:val="00397953"/>
    <w:rsid w:val="003B59E8"/>
    <w:rsid w:val="003C74E7"/>
    <w:rsid w:val="003E6ABD"/>
    <w:rsid w:val="003E6CFC"/>
    <w:rsid w:val="003F3065"/>
    <w:rsid w:val="003F3E1D"/>
    <w:rsid w:val="00415F24"/>
    <w:rsid w:val="004163A0"/>
    <w:rsid w:val="004303FA"/>
    <w:rsid w:val="004333E4"/>
    <w:rsid w:val="0045017E"/>
    <w:rsid w:val="00451EC2"/>
    <w:rsid w:val="00455B0A"/>
    <w:rsid w:val="00464FBF"/>
    <w:rsid w:val="0046583B"/>
    <w:rsid w:val="004722B8"/>
    <w:rsid w:val="00473482"/>
    <w:rsid w:val="00484EF9"/>
    <w:rsid w:val="00491F0C"/>
    <w:rsid w:val="00493845"/>
    <w:rsid w:val="004A54D0"/>
    <w:rsid w:val="004D66EB"/>
    <w:rsid w:val="00525729"/>
    <w:rsid w:val="00534C94"/>
    <w:rsid w:val="005460F2"/>
    <w:rsid w:val="00556B58"/>
    <w:rsid w:val="00565A7D"/>
    <w:rsid w:val="005815DA"/>
    <w:rsid w:val="00583158"/>
    <w:rsid w:val="005915BA"/>
    <w:rsid w:val="005B28A0"/>
    <w:rsid w:val="005B47C5"/>
    <w:rsid w:val="00621C69"/>
    <w:rsid w:val="00624238"/>
    <w:rsid w:val="00674F61"/>
    <w:rsid w:val="0067783F"/>
    <w:rsid w:val="00695B84"/>
    <w:rsid w:val="006A798D"/>
    <w:rsid w:val="006B540A"/>
    <w:rsid w:val="006D224C"/>
    <w:rsid w:val="006E32C1"/>
    <w:rsid w:val="007021D4"/>
    <w:rsid w:val="007058ED"/>
    <w:rsid w:val="007066C3"/>
    <w:rsid w:val="00715DBF"/>
    <w:rsid w:val="0072225D"/>
    <w:rsid w:val="00722C2A"/>
    <w:rsid w:val="0073164F"/>
    <w:rsid w:val="00750096"/>
    <w:rsid w:val="0075528E"/>
    <w:rsid w:val="00762443"/>
    <w:rsid w:val="00765BDF"/>
    <w:rsid w:val="00772BFC"/>
    <w:rsid w:val="007766E2"/>
    <w:rsid w:val="007C68C7"/>
    <w:rsid w:val="007C7B9B"/>
    <w:rsid w:val="007D17F2"/>
    <w:rsid w:val="00802E3A"/>
    <w:rsid w:val="00807EC0"/>
    <w:rsid w:val="008178DD"/>
    <w:rsid w:val="00840343"/>
    <w:rsid w:val="00844FD2"/>
    <w:rsid w:val="0085535A"/>
    <w:rsid w:val="00861DBA"/>
    <w:rsid w:val="00873156"/>
    <w:rsid w:val="0088204A"/>
    <w:rsid w:val="008937B5"/>
    <w:rsid w:val="008A53D0"/>
    <w:rsid w:val="008B1931"/>
    <w:rsid w:val="008C0A86"/>
    <w:rsid w:val="008C6E5A"/>
    <w:rsid w:val="00917984"/>
    <w:rsid w:val="00930844"/>
    <w:rsid w:val="00941010"/>
    <w:rsid w:val="00941464"/>
    <w:rsid w:val="0094294C"/>
    <w:rsid w:val="00945C4F"/>
    <w:rsid w:val="00950F1F"/>
    <w:rsid w:val="0097647E"/>
    <w:rsid w:val="0098767A"/>
    <w:rsid w:val="009B464C"/>
    <w:rsid w:val="009D38E6"/>
    <w:rsid w:val="009D755C"/>
    <w:rsid w:val="009E1767"/>
    <w:rsid w:val="009F2B91"/>
    <w:rsid w:val="00A055DC"/>
    <w:rsid w:val="00A06940"/>
    <w:rsid w:val="00A16968"/>
    <w:rsid w:val="00A312BB"/>
    <w:rsid w:val="00A40342"/>
    <w:rsid w:val="00A44768"/>
    <w:rsid w:val="00A47525"/>
    <w:rsid w:val="00A47578"/>
    <w:rsid w:val="00A5115B"/>
    <w:rsid w:val="00A522EE"/>
    <w:rsid w:val="00A52F83"/>
    <w:rsid w:val="00A542EC"/>
    <w:rsid w:val="00A91A8A"/>
    <w:rsid w:val="00AA285F"/>
    <w:rsid w:val="00AA7A13"/>
    <w:rsid w:val="00AC0367"/>
    <w:rsid w:val="00AC209E"/>
    <w:rsid w:val="00AD3F10"/>
    <w:rsid w:val="00AD715D"/>
    <w:rsid w:val="00AE020B"/>
    <w:rsid w:val="00B07454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A15D1"/>
    <w:rsid w:val="00BD3357"/>
    <w:rsid w:val="00C06B9D"/>
    <w:rsid w:val="00C128CE"/>
    <w:rsid w:val="00C3148A"/>
    <w:rsid w:val="00C51F07"/>
    <w:rsid w:val="00C574EA"/>
    <w:rsid w:val="00C6275E"/>
    <w:rsid w:val="00CA7575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57DF8"/>
    <w:rsid w:val="00D61D43"/>
    <w:rsid w:val="00D66645"/>
    <w:rsid w:val="00D7444E"/>
    <w:rsid w:val="00D852D5"/>
    <w:rsid w:val="00D95C84"/>
    <w:rsid w:val="00DC34C7"/>
    <w:rsid w:val="00DD35CB"/>
    <w:rsid w:val="00DD597D"/>
    <w:rsid w:val="00DF0226"/>
    <w:rsid w:val="00DF562A"/>
    <w:rsid w:val="00E45101"/>
    <w:rsid w:val="00E4554A"/>
    <w:rsid w:val="00E54C35"/>
    <w:rsid w:val="00E55C58"/>
    <w:rsid w:val="00E56CE8"/>
    <w:rsid w:val="00E56EB7"/>
    <w:rsid w:val="00E65CA0"/>
    <w:rsid w:val="00E67475"/>
    <w:rsid w:val="00E92CA9"/>
    <w:rsid w:val="00EA3A84"/>
    <w:rsid w:val="00EA6FC4"/>
    <w:rsid w:val="00EB4177"/>
    <w:rsid w:val="00EB4804"/>
    <w:rsid w:val="00ED2BD6"/>
    <w:rsid w:val="00EE2E9C"/>
    <w:rsid w:val="00F0496E"/>
    <w:rsid w:val="00F12BB1"/>
    <w:rsid w:val="00F1306D"/>
    <w:rsid w:val="00F25A4C"/>
    <w:rsid w:val="00F4161E"/>
    <w:rsid w:val="00F45985"/>
    <w:rsid w:val="00F617C0"/>
    <w:rsid w:val="00F774AE"/>
    <w:rsid w:val="00F87873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7172EA13-9F13-4B4B-93AF-F0639991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styleId="UnresolvedMention">
    <w:name w:val="Unresolved Mention"/>
    <w:basedOn w:val="DefaultParagraphFont"/>
    <w:uiPriority w:val="99"/>
    <w:semiHidden/>
    <w:unhideWhenUsed/>
    <w:rsid w:val="006A7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9D5-7819-4972-BA85-78E63724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9</TotalTime>
  <Pages>1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Upiši naziv teme rada</vt:lpstr>
    </vt:vector>
  </TitlesOfParts>
  <Company>VTS Subotica</Company>
  <LinksUpToDate>false</LinksUpToDate>
  <CharactersWithSpaces>16666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10</cp:revision>
  <cp:lastPrinted>2023-02-13T11:59:00Z</cp:lastPrinted>
  <dcterms:created xsi:type="dcterms:W3CDTF">2023-02-10T10:57:00Z</dcterms:created>
  <dcterms:modified xsi:type="dcterms:W3CDTF">2023-02-24T12:38:00Z</dcterms:modified>
</cp:coreProperties>
</file>